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5A" w:rsidRPr="00314539" w:rsidRDefault="00702059" w:rsidP="00F20C5A">
      <w:pPr>
        <w:rPr>
          <w:rFonts w:ascii="Verdana" w:hAnsi="Verdana"/>
        </w:rPr>
      </w:pPr>
      <w:r>
        <w:rPr>
          <w:rFonts w:ascii="Verdana" w:hAnsi="Verdana"/>
          <w:noProof/>
          <w:lang w:eastAsia="pt-PT"/>
        </w:rPr>
        <w:drawing>
          <wp:inline distT="0" distB="0" distL="0" distR="0">
            <wp:extent cx="5610225" cy="1390650"/>
            <wp:effectExtent l="0" t="0" r="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56" t="36951" r="12138" b="37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C5A" w:rsidRPr="00314539" w:rsidRDefault="00F20C5A" w:rsidP="00F20C5A">
      <w:pPr>
        <w:jc w:val="center"/>
        <w:rPr>
          <w:rFonts w:ascii="Verdana" w:hAnsi="Verdana"/>
        </w:rPr>
      </w:pPr>
    </w:p>
    <w:p w:rsidR="00F20C5A" w:rsidRPr="00314539" w:rsidRDefault="00F20C5A" w:rsidP="00F20C5A">
      <w:pPr>
        <w:rPr>
          <w:rFonts w:ascii="Verdana" w:hAnsi="Verdana"/>
        </w:rPr>
      </w:pPr>
    </w:p>
    <w:p w:rsidR="00F20C5A" w:rsidRPr="00314539" w:rsidRDefault="00F20C5A" w:rsidP="00F20C5A">
      <w:pPr>
        <w:rPr>
          <w:rFonts w:ascii="Verdana" w:hAnsi="Verdana"/>
        </w:rPr>
      </w:pPr>
    </w:p>
    <w:p w:rsidR="00527E47" w:rsidRPr="004D252D" w:rsidRDefault="00527E47" w:rsidP="00F20C5A">
      <w:pPr>
        <w:jc w:val="right"/>
        <w:rPr>
          <w:sz w:val="24"/>
          <w:szCs w:val="24"/>
        </w:rPr>
      </w:pPr>
    </w:p>
    <w:p w:rsidR="00527E47" w:rsidRPr="00314539" w:rsidRDefault="00527E47" w:rsidP="00F20C5A">
      <w:pPr>
        <w:jc w:val="right"/>
        <w:rPr>
          <w:rFonts w:ascii="Verdana" w:hAnsi="Verdana"/>
          <w:sz w:val="24"/>
          <w:szCs w:val="24"/>
        </w:rPr>
      </w:pPr>
    </w:p>
    <w:p w:rsidR="004D252D" w:rsidRDefault="004D252D" w:rsidP="00F20C5A">
      <w:pPr>
        <w:jc w:val="right"/>
        <w:rPr>
          <w:sz w:val="24"/>
          <w:szCs w:val="24"/>
        </w:rPr>
      </w:pPr>
    </w:p>
    <w:p w:rsidR="004D252D" w:rsidRDefault="004D252D" w:rsidP="00F20C5A">
      <w:pPr>
        <w:jc w:val="right"/>
        <w:rPr>
          <w:sz w:val="24"/>
          <w:szCs w:val="24"/>
        </w:rPr>
      </w:pPr>
    </w:p>
    <w:p w:rsidR="004D252D" w:rsidRDefault="004D252D" w:rsidP="00F20C5A">
      <w:pPr>
        <w:jc w:val="right"/>
        <w:rPr>
          <w:b/>
          <w:sz w:val="24"/>
          <w:szCs w:val="24"/>
        </w:rPr>
      </w:pPr>
    </w:p>
    <w:p w:rsidR="004D252D" w:rsidRDefault="004D252D" w:rsidP="00F20C5A">
      <w:pPr>
        <w:jc w:val="right"/>
        <w:rPr>
          <w:b/>
          <w:sz w:val="24"/>
          <w:szCs w:val="24"/>
        </w:rPr>
      </w:pPr>
    </w:p>
    <w:p w:rsidR="004D252D" w:rsidRPr="00AF4ACB" w:rsidRDefault="004D252D" w:rsidP="00F20C5A">
      <w:pPr>
        <w:jc w:val="right"/>
        <w:rPr>
          <w:b/>
          <w:sz w:val="32"/>
          <w:szCs w:val="32"/>
        </w:rPr>
      </w:pPr>
    </w:p>
    <w:p w:rsidR="00527E47" w:rsidRPr="00AF4ACB" w:rsidRDefault="00407801" w:rsidP="00F20C5A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Manual </w:t>
      </w:r>
      <w:r w:rsidR="00F65416">
        <w:rPr>
          <w:b/>
          <w:sz w:val="32"/>
          <w:szCs w:val="32"/>
        </w:rPr>
        <w:t xml:space="preserve">movimentação </w:t>
      </w:r>
      <w:proofErr w:type="gramStart"/>
      <w:r w:rsidR="00F65416">
        <w:rPr>
          <w:b/>
          <w:sz w:val="32"/>
          <w:szCs w:val="32"/>
        </w:rPr>
        <w:t>stock</w:t>
      </w:r>
      <w:proofErr w:type="gramEnd"/>
      <w:r w:rsidR="00F65416">
        <w:rPr>
          <w:b/>
          <w:sz w:val="32"/>
          <w:szCs w:val="32"/>
        </w:rPr>
        <w:t xml:space="preserve"> no </w:t>
      </w:r>
      <w:proofErr w:type="spellStart"/>
      <w:r w:rsidR="00F65416">
        <w:rPr>
          <w:b/>
          <w:sz w:val="32"/>
          <w:szCs w:val="32"/>
        </w:rPr>
        <w:t>pda</w:t>
      </w:r>
      <w:proofErr w:type="spellEnd"/>
    </w:p>
    <w:p w:rsidR="00527E47" w:rsidRPr="00314539" w:rsidRDefault="00A417D6" w:rsidP="00F20C5A">
      <w:pPr>
        <w:jc w:val="right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PreAutovenda</w:t>
      </w:r>
      <w:proofErr w:type="spellEnd"/>
    </w:p>
    <w:p w:rsidR="00527E47" w:rsidRPr="00314539" w:rsidRDefault="00527E47" w:rsidP="00F20C5A">
      <w:pPr>
        <w:jc w:val="right"/>
        <w:rPr>
          <w:rFonts w:ascii="Verdana" w:hAnsi="Verdana"/>
          <w:sz w:val="24"/>
          <w:szCs w:val="24"/>
        </w:rPr>
      </w:pPr>
    </w:p>
    <w:p w:rsidR="00527E47" w:rsidRPr="00314539" w:rsidRDefault="00527E47" w:rsidP="00F20C5A">
      <w:pPr>
        <w:jc w:val="right"/>
        <w:rPr>
          <w:rFonts w:ascii="Verdana" w:hAnsi="Verdana"/>
          <w:sz w:val="24"/>
          <w:szCs w:val="24"/>
        </w:rPr>
      </w:pPr>
    </w:p>
    <w:p w:rsidR="004D252D" w:rsidRDefault="004D252D" w:rsidP="00F20C5A">
      <w:pPr>
        <w:jc w:val="right"/>
        <w:rPr>
          <w:szCs w:val="24"/>
        </w:rPr>
      </w:pPr>
    </w:p>
    <w:p w:rsidR="004D252D" w:rsidRDefault="004D252D" w:rsidP="00F20C5A">
      <w:pPr>
        <w:jc w:val="right"/>
        <w:rPr>
          <w:szCs w:val="24"/>
        </w:rPr>
      </w:pPr>
    </w:p>
    <w:p w:rsidR="004D252D" w:rsidRDefault="004D252D" w:rsidP="00F20C5A">
      <w:pPr>
        <w:jc w:val="right"/>
        <w:rPr>
          <w:szCs w:val="24"/>
        </w:rPr>
      </w:pPr>
    </w:p>
    <w:p w:rsidR="004D252D" w:rsidRDefault="004D252D" w:rsidP="00F20C5A">
      <w:pPr>
        <w:jc w:val="right"/>
        <w:rPr>
          <w:szCs w:val="24"/>
        </w:rPr>
      </w:pPr>
    </w:p>
    <w:p w:rsidR="004D252D" w:rsidRDefault="004D252D" w:rsidP="00F20C5A">
      <w:pPr>
        <w:jc w:val="right"/>
        <w:rPr>
          <w:szCs w:val="24"/>
        </w:rPr>
      </w:pPr>
    </w:p>
    <w:p w:rsidR="004D252D" w:rsidRDefault="004D252D">
      <w:pPr>
        <w:rPr>
          <w:szCs w:val="24"/>
        </w:rPr>
      </w:pPr>
      <w:r>
        <w:rPr>
          <w:szCs w:val="24"/>
        </w:rPr>
        <w:br w:type="page"/>
      </w:r>
    </w:p>
    <w:sdt>
      <w:sdtPr>
        <w:rPr>
          <w:rFonts w:ascii="Trebuchet MS" w:hAnsi="Trebuchet MS"/>
          <w:b w:val="0"/>
          <w:bCs w:val="0"/>
          <w:color w:val="auto"/>
          <w:sz w:val="20"/>
          <w:szCs w:val="20"/>
        </w:rPr>
        <w:id w:val="-268547021"/>
        <w:docPartObj>
          <w:docPartGallery w:val="Table of Contents"/>
          <w:docPartUnique/>
        </w:docPartObj>
      </w:sdtPr>
      <w:sdtEndPr/>
      <w:sdtContent>
        <w:p w:rsidR="00734AF1" w:rsidRDefault="00734AF1">
          <w:pPr>
            <w:pStyle w:val="Ttulodondice"/>
          </w:pPr>
          <w:r>
            <w:t>Índice</w:t>
          </w:r>
        </w:p>
        <w:p w:rsidR="00734AF1" w:rsidRDefault="00734AF1">
          <w:pPr>
            <w:pStyle w:val="ndice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8369299" w:history="1">
            <w:r w:rsidRPr="00F67339">
              <w:rPr>
                <w:rStyle w:val="Hiperligao"/>
                <w:rFonts w:eastAsia="MS Mincho"/>
                <w:noProof/>
                <w:lang w:eastAsia="pt-PT"/>
              </w:rPr>
              <w:t>Introdução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_Toc348369299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0" w:history="1">
            <w:r w:rsidR="00734AF1" w:rsidRPr="00F67339">
              <w:rPr>
                <w:rStyle w:val="Hiperligao"/>
                <w:rFonts w:eastAsia="MS Mincho"/>
                <w:noProof/>
                <w:lang w:eastAsia="pt-PT"/>
              </w:rPr>
              <w:t>Configuração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_Toc348369300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3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1" w:history="1">
            <w:r w:rsidR="00734AF1" w:rsidRPr="00F67339">
              <w:rPr>
                <w:rStyle w:val="Hiperligao"/>
                <w:rFonts w:eastAsia="MS Mincho"/>
                <w:noProof/>
                <w:lang w:eastAsia="pt-PT"/>
              </w:rPr>
              <w:t>Controlo de stock por cumulação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_Toc348369301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3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2" w:history="1">
            <w:r w:rsidR="00734AF1" w:rsidRPr="00F67339">
              <w:rPr>
                <w:rStyle w:val="Hiperligao"/>
                <w:rFonts w:eastAsia="MS Mincho"/>
                <w:noProof/>
                <w:lang w:eastAsia="pt-PT"/>
              </w:rPr>
              <w:t>Controlo de stock por sincronização de armazém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_Toc348369302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4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3" w:history="1">
            <w:r w:rsidR="00734AF1" w:rsidRPr="00F67339">
              <w:rPr>
                <w:rStyle w:val="Hiperligao"/>
                <w:rFonts w:eastAsia="MS Mincho"/>
                <w:noProof/>
                <w:lang w:eastAsia="pt-PT"/>
              </w:rPr>
              <w:t>Funcionamento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_Toc348369303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5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4" w:history="1">
            <w:r w:rsidR="00734AF1" w:rsidRPr="00F67339">
              <w:rPr>
                <w:rStyle w:val="Hiperligao"/>
                <w:rFonts w:eastAsia="MS Mincho"/>
                <w:noProof/>
                <w:lang w:eastAsia="pt-PT"/>
              </w:rPr>
              <w:t>Controlo de stock por cumulação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_Toc348369304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5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3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5" w:history="1">
            <w:r w:rsidR="00734AF1" w:rsidRPr="00F67339">
              <w:rPr>
                <w:rStyle w:val="Hiperligao"/>
                <w:rFonts w:eastAsia="MS Mincho"/>
                <w:noProof/>
              </w:rPr>
              <w:t>Adicionar stock(Utilitários-&gt;Sincronização-&gt;Doc. Stock)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_Toc348369305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5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3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6" w:history="1">
            <w:r w:rsidR="00734AF1" w:rsidRPr="00F67339">
              <w:rPr>
                <w:rStyle w:val="Hiperligao"/>
                <w:rFonts w:eastAsia="MS Mincho"/>
                <w:noProof/>
              </w:rPr>
              <w:t>Doc de saída de stock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_Toc348369306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5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7" w:history="1">
            <w:r w:rsidR="00734AF1" w:rsidRPr="00F67339">
              <w:rPr>
                <w:rStyle w:val="Hiperligao"/>
                <w:rFonts w:eastAsia="MS Mincho"/>
                <w:noProof/>
                <w:lang w:eastAsia="pt-PT"/>
              </w:rPr>
              <w:t>Controlo de stock por sincronização de armazém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_Toc348369307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5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3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8" w:history="1">
            <w:r w:rsidR="00734AF1" w:rsidRPr="00F67339">
              <w:rPr>
                <w:rStyle w:val="Hiperligao"/>
                <w:rFonts w:eastAsia="MS Mincho"/>
                <w:noProof/>
              </w:rPr>
              <w:t>Adicionar stock(Utilitários-&gt;Sincronização-&gt;Doc. Stock)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_Toc348369308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5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3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09" w:history="1">
            <w:r w:rsidR="00734AF1" w:rsidRPr="00F67339">
              <w:rPr>
                <w:rStyle w:val="Hiperligao"/>
                <w:rFonts w:eastAsia="MS Mincho"/>
                <w:noProof/>
              </w:rPr>
              <w:t>Limpar o stock(Separador Utilitários-&gt;Consolidação-&gt;Limpar Stock)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_Toc348369309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5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F304CC">
          <w:pPr>
            <w:pStyle w:val="ndice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PT"/>
            </w:rPr>
          </w:pPr>
          <w:hyperlink w:anchor="_Toc348369310" w:history="1">
            <w:r w:rsidR="00734AF1" w:rsidRPr="00F67339">
              <w:rPr>
                <w:rStyle w:val="Hiperligao"/>
                <w:rFonts w:eastAsia="MS Mincho"/>
                <w:noProof/>
              </w:rPr>
              <w:t>Anexo 1</w:t>
            </w:r>
            <w:r w:rsidR="00734AF1">
              <w:rPr>
                <w:noProof/>
                <w:webHidden/>
              </w:rPr>
              <w:tab/>
            </w:r>
            <w:r w:rsidR="00734AF1">
              <w:rPr>
                <w:noProof/>
                <w:webHidden/>
              </w:rPr>
              <w:fldChar w:fldCharType="begin"/>
            </w:r>
            <w:r w:rsidR="00734AF1">
              <w:rPr>
                <w:noProof/>
                <w:webHidden/>
              </w:rPr>
              <w:instrText xml:space="preserve"> PAGEREF _Toc348369310 \h </w:instrText>
            </w:r>
            <w:r w:rsidR="00734AF1">
              <w:rPr>
                <w:noProof/>
                <w:webHidden/>
              </w:rPr>
            </w:r>
            <w:r w:rsidR="00734AF1">
              <w:rPr>
                <w:noProof/>
                <w:webHidden/>
              </w:rPr>
              <w:fldChar w:fldCharType="separate"/>
            </w:r>
            <w:r w:rsidR="00734AF1">
              <w:rPr>
                <w:noProof/>
                <w:webHidden/>
              </w:rPr>
              <w:t>7</w:t>
            </w:r>
            <w:r w:rsidR="00734AF1">
              <w:rPr>
                <w:noProof/>
                <w:webHidden/>
              </w:rPr>
              <w:fldChar w:fldCharType="end"/>
            </w:r>
          </w:hyperlink>
        </w:p>
        <w:p w:rsidR="00734AF1" w:rsidRDefault="00734AF1">
          <w:r>
            <w:rPr>
              <w:b/>
              <w:bCs/>
            </w:rPr>
            <w:fldChar w:fldCharType="end"/>
          </w:r>
        </w:p>
      </w:sdtContent>
    </w:sdt>
    <w:p w:rsidR="00A417D6" w:rsidRDefault="00A417D6">
      <w:pPr>
        <w:spacing w:after="0" w:line="240" w:lineRule="auto"/>
        <w:jc w:val="left"/>
        <w:rPr>
          <w:b/>
          <w:sz w:val="28"/>
          <w:szCs w:val="22"/>
        </w:rPr>
      </w:pPr>
      <w:r>
        <w:rPr>
          <w:b/>
          <w:sz w:val="28"/>
        </w:rPr>
        <w:br w:type="page"/>
      </w:r>
    </w:p>
    <w:p w:rsidR="0015046A" w:rsidRDefault="0015046A" w:rsidP="005E1A07">
      <w:pPr>
        <w:pStyle w:val="Sub-ttulo"/>
        <w:outlineLvl w:val="0"/>
        <w:rPr>
          <w:rFonts w:eastAsia="MS Mincho"/>
          <w:i w:val="0"/>
          <w:noProof/>
          <w:sz w:val="32"/>
          <w:szCs w:val="32"/>
          <w:u w:val="none"/>
          <w:lang w:eastAsia="pt-PT"/>
        </w:rPr>
      </w:pPr>
      <w:bookmarkStart w:id="0" w:name="_Toc348369299"/>
      <w:bookmarkStart w:id="1" w:name="_Toc344470856"/>
      <w:r>
        <w:rPr>
          <w:rFonts w:eastAsia="MS Mincho"/>
          <w:i w:val="0"/>
          <w:noProof/>
          <w:sz w:val="32"/>
          <w:szCs w:val="32"/>
          <w:u w:val="none"/>
          <w:lang w:eastAsia="pt-PT"/>
        </w:rPr>
        <w:lastRenderedPageBreak/>
        <w:t>Introdução</w:t>
      </w:r>
      <w:bookmarkEnd w:id="0"/>
    </w:p>
    <w:p w:rsidR="000D375C" w:rsidRDefault="0015046A" w:rsidP="005E1A07">
      <w:pPr>
        <w:pStyle w:val="Sub-ttulo"/>
        <w:rPr>
          <w:rFonts w:eastAsia="MS Mincho"/>
          <w:b w:val="0"/>
          <w:i w:val="0"/>
          <w:noProof/>
          <w:sz w:val="20"/>
          <w:u w:val="none"/>
          <w:lang w:eastAsia="pt-PT"/>
        </w:rPr>
      </w:pP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>Este documento tem como objetivo explicar o modo de funcionamento do stock na aplicação TIPDAPreAutovenda.</w:t>
      </w:r>
      <w:r w:rsidR="003B1048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</w:t>
      </w:r>
      <w:r w:rsidR="000D375C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Assume-se que o utilizador esteja familiarizado com o funcionamento da aplicação para perceber com facilidade o que será explicado. </w:t>
      </w:r>
    </w:p>
    <w:p w:rsidR="005E1A07" w:rsidRPr="005E1A07" w:rsidRDefault="005E1A07" w:rsidP="005E1A07">
      <w:pPr>
        <w:pStyle w:val="Sub-ttulo"/>
        <w:rPr>
          <w:rFonts w:eastAsia="MS Mincho"/>
          <w:b w:val="0"/>
          <w:i w:val="0"/>
          <w:noProof/>
          <w:sz w:val="20"/>
          <w:u w:val="none"/>
          <w:lang w:eastAsia="pt-PT"/>
        </w:rPr>
      </w:pP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Existem </w:t>
      </w:r>
      <w:r w:rsidR="00541499">
        <w:rPr>
          <w:rFonts w:eastAsia="MS Mincho"/>
          <w:b w:val="0"/>
          <w:i w:val="0"/>
          <w:noProof/>
          <w:sz w:val="20"/>
          <w:u w:val="none"/>
          <w:lang w:eastAsia="pt-PT"/>
        </w:rPr>
        <w:t>duas formas de controlar o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stock</w:t>
      </w:r>
      <w:r w:rsidR="00541499">
        <w:rPr>
          <w:rFonts w:eastAsia="MS Mincho"/>
          <w:b w:val="0"/>
          <w:i w:val="0"/>
          <w:noProof/>
          <w:sz w:val="20"/>
          <w:u w:val="none"/>
          <w:lang w:eastAsia="pt-PT"/>
        </w:rPr>
        <w:t>,</w:t>
      </w:r>
      <w:r w:rsidR="00761A33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que podem ser configurada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>s em “separador Utilitários-&gt;Configuração-&gt;Separador Sinc. Documentos”.</w:t>
      </w:r>
    </w:p>
    <w:p w:rsidR="003F16A0" w:rsidRDefault="00702059" w:rsidP="00372CA8">
      <w:pPr>
        <w:pStyle w:val="Sub-ttulo"/>
        <w:outlineLvl w:val="0"/>
        <w:rPr>
          <w:rFonts w:eastAsia="MS Mincho"/>
          <w:i w:val="0"/>
          <w:noProof/>
          <w:sz w:val="32"/>
          <w:szCs w:val="32"/>
          <w:u w:val="none"/>
          <w:lang w:eastAsia="pt-PT"/>
        </w:rPr>
      </w:pPr>
      <w:bookmarkStart w:id="2" w:name="_Toc348369300"/>
      <w:r w:rsidRPr="007B35AD">
        <w:rPr>
          <w:rFonts w:eastAsia="MS Mincho"/>
          <w:i w:val="0"/>
          <w:noProof/>
          <w:sz w:val="32"/>
          <w:szCs w:val="32"/>
          <w:u w:val="none"/>
          <w:lang w:eastAsia="pt-PT"/>
        </w:rPr>
        <w:t>Configuração</w:t>
      </w:r>
      <w:bookmarkEnd w:id="1"/>
      <w:bookmarkEnd w:id="2"/>
    </w:p>
    <w:p w:rsidR="005E1A07" w:rsidRDefault="00541499" w:rsidP="004161C8">
      <w:pPr>
        <w:pStyle w:val="Sub-ttulo"/>
        <w:outlineLvl w:val="1"/>
        <w:rPr>
          <w:rFonts w:eastAsia="MS Mincho"/>
          <w:i w:val="0"/>
          <w:noProof/>
          <w:szCs w:val="28"/>
          <w:lang w:eastAsia="pt-PT"/>
        </w:rPr>
      </w:pPr>
      <w:bookmarkStart w:id="3" w:name="_Toc348369301"/>
      <w:r w:rsidRPr="00541499">
        <w:rPr>
          <w:rFonts w:eastAsia="MS Mincho"/>
          <w:i w:val="0"/>
          <w:noProof/>
          <w:szCs w:val="28"/>
          <w:lang w:eastAsia="pt-PT"/>
        </w:rPr>
        <w:t>Controlo de stock por cumulação</w:t>
      </w:r>
      <w:bookmarkEnd w:id="3"/>
    </w:p>
    <w:p w:rsidR="00392757" w:rsidRPr="00392757" w:rsidRDefault="00C679EA" w:rsidP="005E1A07">
      <w:pPr>
        <w:pStyle w:val="Sub-ttulo"/>
        <w:rPr>
          <w:rFonts w:eastAsia="MS Mincho"/>
          <w:b w:val="0"/>
          <w:i w:val="0"/>
          <w:noProof/>
          <w:sz w:val="20"/>
          <w:u w:val="none"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45720</wp:posOffset>
            </wp:positionV>
            <wp:extent cx="2295525" cy="3067050"/>
            <wp:effectExtent l="0" t="0" r="9525" b="0"/>
            <wp:wrapTight wrapText="bothSides">
              <wp:wrapPolygon edited="0">
                <wp:start x="0" y="0"/>
                <wp:lineTo x="0" y="21466"/>
                <wp:lineTo x="21510" y="21466"/>
                <wp:lineTo x="21510" y="0"/>
                <wp:lineTo x="0" y="0"/>
              </wp:wrapPolygon>
            </wp:wrapTight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57" w:rsidRPr="00392757">
        <w:rPr>
          <w:rFonts w:eastAsia="MS Mincho"/>
          <w:i w:val="0"/>
          <w:noProof/>
          <w:sz w:val="20"/>
          <w:u w:val="none"/>
          <w:lang w:eastAsia="pt-PT"/>
        </w:rPr>
        <w:t>Acumular stock diário</w:t>
      </w:r>
      <w:r w:rsidR="00392757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– Estando selecionado, </w:t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  <w:t>o controlo de stock é efetuado de forma cumulativa</w:t>
      </w:r>
      <w:r w:rsidR="00C04D43">
        <w:rPr>
          <w:rFonts w:eastAsia="MS Mincho"/>
          <w:b w:val="0"/>
          <w:i w:val="0"/>
          <w:noProof/>
          <w:sz w:val="20"/>
          <w:u w:val="none"/>
          <w:lang w:eastAsia="pt-PT"/>
        </w:rPr>
        <w:t>.</w:t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No caso contrário, é feito diáriamente(ver </w:t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  <w:fldChar w:fldCharType="begin"/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  <w:instrText xml:space="preserve"> REF _Ref348364794 \h </w:instrText>
      </w:r>
      <w:r w:rsidR="00FA1E97">
        <w:rPr>
          <w:rFonts w:eastAsia="MS Mincho"/>
          <w:b w:val="0"/>
          <w:i w:val="0"/>
          <w:noProof/>
          <w:sz w:val="20"/>
          <w:u w:val="none"/>
          <w:lang w:eastAsia="pt-PT"/>
        </w:rPr>
        <w:instrText xml:space="preserve"> \* MERGEFORMAT </w:instrText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  <w:fldChar w:fldCharType="separate"/>
      </w:r>
      <w:r w:rsidR="00996925" w:rsidRPr="00FA1E97">
        <w:rPr>
          <w:rFonts w:eastAsia="MS Mincho"/>
          <w:i w:val="0"/>
          <w:sz w:val="20"/>
          <w:u w:val="none"/>
        </w:rPr>
        <w:t>Anex</w:t>
      </w:r>
      <w:r w:rsidR="00996925" w:rsidRPr="00FA1E97">
        <w:rPr>
          <w:rFonts w:eastAsia="MS Mincho"/>
          <w:i w:val="0"/>
          <w:sz w:val="20"/>
          <w:u w:val="none"/>
        </w:rPr>
        <w:t>o</w:t>
      </w:r>
      <w:r w:rsidR="00996925" w:rsidRPr="00FA1E97">
        <w:rPr>
          <w:rFonts w:eastAsia="MS Mincho"/>
          <w:i w:val="0"/>
          <w:sz w:val="20"/>
          <w:u w:val="none"/>
        </w:rPr>
        <w:t xml:space="preserve"> 1</w:t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  <w:fldChar w:fldCharType="end"/>
      </w:r>
      <w:r w:rsidR="00996925">
        <w:rPr>
          <w:rFonts w:eastAsia="MS Mincho"/>
          <w:b w:val="0"/>
          <w:i w:val="0"/>
          <w:noProof/>
          <w:sz w:val="20"/>
          <w:u w:val="none"/>
          <w:lang w:eastAsia="pt-PT"/>
        </w:rPr>
        <w:t>)</w:t>
      </w:r>
      <w:r w:rsidR="00C04D43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</w:t>
      </w:r>
    </w:p>
    <w:p w:rsidR="00541499" w:rsidRDefault="00B119C5" w:rsidP="005E1A07">
      <w:pPr>
        <w:pStyle w:val="Sub-ttulo"/>
        <w:rPr>
          <w:rFonts w:eastAsia="MS Mincho"/>
          <w:b w:val="0"/>
          <w:i w:val="0"/>
          <w:noProof/>
          <w:sz w:val="20"/>
          <w:u w:val="none"/>
          <w:lang w:eastAsia="pt-PT"/>
        </w:rPr>
      </w:pPr>
      <w:r w:rsidRPr="00B119C5">
        <w:rPr>
          <w:rFonts w:eastAsia="MS Mincho"/>
          <w:i w:val="0"/>
          <w:noProof/>
          <w:sz w:val="20"/>
          <w:u w:val="none"/>
          <w:lang w:eastAsia="pt-PT"/>
        </w:rPr>
        <w:t xml:space="preserve">Tp doc. Entrada stock </w:t>
      </w:r>
      <w:r>
        <w:rPr>
          <w:rFonts w:eastAsia="MS Mincho"/>
          <w:i w:val="0"/>
          <w:noProof/>
          <w:sz w:val="20"/>
          <w:u w:val="none"/>
          <w:lang w:eastAsia="pt-PT"/>
        </w:rPr>
        <w:t>–</w:t>
      </w:r>
      <w:r w:rsidRPr="00B119C5">
        <w:rPr>
          <w:rFonts w:eastAsia="MS Mincho"/>
          <w:i w:val="0"/>
          <w:noProof/>
          <w:sz w:val="20"/>
          <w:u w:val="none"/>
          <w:lang w:eastAsia="pt-PT"/>
        </w:rPr>
        <w:t xml:space="preserve"> 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Série de documento </w:t>
      </w:r>
      <w:r w:rsidR="00AC21E4">
        <w:rPr>
          <w:rFonts w:eastAsia="MS Mincho"/>
          <w:b w:val="0"/>
          <w:i w:val="0"/>
          <w:noProof/>
          <w:sz w:val="20"/>
          <w:u w:val="none"/>
          <w:lang w:eastAsia="pt-PT"/>
        </w:rPr>
        <w:t>de entrada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</w:t>
      </w:r>
      <w:r w:rsidR="00AC21E4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que serve 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>para adicionar o stock</w:t>
      </w:r>
      <w:r w:rsidR="00AC21E4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no terminal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>.</w:t>
      </w:r>
    </w:p>
    <w:p w:rsidR="00B119C5" w:rsidRPr="00B119C5" w:rsidRDefault="00B119C5" w:rsidP="005E1A07">
      <w:pPr>
        <w:pStyle w:val="Sub-ttulo"/>
        <w:rPr>
          <w:rFonts w:eastAsia="MS Mincho"/>
          <w:b w:val="0"/>
          <w:i w:val="0"/>
          <w:noProof/>
          <w:sz w:val="20"/>
          <w:u w:val="none"/>
          <w:lang w:eastAsia="pt-PT"/>
        </w:rPr>
      </w:pPr>
      <w:r w:rsidRPr="00B119C5">
        <w:rPr>
          <w:rFonts w:eastAsia="MS Mincho"/>
          <w:i w:val="0"/>
          <w:noProof/>
          <w:sz w:val="20"/>
          <w:u w:val="none"/>
          <w:lang w:eastAsia="pt-PT"/>
        </w:rPr>
        <w:t xml:space="preserve">Tp doc. saída stock 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– Série de documento de saída que </w:t>
      </w:r>
      <w:r w:rsidR="00AC21E4">
        <w:rPr>
          <w:rFonts w:eastAsia="MS Mincho"/>
          <w:b w:val="0"/>
          <w:i w:val="0"/>
          <w:noProof/>
          <w:sz w:val="20"/>
          <w:u w:val="none"/>
          <w:lang w:eastAsia="pt-PT"/>
        </w:rPr>
        <w:t>serve para dar saída de stock no terminal.</w:t>
      </w:r>
    </w:p>
    <w:p w:rsidR="00392757" w:rsidRDefault="00392757">
      <w:pPr>
        <w:spacing w:after="0" w:line="240" w:lineRule="auto"/>
        <w:jc w:val="left"/>
        <w:rPr>
          <w:rFonts w:eastAsia="MS Mincho"/>
          <w:b/>
          <w:noProof/>
          <w:sz w:val="28"/>
          <w:szCs w:val="28"/>
          <w:u w:val="single"/>
          <w:lang w:eastAsia="pt-PT"/>
        </w:rPr>
      </w:pPr>
      <w:r>
        <w:rPr>
          <w:rFonts w:eastAsia="MS Mincho"/>
          <w:i/>
          <w:noProof/>
          <w:szCs w:val="28"/>
          <w:lang w:eastAsia="pt-PT"/>
        </w:rPr>
        <w:br w:type="page"/>
      </w:r>
    </w:p>
    <w:p w:rsidR="00541499" w:rsidRPr="00541499" w:rsidRDefault="00541499" w:rsidP="004161C8">
      <w:pPr>
        <w:pStyle w:val="Sub-ttulo"/>
        <w:outlineLvl w:val="1"/>
        <w:rPr>
          <w:rFonts w:eastAsia="MS Mincho"/>
          <w:i w:val="0"/>
          <w:noProof/>
          <w:szCs w:val="28"/>
          <w:lang w:eastAsia="pt-PT"/>
        </w:rPr>
      </w:pPr>
      <w:bookmarkStart w:id="4" w:name="_Toc348369302"/>
      <w:r>
        <w:rPr>
          <w:rFonts w:eastAsia="MS Mincho"/>
          <w:i w:val="0"/>
          <w:noProof/>
          <w:szCs w:val="28"/>
          <w:lang w:eastAsia="pt-PT"/>
        </w:rPr>
        <w:lastRenderedPageBreak/>
        <w:t>Controlo de stock por sincronização de armazém</w:t>
      </w:r>
      <w:bookmarkEnd w:id="4"/>
    </w:p>
    <w:p w:rsidR="00AC21E4" w:rsidRDefault="00AC21E4" w:rsidP="00AC21E4">
      <w:pPr>
        <w:pStyle w:val="Sub-ttulo"/>
        <w:rPr>
          <w:rFonts w:eastAsia="MS Mincho"/>
          <w:b w:val="0"/>
          <w:i w:val="0"/>
          <w:noProof/>
          <w:sz w:val="20"/>
          <w:u w:val="none"/>
          <w:lang w:eastAsia="pt-PT"/>
        </w:rPr>
      </w:pPr>
      <w:r w:rsidRPr="00B119C5">
        <w:rPr>
          <w:rFonts w:eastAsia="MS Mincho"/>
          <w:i w:val="0"/>
          <w:noProof/>
          <w:sz w:val="20"/>
          <w:u w:val="none"/>
          <w:lang w:eastAsia="pt-PT"/>
        </w:rPr>
        <w:t xml:space="preserve">Tp doc. Entrada stock </w:t>
      </w:r>
      <w:r>
        <w:rPr>
          <w:rFonts w:eastAsia="MS Mincho"/>
          <w:i w:val="0"/>
          <w:noProof/>
          <w:sz w:val="20"/>
          <w:u w:val="none"/>
          <w:lang w:eastAsia="pt-PT"/>
        </w:rPr>
        <w:t>–</w:t>
      </w:r>
      <w:r w:rsidRPr="00B119C5">
        <w:rPr>
          <w:rFonts w:eastAsia="MS Mincho"/>
          <w:i w:val="0"/>
          <w:noProof/>
          <w:sz w:val="20"/>
          <w:u w:val="none"/>
          <w:lang w:eastAsia="pt-PT"/>
        </w:rPr>
        <w:t xml:space="preserve"> </w:t>
      </w:r>
      <w:r>
        <w:rPr>
          <w:rFonts w:eastAsia="MS Mincho"/>
          <w:b w:val="0"/>
          <w:i w:val="0"/>
          <w:noProof/>
          <w:sz w:val="20"/>
          <w:u w:val="none"/>
          <w:lang w:eastAsia="pt-PT"/>
        </w:rPr>
        <w:t>Série de documento de entrada que serve para adicionar o stock no terminal.</w:t>
      </w:r>
      <w:r w:rsidR="000513B0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Esta série deve ser marcada no terminal como documento certificado.</w:t>
      </w:r>
    </w:p>
    <w:p w:rsidR="00541499" w:rsidRDefault="00C679EA" w:rsidP="00AC21E4">
      <w:pPr>
        <w:pStyle w:val="Sub-ttulo"/>
        <w:rPr>
          <w:rFonts w:eastAsia="MS Mincho"/>
          <w:b w:val="0"/>
          <w:i w:val="0"/>
          <w:noProof/>
          <w:sz w:val="20"/>
          <w:u w:val="none"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3422015</wp:posOffset>
            </wp:positionH>
            <wp:positionV relativeFrom="paragraph">
              <wp:posOffset>48895</wp:posOffset>
            </wp:positionV>
            <wp:extent cx="2305050" cy="3067050"/>
            <wp:effectExtent l="0" t="0" r="0" b="0"/>
            <wp:wrapTight wrapText="bothSides">
              <wp:wrapPolygon edited="0">
                <wp:start x="0" y="0"/>
                <wp:lineTo x="0" y="21466"/>
                <wp:lineTo x="21421" y="21466"/>
                <wp:lineTo x="21421" y="0"/>
                <wp:lineTo x="0" y="0"/>
              </wp:wrapPolygon>
            </wp:wrapTight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21E4" w:rsidRPr="00B119C5">
        <w:rPr>
          <w:rFonts w:eastAsia="MS Mincho"/>
          <w:i w:val="0"/>
          <w:noProof/>
          <w:sz w:val="20"/>
          <w:u w:val="none"/>
          <w:lang w:eastAsia="pt-PT"/>
        </w:rPr>
        <w:t xml:space="preserve">Tp doc. saída stock </w:t>
      </w:r>
      <w:r w:rsidR="00AC21E4">
        <w:rPr>
          <w:rFonts w:eastAsia="MS Mincho"/>
          <w:b w:val="0"/>
          <w:i w:val="0"/>
          <w:noProof/>
          <w:sz w:val="20"/>
          <w:u w:val="none"/>
          <w:lang w:eastAsia="pt-PT"/>
        </w:rPr>
        <w:t>– Série de documento de saída de stock no armazém do terminal no ARTSOFT que depois é trasnferida para o terminal. No ARTSOFT, esta série deve ser marcada para não</w:t>
      </w:r>
      <w:r w:rsidR="00F73016">
        <w:rPr>
          <w:rFonts w:eastAsia="MS Mincho"/>
          <w:b w:val="0"/>
          <w:i w:val="0"/>
          <w:noProof/>
          <w:sz w:val="20"/>
          <w:u w:val="none"/>
          <w:lang w:eastAsia="pt-PT"/>
        </w:rPr>
        <w:t xml:space="preserve"> movimentar o stock e como documento certificado.</w:t>
      </w:r>
    </w:p>
    <w:p w:rsidR="00AC21E4" w:rsidRPr="00CA0EEE" w:rsidRDefault="00CA0EEE" w:rsidP="00AC21E4">
      <w:pPr>
        <w:pStyle w:val="Sub-ttulo"/>
        <w:rPr>
          <w:rFonts w:eastAsia="MS Mincho"/>
          <w:b w:val="0"/>
          <w:i w:val="0"/>
          <w:noProof/>
          <w:color w:val="0070C0"/>
          <w:sz w:val="20"/>
          <w:u w:val="none"/>
          <w:lang w:eastAsia="pt-PT"/>
        </w:rPr>
      </w:pPr>
      <w:r w:rsidRPr="00CA0EEE">
        <w:rPr>
          <w:rFonts w:eastAsia="MS Mincho"/>
          <w:i w:val="0"/>
          <w:noProof/>
          <w:color w:val="0070C0"/>
          <w:sz w:val="20"/>
          <w:u w:val="none"/>
          <w:lang w:eastAsia="pt-PT"/>
        </w:rPr>
        <w:t xml:space="preserve">Tp doc. saída stock trx arm – </w:t>
      </w:r>
      <w:r w:rsidRPr="00CA0EEE">
        <w:rPr>
          <w:rFonts w:eastAsia="MS Mincho"/>
          <w:b w:val="0"/>
          <w:i w:val="0"/>
          <w:noProof/>
          <w:color w:val="0070C0"/>
          <w:sz w:val="20"/>
          <w:u w:val="none"/>
          <w:lang w:eastAsia="pt-PT"/>
        </w:rPr>
        <w:t>Campo opcional que ainda não está a ser usado.</w:t>
      </w:r>
    </w:p>
    <w:p w:rsidR="00561926" w:rsidRPr="00CA0EEE" w:rsidRDefault="00561926">
      <w:pPr>
        <w:spacing w:after="0" w:line="240" w:lineRule="auto"/>
        <w:jc w:val="left"/>
        <w:rPr>
          <w:rFonts w:eastAsia="MS Mincho"/>
          <w:sz w:val="32"/>
          <w:szCs w:val="32"/>
        </w:rPr>
      </w:pPr>
    </w:p>
    <w:p w:rsidR="00561926" w:rsidRPr="00CA0EEE" w:rsidRDefault="00561926">
      <w:pPr>
        <w:spacing w:after="0" w:line="240" w:lineRule="auto"/>
        <w:jc w:val="left"/>
        <w:rPr>
          <w:rFonts w:eastAsia="MS Mincho"/>
          <w:sz w:val="32"/>
          <w:szCs w:val="32"/>
        </w:rPr>
      </w:pPr>
    </w:p>
    <w:p w:rsidR="00A417D6" w:rsidRPr="00CA0EEE" w:rsidRDefault="00A417D6">
      <w:pPr>
        <w:spacing w:after="0" w:line="240" w:lineRule="auto"/>
        <w:jc w:val="left"/>
        <w:rPr>
          <w:rFonts w:eastAsia="MS Mincho"/>
          <w:sz w:val="32"/>
          <w:szCs w:val="32"/>
        </w:rPr>
      </w:pPr>
      <w:r w:rsidRPr="00CA0EEE">
        <w:rPr>
          <w:rFonts w:eastAsia="MS Mincho"/>
          <w:sz w:val="32"/>
          <w:szCs w:val="32"/>
        </w:rPr>
        <w:br w:type="page"/>
      </w:r>
    </w:p>
    <w:p w:rsidR="004161C8" w:rsidRDefault="004161C8" w:rsidP="004161C8">
      <w:pPr>
        <w:pStyle w:val="Sub-ttulo"/>
        <w:outlineLvl w:val="0"/>
        <w:rPr>
          <w:rFonts w:eastAsia="MS Mincho"/>
          <w:i w:val="0"/>
          <w:noProof/>
          <w:sz w:val="32"/>
          <w:szCs w:val="32"/>
          <w:u w:val="none"/>
          <w:lang w:eastAsia="pt-PT"/>
        </w:rPr>
      </w:pPr>
      <w:bookmarkStart w:id="5" w:name="_Toc348369303"/>
      <w:r>
        <w:rPr>
          <w:rFonts w:eastAsia="MS Mincho"/>
          <w:i w:val="0"/>
          <w:noProof/>
          <w:sz w:val="32"/>
          <w:szCs w:val="32"/>
          <w:u w:val="none"/>
          <w:lang w:eastAsia="pt-PT"/>
        </w:rPr>
        <w:lastRenderedPageBreak/>
        <w:t>Funcionamento</w:t>
      </w:r>
      <w:bookmarkEnd w:id="5"/>
    </w:p>
    <w:p w:rsidR="004161C8" w:rsidRDefault="004161C8" w:rsidP="004161C8">
      <w:pPr>
        <w:pStyle w:val="Sub-ttulo"/>
        <w:outlineLvl w:val="1"/>
        <w:rPr>
          <w:rFonts w:eastAsia="MS Mincho"/>
          <w:i w:val="0"/>
          <w:noProof/>
          <w:szCs w:val="28"/>
          <w:lang w:eastAsia="pt-PT"/>
        </w:rPr>
      </w:pPr>
      <w:bookmarkStart w:id="6" w:name="_Toc348369304"/>
      <w:r w:rsidRPr="00541499">
        <w:rPr>
          <w:rFonts w:eastAsia="MS Mincho"/>
          <w:i w:val="0"/>
          <w:noProof/>
          <w:szCs w:val="28"/>
          <w:lang w:eastAsia="pt-PT"/>
        </w:rPr>
        <w:t>Controlo de stock por cumulação</w:t>
      </w:r>
      <w:bookmarkEnd w:id="6"/>
    </w:p>
    <w:p w:rsidR="00FC1DB4" w:rsidRPr="00FC1DB4" w:rsidRDefault="00FC1DB4" w:rsidP="00822FC4">
      <w:pPr>
        <w:pStyle w:val="Cabealho3"/>
        <w:rPr>
          <w:rFonts w:ascii="Trebuchet MS" w:eastAsia="MS Mincho" w:hAnsi="Trebuchet MS"/>
          <w:b w:val="0"/>
          <w:color w:val="auto"/>
        </w:rPr>
      </w:pPr>
      <w:bookmarkStart w:id="7" w:name="_Toc348369305"/>
      <w:r>
        <w:rPr>
          <w:rFonts w:ascii="Trebuchet MS" w:eastAsia="MS Mincho" w:hAnsi="Trebuchet MS"/>
          <w:b w:val="0"/>
          <w:color w:val="auto"/>
        </w:rPr>
        <w:t xml:space="preserve">O controlo de </w:t>
      </w:r>
      <w:proofErr w:type="gramStart"/>
      <w:r>
        <w:rPr>
          <w:rFonts w:ascii="Trebuchet MS" w:eastAsia="MS Mincho" w:hAnsi="Trebuchet MS"/>
          <w:b w:val="0"/>
          <w:color w:val="auto"/>
        </w:rPr>
        <w:t>stock</w:t>
      </w:r>
      <w:proofErr w:type="gramEnd"/>
      <w:r>
        <w:rPr>
          <w:rFonts w:ascii="Trebuchet MS" w:eastAsia="MS Mincho" w:hAnsi="Trebuchet MS"/>
          <w:b w:val="0"/>
          <w:color w:val="auto"/>
        </w:rPr>
        <w:t xml:space="preserve"> pode ser diário ou cumulativo. Existe um documento de entrada para adicionar o </w:t>
      </w:r>
      <w:proofErr w:type="gramStart"/>
      <w:r>
        <w:rPr>
          <w:rFonts w:ascii="Trebuchet MS" w:eastAsia="MS Mincho" w:hAnsi="Trebuchet MS"/>
          <w:b w:val="0"/>
          <w:color w:val="auto"/>
        </w:rPr>
        <w:t>stock</w:t>
      </w:r>
      <w:proofErr w:type="gramEnd"/>
      <w:r>
        <w:rPr>
          <w:rFonts w:ascii="Trebuchet MS" w:eastAsia="MS Mincho" w:hAnsi="Trebuchet MS"/>
          <w:b w:val="0"/>
          <w:color w:val="auto"/>
        </w:rPr>
        <w:t xml:space="preserve"> no terminal e um por fim deve ser criado um documento de saída para transferir para o ARTSOFT o stock remanescente no terminal.</w:t>
      </w:r>
    </w:p>
    <w:p w:rsidR="00822FC4" w:rsidRDefault="00822FC4" w:rsidP="00822FC4">
      <w:pPr>
        <w:pStyle w:val="Cabealho3"/>
        <w:rPr>
          <w:rFonts w:ascii="Trebuchet MS" w:eastAsia="MS Mincho" w:hAnsi="Trebuchet MS"/>
          <w:color w:val="auto"/>
          <w:sz w:val="24"/>
          <w:szCs w:val="24"/>
        </w:rPr>
      </w:pPr>
      <w:r w:rsidRPr="000513B0">
        <w:rPr>
          <w:rFonts w:ascii="Trebuchet MS" w:eastAsia="MS Mincho" w:hAnsi="Trebuchet MS"/>
          <w:color w:val="auto"/>
          <w:sz w:val="24"/>
          <w:szCs w:val="24"/>
        </w:rPr>
        <w:t xml:space="preserve">Adicionar </w:t>
      </w:r>
      <w:proofErr w:type="gramStart"/>
      <w:r w:rsidRPr="000513B0">
        <w:rPr>
          <w:rFonts w:ascii="Trebuchet MS" w:eastAsia="MS Mincho" w:hAnsi="Trebuchet MS"/>
          <w:color w:val="auto"/>
          <w:sz w:val="24"/>
          <w:szCs w:val="24"/>
        </w:rPr>
        <w:t>stock(Utilitários-</w:t>
      </w:r>
      <w:proofErr w:type="gramEnd"/>
      <w:r w:rsidRPr="000513B0">
        <w:rPr>
          <w:rFonts w:ascii="Trebuchet MS" w:eastAsia="MS Mincho" w:hAnsi="Trebuchet MS"/>
          <w:color w:val="auto"/>
          <w:sz w:val="24"/>
          <w:szCs w:val="24"/>
        </w:rPr>
        <w:t>&gt;Sincronização-&gt;Doc. Stock)</w:t>
      </w:r>
      <w:bookmarkEnd w:id="7"/>
    </w:p>
    <w:p w:rsidR="00822FC4" w:rsidRDefault="00822FC4" w:rsidP="00822FC4">
      <w:pPr>
        <w:rPr>
          <w:rFonts w:eastAsia="MS Mincho"/>
        </w:rPr>
      </w:pPr>
      <w:r>
        <w:rPr>
          <w:rFonts w:eastAsia="MS Mincho"/>
        </w:rPr>
        <w:t xml:space="preserve">A qualquer momento pode-se adicionar </w:t>
      </w:r>
      <w:proofErr w:type="gramStart"/>
      <w:r>
        <w:rPr>
          <w:rFonts w:eastAsia="MS Mincho"/>
        </w:rPr>
        <w:t>stock</w:t>
      </w:r>
      <w:proofErr w:type="gramEnd"/>
      <w:r>
        <w:rPr>
          <w:rFonts w:eastAsia="MS Mincho"/>
        </w:rPr>
        <w:t xml:space="preserve"> ao já existente. Para isso, deve-se inserir o número de documento referente a série </w:t>
      </w:r>
      <w:proofErr w:type="spellStart"/>
      <w:r>
        <w:rPr>
          <w:rFonts w:eastAsia="MS Mincho"/>
        </w:rPr>
        <w:t>Exxx</w:t>
      </w:r>
      <w:proofErr w:type="spellEnd"/>
      <w:r>
        <w:rPr>
          <w:rFonts w:eastAsia="MS Mincho"/>
        </w:rPr>
        <w:t xml:space="preserve"> definida nas configurações.</w:t>
      </w:r>
    </w:p>
    <w:p w:rsidR="00822FC4" w:rsidRDefault="00822FC4" w:rsidP="00822FC4">
      <w:pPr>
        <w:pStyle w:val="Cabealho3"/>
        <w:rPr>
          <w:rFonts w:ascii="Trebuchet MS" w:eastAsia="MS Mincho" w:hAnsi="Trebuchet MS"/>
          <w:color w:val="auto"/>
          <w:sz w:val="24"/>
          <w:szCs w:val="24"/>
        </w:rPr>
      </w:pPr>
      <w:bookmarkStart w:id="8" w:name="_Toc348369306"/>
      <w:proofErr w:type="spellStart"/>
      <w:r w:rsidRPr="00822FC4">
        <w:rPr>
          <w:rFonts w:ascii="Trebuchet MS" w:eastAsia="MS Mincho" w:hAnsi="Trebuchet MS"/>
          <w:color w:val="auto"/>
          <w:sz w:val="24"/>
          <w:szCs w:val="24"/>
        </w:rPr>
        <w:t>Doc</w:t>
      </w:r>
      <w:proofErr w:type="spellEnd"/>
      <w:r w:rsidRPr="00822FC4">
        <w:rPr>
          <w:rFonts w:ascii="Trebuchet MS" w:eastAsia="MS Mincho" w:hAnsi="Trebuchet MS"/>
          <w:color w:val="auto"/>
          <w:sz w:val="24"/>
          <w:szCs w:val="24"/>
        </w:rPr>
        <w:t xml:space="preserve"> de saída de </w:t>
      </w:r>
      <w:proofErr w:type="gramStart"/>
      <w:r w:rsidRPr="00822FC4">
        <w:rPr>
          <w:rFonts w:ascii="Trebuchet MS" w:eastAsia="MS Mincho" w:hAnsi="Trebuchet MS"/>
          <w:color w:val="auto"/>
          <w:sz w:val="24"/>
          <w:szCs w:val="24"/>
        </w:rPr>
        <w:t>stock</w:t>
      </w:r>
      <w:bookmarkEnd w:id="8"/>
      <w:proofErr w:type="gramEnd"/>
    </w:p>
    <w:p w:rsidR="00822FC4" w:rsidRDefault="00822FC4" w:rsidP="00822FC4">
      <w:pPr>
        <w:rPr>
          <w:rFonts w:eastAsia="MS Mincho"/>
        </w:rPr>
      </w:pPr>
      <w:r>
        <w:rPr>
          <w:rFonts w:eastAsia="MS Mincho"/>
        </w:rPr>
        <w:t>O documento de saída de stock é o documento que</w:t>
      </w:r>
      <w:r w:rsidR="00E449CD">
        <w:rPr>
          <w:rFonts w:eastAsia="MS Mincho"/>
        </w:rPr>
        <w:t xml:space="preserve"> é criado com o stock existente no </w:t>
      </w:r>
      <w:proofErr w:type="spellStart"/>
      <w:r w:rsidR="00E449CD">
        <w:rPr>
          <w:rFonts w:eastAsia="MS Mincho"/>
        </w:rPr>
        <w:t>terminal.Depois</w:t>
      </w:r>
      <w:proofErr w:type="spellEnd"/>
      <w:r w:rsidR="00E449CD">
        <w:rPr>
          <w:rFonts w:eastAsia="MS Mincho"/>
        </w:rPr>
        <w:t xml:space="preserve"> de criado, o</w:t>
      </w:r>
      <w:r>
        <w:rPr>
          <w:rFonts w:eastAsia="MS Mincho"/>
        </w:rPr>
        <w:t xml:space="preserve"> stock do terminal </w:t>
      </w:r>
      <w:r w:rsidR="00E449CD">
        <w:rPr>
          <w:rFonts w:eastAsia="MS Mincho"/>
        </w:rPr>
        <w:t>pass</w:t>
      </w:r>
      <w:r>
        <w:rPr>
          <w:rFonts w:eastAsia="MS Mincho"/>
        </w:rPr>
        <w:t xml:space="preserve">a </w:t>
      </w:r>
      <w:proofErr w:type="gramStart"/>
      <w:r w:rsidR="00761A33">
        <w:rPr>
          <w:rFonts w:eastAsia="MS Mincho"/>
        </w:rPr>
        <w:t>à</w:t>
      </w:r>
      <w:proofErr w:type="gramEnd"/>
      <w:r w:rsidR="00761A33">
        <w:rPr>
          <w:rFonts w:eastAsia="MS Mincho"/>
        </w:rPr>
        <w:t xml:space="preserve"> </w:t>
      </w:r>
      <w:bookmarkStart w:id="9" w:name="_GoBack"/>
      <w:bookmarkEnd w:id="9"/>
      <w:r>
        <w:rPr>
          <w:rFonts w:eastAsia="MS Mincho"/>
        </w:rPr>
        <w:t>zeros. Esse documento pode ser criado de duas formas:</w:t>
      </w:r>
    </w:p>
    <w:p w:rsidR="00822FC4" w:rsidRDefault="00822FC4" w:rsidP="00822FC4">
      <w:pPr>
        <w:pStyle w:val="PargrafodaLista"/>
        <w:numPr>
          <w:ilvl w:val="0"/>
          <w:numId w:val="28"/>
        </w:numPr>
        <w:rPr>
          <w:rFonts w:eastAsia="MS Mincho"/>
        </w:rPr>
      </w:pPr>
      <w:r>
        <w:rPr>
          <w:rFonts w:eastAsia="MS Mincho"/>
        </w:rPr>
        <w:t xml:space="preserve">No menu de visualização de </w:t>
      </w:r>
      <w:proofErr w:type="gramStart"/>
      <w:r>
        <w:rPr>
          <w:rFonts w:eastAsia="MS Mincho"/>
        </w:rPr>
        <w:t>artigos(Separador</w:t>
      </w:r>
      <w:proofErr w:type="gramEnd"/>
      <w:r>
        <w:rPr>
          <w:rFonts w:eastAsia="MS Mincho"/>
        </w:rPr>
        <w:t xml:space="preserve"> Artigos-&gt;Artigos-&gt;Opções-&gt;Criar doc. saída stock)</w:t>
      </w:r>
    </w:p>
    <w:p w:rsidR="00822FC4" w:rsidRPr="00822FC4" w:rsidRDefault="00822FC4" w:rsidP="00822FC4">
      <w:pPr>
        <w:pStyle w:val="PargrafodaLista"/>
        <w:numPr>
          <w:ilvl w:val="0"/>
          <w:numId w:val="28"/>
        </w:numPr>
        <w:rPr>
          <w:rFonts w:eastAsia="MS Mincho"/>
        </w:rPr>
      </w:pPr>
      <w:r>
        <w:rPr>
          <w:rFonts w:eastAsia="MS Mincho"/>
        </w:rPr>
        <w:t xml:space="preserve">Ao </w:t>
      </w:r>
      <w:proofErr w:type="spellStart"/>
      <w:r>
        <w:rPr>
          <w:rFonts w:eastAsia="MS Mincho"/>
        </w:rPr>
        <w:t>efetuar</w:t>
      </w:r>
      <w:proofErr w:type="spellEnd"/>
      <w:r>
        <w:rPr>
          <w:rFonts w:eastAsia="MS Mincho"/>
        </w:rPr>
        <w:t xml:space="preserve"> a exportação automática de </w:t>
      </w:r>
      <w:proofErr w:type="gramStart"/>
      <w:r>
        <w:rPr>
          <w:rFonts w:eastAsia="MS Mincho"/>
        </w:rPr>
        <w:t>documentos(Separador</w:t>
      </w:r>
      <w:proofErr w:type="gramEnd"/>
      <w:r>
        <w:rPr>
          <w:rFonts w:eastAsia="MS Mincho"/>
        </w:rPr>
        <w:t xml:space="preserve"> Utilitários-&gt;Sincronização-&gt;Separador Sincronização automática-&gt;Exportar).</w:t>
      </w:r>
    </w:p>
    <w:p w:rsidR="004161C8" w:rsidRDefault="004161C8" w:rsidP="004161C8">
      <w:pPr>
        <w:pStyle w:val="Sub-ttulo"/>
        <w:outlineLvl w:val="1"/>
        <w:rPr>
          <w:rFonts w:eastAsia="MS Mincho"/>
          <w:i w:val="0"/>
          <w:noProof/>
          <w:szCs w:val="28"/>
          <w:lang w:eastAsia="pt-PT"/>
        </w:rPr>
      </w:pPr>
      <w:bookmarkStart w:id="10" w:name="_Toc348369307"/>
      <w:r>
        <w:rPr>
          <w:rFonts w:eastAsia="MS Mincho"/>
          <w:i w:val="0"/>
          <w:noProof/>
          <w:szCs w:val="28"/>
          <w:lang w:eastAsia="pt-PT"/>
        </w:rPr>
        <w:t>Controlo de stock por sincronização de armazém</w:t>
      </w:r>
      <w:bookmarkEnd w:id="10"/>
    </w:p>
    <w:p w:rsidR="00B2573C" w:rsidRDefault="00FC1DB4" w:rsidP="00FC1DB4">
      <w:pPr>
        <w:rPr>
          <w:rFonts w:eastAsia="MS Mincho"/>
        </w:rPr>
      </w:pPr>
      <w:bookmarkStart w:id="11" w:name="_Toc348369308"/>
      <w:r>
        <w:rPr>
          <w:rFonts w:eastAsia="MS Mincho"/>
        </w:rPr>
        <w:t xml:space="preserve">Existe um documento de entrada para adicionar o </w:t>
      </w:r>
      <w:proofErr w:type="gramStart"/>
      <w:r>
        <w:rPr>
          <w:rFonts w:eastAsia="MS Mincho"/>
        </w:rPr>
        <w:t>stock</w:t>
      </w:r>
      <w:proofErr w:type="gramEnd"/>
      <w:r>
        <w:rPr>
          <w:rFonts w:eastAsia="MS Mincho"/>
        </w:rPr>
        <w:t xml:space="preserve"> no terminal. </w:t>
      </w:r>
      <w:r w:rsidR="00B2573C">
        <w:rPr>
          <w:rFonts w:eastAsia="MS Mincho"/>
        </w:rPr>
        <w:t xml:space="preserve">O documento de saída definido nas configurações serve apenas para ser usado no ARTSOFT como documento que depois será usado para adicionar o </w:t>
      </w:r>
      <w:proofErr w:type="gramStart"/>
      <w:r w:rsidR="00B2573C">
        <w:rPr>
          <w:rFonts w:eastAsia="MS Mincho"/>
        </w:rPr>
        <w:t>stock</w:t>
      </w:r>
      <w:proofErr w:type="gramEnd"/>
      <w:r w:rsidR="00B2573C">
        <w:rPr>
          <w:rFonts w:eastAsia="MS Mincho"/>
        </w:rPr>
        <w:t xml:space="preserve"> no </w:t>
      </w:r>
      <w:proofErr w:type="spellStart"/>
      <w:r w:rsidR="00B2573C">
        <w:rPr>
          <w:rFonts w:eastAsia="MS Mincho"/>
        </w:rPr>
        <w:t>terminal.Quando</w:t>
      </w:r>
      <w:proofErr w:type="spellEnd"/>
      <w:r w:rsidR="00B2573C">
        <w:rPr>
          <w:rFonts w:eastAsia="MS Mincho"/>
        </w:rPr>
        <w:t xml:space="preserve"> esse documento é transferido para o terminal, o mesmo é transformado no documento de entrada também definido nas configurações.</w:t>
      </w:r>
    </w:p>
    <w:p w:rsidR="00FC1DB4" w:rsidRPr="00FC1DB4" w:rsidRDefault="00FC1DB4" w:rsidP="00FC1DB4">
      <w:pPr>
        <w:rPr>
          <w:rFonts w:eastAsia="MS Mincho"/>
        </w:rPr>
      </w:pPr>
      <w:r>
        <w:rPr>
          <w:rFonts w:eastAsia="MS Mincho"/>
        </w:rPr>
        <w:t xml:space="preserve">Ao transferir dos </w:t>
      </w:r>
      <w:proofErr w:type="gramStart"/>
      <w:r>
        <w:rPr>
          <w:rFonts w:eastAsia="MS Mincho"/>
        </w:rPr>
        <w:t>documentos</w:t>
      </w:r>
      <w:r w:rsidR="00B2573C">
        <w:rPr>
          <w:rFonts w:eastAsia="MS Mincho"/>
        </w:rPr>
        <w:t>(</w:t>
      </w:r>
      <w:proofErr w:type="spellStart"/>
      <w:r w:rsidR="00B2573C">
        <w:rPr>
          <w:rFonts w:eastAsia="MS Mincho"/>
        </w:rPr>
        <w:t>Vxxx</w:t>
      </w:r>
      <w:proofErr w:type="gramEnd"/>
      <w:r w:rsidR="00B2573C">
        <w:rPr>
          <w:rFonts w:eastAsia="MS Mincho"/>
        </w:rPr>
        <w:t>,Sxxx</w:t>
      </w:r>
      <w:proofErr w:type="spellEnd"/>
      <w:r w:rsidR="00B2573C">
        <w:rPr>
          <w:rFonts w:eastAsia="MS Mincho"/>
        </w:rPr>
        <w:t>)</w:t>
      </w:r>
      <w:r>
        <w:rPr>
          <w:rFonts w:eastAsia="MS Mincho"/>
        </w:rPr>
        <w:t xml:space="preserve"> do terminal para o ARTSOFT, os armazéns do ARTSOFT e do terminal ficam sincronizados.</w:t>
      </w:r>
    </w:p>
    <w:p w:rsidR="000513B0" w:rsidRPr="000513B0" w:rsidRDefault="0025467A" w:rsidP="000513B0">
      <w:pPr>
        <w:pStyle w:val="Cabealho3"/>
        <w:rPr>
          <w:rFonts w:ascii="Trebuchet MS" w:eastAsia="MS Mincho" w:hAnsi="Trebuchet MS"/>
          <w:color w:val="auto"/>
          <w:sz w:val="24"/>
          <w:szCs w:val="24"/>
        </w:rPr>
      </w:pPr>
      <w:r w:rsidRPr="000513B0">
        <w:rPr>
          <w:rFonts w:ascii="Trebuchet MS" w:eastAsia="MS Mincho" w:hAnsi="Trebuchet MS"/>
          <w:color w:val="auto"/>
          <w:sz w:val="24"/>
          <w:szCs w:val="24"/>
        </w:rPr>
        <w:t xml:space="preserve">Adicionar </w:t>
      </w:r>
      <w:proofErr w:type="gramStart"/>
      <w:r w:rsidRPr="000513B0">
        <w:rPr>
          <w:rFonts w:ascii="Trebuchet MS" w:eastAsia="MS Mincho" w:hAnsi="Trebuchet MS"/>
          <w:color w:val="auto"/>
          <w:sz w:val="24"/>
          <w:szCs w:val="24"/>
        </w:rPr>
        <w:t>stock(Utilitários-</w:t>
      </w:r>
      <w:proofErr w:type="gramEnd"/>
      <w:r w:rsidRPr="000513B0">
        <w:rPr>
          <w:rFonts w:ascii="Trebuchet MS" w:eastAsia="MS Mincho" w:hAnsi="Trebuchet MS"/>
          <w:color w:val="auto"/>
          <w:sz w:val="24"/>
          <w:szCs w:val="24"/>
        </w:rPr>
        <w:t>&gt;Sincronização-&gt;Doc. Stock)</w:t>
      </w:r>
      <w:bookmarkEnd w:id="11"/>
    </w:p>
    <w:p w:rsidR="00840968" w:rsidRDefault="0025467A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t xml:space="preserve">Só é possível adicionar o </w:t>
      </w:r>
      <w:proofErr w:type="gramStart"/>
      <w:r>
        <w:rPr>
          <w:rFonts w:eastAsia="MS Mincho"/>
        </w:rPr>
        <w:t>stock</w:t>
      </w:r>
      <w:proofErr w:type="gramEnd"/>
      <w:r>
        <w:rPr>
          <w:rFonts w:eastAsia="MS Mincho"/>
        </w:rPr>
        <w:t xml:space="preserve"> se não houver documentos por transferir. O único documento que pode existir é o que foi usado para adicionar o </w:t>
      </w:r>
      <w:proofErr w:type="gramStart"/>
      <w:r>
        <w:rPr>
          <w:rFonts w:eastAsia="MS Mincho"/>
        </w:rPr>
        <w:t>stock(</w:t>
      </w:r>
      <w:proofErr w:type="spellStart"/>
      <w:r>
        <w:rPr>
          <w:rFonts w:eastAsia="MS Mincho"/>
        </w:rPr>
        <w:t>Exxx</w:t>
      </w:r>
      <w:proofErr w:type="spellEnd"/>
      <w:proofErr w:type="gramEnd"/>
      <w:r w:rsidR="000513B0">
        <w:rPr>
          <w:rFonts w:eastAsia="MS Mincho"/>
        </w:rPr>
        <w:t xml:space="preserve"> que está definido nas configurações</w:t>
      </w:r>
      <w:r>
        <w:rPr>
          <w:rFonts w:eastAsia="MS Mincho"/>
        </w:rPr>
        <w:t>)</w:t>
      </w:r>
      <w:r w:rsidR="000513B0">
        <w:rPr>
          <w:rFonts w:eastAsia="MS Mincho"/>
        </w:rPr>
        <w:t xml:space="preserve">. </w:t>
      </w:r>
    </w:p>
    <w:p w:rsidR="00840968" w:rsidRDefault="00840968">
      <w:pPr>
        <w:spacing w:after="0" w:line="240" w:lineRule="auto"/>
        <w:jc w:val="left"/>
        <w:rPr>
          <w:rFonts w:eastAsia="MS Mincho"/>
        </w:rPr>
      </w:pPr>
    </w:p>
    <w:p w:rsidR="000513B0" w:rsidRDefault="000513B0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t xml:space="preserve">Ao importar o </w:t>
      </w:r>
      <w:proofErr w:type="gramStart"/>
      <w:r>
        <w:rPr>
          <w:rFonts w:eastAsia="MS Mincho"/>
        </w:rPr>
        <w:t>stock</w:t>
      </w:r>
      <w:proofErr w:type="gramEnd"/>
      <w:r>
        <w:rPr>
          <w:rFonts w:eastAsia="MS Mincho"/>
        </w:rPr>
        <w:t xml:space="preserve">, o documento </w:t>
      </w:r>
      <w:proofErr w:type="spellStart"/>
      <w:r>
        <w:rPr>
          <w:rFonts w:eastAsia="MS Mincho"/>
        </w:rPr>
        <w:t>Exxx</w:t>
      </w:r>
      <w:proofErr w:type="spellEnd"/>
      <w:r>
        <w:rPr>
          <w:rFonts w:eastAsia="MS Mincho"/>
        </w:rPr>
        <w:t xml:space="preserve"> existente no terminal é eliminado, o stock é colocado a zeros e de seguida o documento </w:t>
      </w:r>
      <w:proofErr w:type="spellStart"/>
      <w:r>
        <w:rPr>
          <w:rFonts w:eastAsia="MS Mincho"/>
        </w:rPr>
        <w:t>Sxxx</w:t>
      </w:r>
      <w:proofErr w:type="spellEnd"/>
      <w:r>
        <w:rPr>
          <w:rFonts w:eastAsia="MS Mincho"/>
        </w:rPr>
        <w:t xml:space="preserve"> transferido do ARTSOFT é transformado no </w:t>
      </w:r>
      <w:proofErr w:type="spellStart"/>
      <w:r>
        <w:rPr>
          <w:rFonts w:eastAsia="MS Mincho"/>
        </w:rPr>
        <w:t>Exxx</w:t>
      </w:r>
      <w:proofErr w:type="spellEnd"/>
      <w:r>
        <w:rPr>
          <w:rFonts w:eastAsia="MS Mincho"/>
        </w:rPr>
        <w:t>/</w:t>
      </w:r>
      <w:proofErr w:type="spellStart"/>
      <w:r>
        <w:rPr>
          <w:rFonts w:eastAsia="MS Mincho"/>
        </w:rPr>
        <w:t>yyy</w:t>
      </w:r>
      <w:proofErr w:type="spellEnd"/>
      <w:r>
        <w:rPr>
          <w:rFonts w:eastAsia="MS Mincho"/>
        </w:rPr>
        <w:t xml:space="preserve"> em que o </w:t>
      </w:r>
      <w:proofErr w:type="spellStart"/>
      <w:r>
        <w:rPr>
          <w:rFonts w:eastAsia="MS Mincho"/>
        </w:rPr>
        <w:t>Exxx</w:t>
      </w:r>
      <w:proofErr w:type="spellEnd"/>
      <w:r>
        <w:rPr>
          <w:rFonts w:eastAsia="MS Mincho"/>
        </w:rPr>
        <w:t xml:space="preserve"> movimenta stock e o </w:t>
      </w:r>
      <w:proofErr w:type="spellStart"/>
      <w:r>
        <w:rPr>
          <w:rFonts w:eastAsia="MS Mincho"/>
        </w:rPr>
        <w:t>yyy</w:t>
      </w:r>
      <w:proofErr w:type="spellEnd"/>
      <w:r>
        <w:rPr>
          <w:rFonts w:eastAsia="MS Mincho"/>
        </w:rPr>
        <w:t xml:space="preserve"> é o número do documento </w:t>
      </w:r>
      <w:proofErr w:type="spellStart"/>
      <w:r>
        <w:rPr>
          <w:rFonts w:eastAsia="MS Mincho"/>
        </w:rPr>
        <w:t>Sxxx</w:t>
      </w:r>
      <w:proofErr w:type="spellEnd"/>
      <w:r>
        <w:rPr>
          <w:rFonts w:eastAsia="MS Mincho"/>
        </w:rPr>
        <w:t>.</w:t>
      </w:r>
    </w:p>
    <w:p w:rsidR="00840968" w:rsidRDefault="00840968">
      <w:pPr>
        <w:spacing w:after="0" w:line="240" w:lineRule="auto"/>
        <w:jc w:val="left"/>
        <w:rPr>
          <w:rFonts w:eastAsia="MS Mincho"/>
        </w:rPr>
      </w:pPr>
    </w:p>
    <w:p w:rsidR="00840968" w:rsidRDefault="00840968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t xml:space="preserve">Ao transferir todos os documentos do terminal para o ARTSOFT, o </w:t>
      </w:r>
      <w:proofErr w:type="gramStart"/>
      <w:r>
        <w:rPr>
          <w:rFonts w:eastAsia="MS Mincho"/>
        </w:rPr>
        <w:t>stock</w:t>
      </w:r>
      <w:proofErr w:type="gramEnd"/>
      <w:r>
        <w:rPr>
          <w:rFonts w:eastAsia="MS Mincho"/>
        </w:rPr>
        <w:t xml:space="preserve"> do terminal e o do armazém do terminal no ARTSOFT ficam sincronizados.</w:t>
      </w:r>
    </w:p>
    <w:p w:rsidR="008D4D2F" w:rsidRDefault="008D4D2F">
      <w:pPr>
        <w:spacing w:after="0" w:line="240" w:lineRule="auto"/>
        <w:jc w:val="left"/>
        <w:rPr>
          <w:rFonts w:eastAsia="MS Mincho"/>
        </w:rPr>
      </w:pPr>
    </w:p>
    <w:p w:rsidR="00840968" w:rsidRPr="008D4D2F" w:rsidRDefault="008D4D2F" w:rsidP="008D4D2F">
      <w:pPr>
        <w:pStyle w:val="Cabealho3"/>
        <w:rPr>
          <w:rFonts w:ascii="Trebuchet MS" w:eastAsia="MS Mincho" w:hAnsi="Trebuchet MS"/>
          <w:color w:val="auto"/>
          <w:sz w:val="24"/>
          <w:szCs w:val="24"/>
        </w:rPr>
      </w:pPr>
      <w:bookmarkStart w:id="12" w:name="_Toc348369309"/>
      <w:r w:rsidRPr="008D4D2F">
        <w:rPr>
          <w:rFonts w:ascii="Trebuchet MS" w:eastAsia="MS Mincho" w:hAnsi="Trebuchet MS"/>
          <w:color w:val="auto"/>
          <w:sz w:val="24"/>
          <w:szCs w:val="24"/>
        </w:rPr>
        <w:t xml:space="preserve">Limpar o </w:t>
      </w:r>
      <w:proofErr w:type="gramStart"/>
      <w:r w:rsidRPr="008D4D2F">
        <w:rPr>
          <w:rFonts w:ascii="Trebuchet MS" w:eastAsia="MS Mincho" w:hAnsi="Trebuchet MS"/>
          <w:color w:val="auto"/>
          <w:sz w:val="24"/>
          <w:szCs w:val="24"/>
        </w:rPr>
        <w:t>stock</w:t>
      </w:r>
      <w:r>
        <w:rPr>
          <w:rFonts w:ascii="Trebuchet MS" w:eastAsia="MS Mincho" w:hAnsi="Trebuchet MS"/>
          <w:color w:val="auto"/>
          <w:sz w:val="24"/>
          <w:szCs w:val="24"/>
        </w:rPr>
        <w:t>(Separador</w:t>
      </w:r>
      <w:proofErr w:type="gramEnd"/>
      <w:r>
        <w:rPr>
          <w:rFonts w:ascii="Trebuchet MS" w:eastAsia="MS Mincho" w:hAnsi="Trebuchet MS"/>
          <w:color w:val="auto"/>
          <w:sz w:val="24"/>
          <w:szCs w:val="24"/>
        </w:rPr>
        <w:t xml:space="preserve"> Utilitários-&gt;Consolidação-&gt;Limpar Stock)</w:t>
      </w:r>
      <w:bookmarkEnd w:id="12"/>
    </w:p>
    <w:p w:rsidR="00840968" w:rsidRPr="008D4D2F" w:rsidRDefault="008D4D2F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t xml:space="preserve">Este botão aparece apenas quando este modo de controlo de </w:t>
      </w:r>
      <w:proofErr w:type="gramStart"/>
      <w:r>
        <w:rPr>
          <w:rFonts w:eastAsia="MS Mincho"/>
        </w:rPr>
        <w:t>stock</w:t>
      </w:r>
      <w:proofErr w:type="gramEnd"/>
      <w:r>
        <w:rPr>
          <w:rFonts w:eastAsia="MS Mincho"/>
        </w:rPr>
        <w:t xml:space="preserve"> está </w:t>
      </w:r>
      <w:proofErr w:type="spellStart"/>
      <w:r>
        <w:rPr>
          <w:rFonts w:eastAsia="MS Mincho"/>
        </w:rPr>
        <w:t>ativo</w:t>
      </w:r>
      <w:proofErr w:type="spellEnd"/>
      <w:r>
        <w:rPr>
          <w:rFonts w:eastAsia="MS Mincho"/>
        </w:rPr>
        <w:t xml:space="preserve">. Só é possível limpar o </w:t>
      </w:r>
      <w:proofErr w:type="gramStart"/>
      <w:r>
        <w:rPr>
          <w:rFonts w:eastAsia="MS Mincho"/>
        </w:rPr>
        <w:t>stock</w:t>
      </w:r>
      <w:proofErr w:type="gramEnd"/>
      <w:r>
        <w:rPr>
          <w:rFonts w:eastAsia="MS Mincho"/>
        </w:rPr>
        <w:t xml:space="preserve"> se não houver documentos por enviar.</w:t>
      </w:r>
    </w:p>
    <w:p w:rsidR="000513B0" w:rsidRDefault="000513B0">
      <w:pPr>
        <w:spacing w:after="0" w:line="240" w:lineRule="auto"/>
        <w:jc w:val="left"/>
        <w:rPr>
          <w:rFonts w:eastAsia="MS Mincho"/>
          <w:b/>
          <w:sz w:val="32"/>
          <w:szCs w:val="32"/>
        </w:rPr>
      </w:pPr>
      <w:r>
        <w:rPr>
          <w:rFonts w:eastAsia="MS Mincho"/>
          <w:b/>
          <w:sz w:val="32"/>
          <w:szCs w:val="32"/>
        </w:rPr>
        <w:br w:type="page"/>
      </w:r>
    </w:p>
    <w:p w:rsidR="004E3626" w:rsidRPr="008A7B15" w:rsidRDefault="008A7B15" w:rsidP="00DE28A9">
      <w:pPr>
        <w:spacing w:after="0" w:line="240" w:lineRule="auto"/>
        <w:jc w:val="left"/>
        <w:rPr>
          <w:rFonts w:eastAsia="MS Mincho"/>
          <w:sz w:val="32"/>
          <w:szCs w:val="32"/>
        </w:rPr>
      </w:pPr>
      <w:r w:rsidRPr="008A7B15">
        <w:rPr>
          <w:rFonts w:eastAsia="MS Mincho"/>
          <w:sz w:val="32"/>
          <w:szCs w:val="32"/>
        </w:rPr>
        <w:lastRenderedPageBreak/>
        <w:t>Controlo de versões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7"/>
        <w:gridCol w:w="1718"/>
        <w:gridCol w:w="5847"/>
      </w:tblGrid>
      <w:tr w:rsidR="008A7B15" w:rsidRPr="008A7B15" w:rsidTr="00A417D6">
        <w:trPr>
          <w:jc w:val="center"/>
        </w:trPr>
        <w:tc>
          <w:tcPr>
            <w:tcW w:w="1677" w:type="dxa"/>
            <w:shd w:val="clear" w:color="auto" w:fill="D9D9D9"/>
          </w:tcPr>
          <w:p w:rsidR="008A7B15" w:rsidRPr="008A7B15" w:rsidRDefault="008A7B15" w:rsidP="00BB614F">
            <w:pPr>
              <w:jc w:val="center"/>
              <w:rPr>
                <w:rFonts w:cs="Arial"/>
                <w:sz w:val="24"/>
              </w:rPr>
            </w:pPr>
            <w:r w:rsidRPr="008A7B15">
              <w:rPr>
                <w:rFonts w:cs="Arial"/>
                <w:sz w:val="24"/>
              </w:rPr>
              <w:t>Data</w:t>
            </w:r>
          </w:p>
        </w:tc>
        <w:tc>
          <w:tcPr>
            <w:tcW w:w="1718" w:type="dxa"/>
            <w:shd w:val="clear" w:color="auto" w:fill="D9D9D9"/>
          </w:tcPr>
          <w:p w:rsidR="008A7B15" w:rsidRPr="008A7B15" w:rsidRDefault="008A7B15" w:rsidP="00BB614F">
            <w:pPr>
              <w:jc w:val="center"/>
              <w:rPr>
                <w:rFonts w:cs="Arial"/>
                <w:sz w:val="24"/>
              </w:rPr>
            </w:pPr>
            <w:r w:rsidRPr="008A7B15">
              <w:rPr>
                <w:rFonts w:cs="Arial"/>
                <w:sz w:val="24"/>
              </w:rPr>
              <w:t>Utilizador</w:t>
            </w:r>
          </w:p>
        </w:tc>
        <w:tc>
          <w:tcPr>
            <w:tcW w:w="5847" w:type="dxa"/>
            <w:shd w:val="clear" w:color="auto" w:fill="D9D9D9"/>
          </w:tcPr>
          <w:p w:rsidR="008A7B15" w:rsidRPr="008A7B15" w:rsidRDefault="008A7B15" w:rsidP="00BB614F">
            <w:pPr>
              <w:jc w:val="center"/>
              <w:rPr>
                <w:rFonts w:cs="Arial"/>
                <w:sz w:val="24"/>
              </w:rPr>
            </w:pPr>
            <w:r w:rsidRPr="008A7B15">
              <w:rPr>
                <w:rFonts w:cs="Arial"/>
                <w:sz w:val="24"/>
              </w:rPr>
              <w:t>Descrição</w:t>
            </w:r>
          </w:p>
        </w:tc>
      </w:tr>
      <w:tr w:rsidR="008A7B15" w:rsidRPr="008A7B15" w:rsidTr="00A417D6">
        <w:trPr>
          <w:jc w:val="center"/>
        </w:trPr>
        <w:tc>
          <w:tcPr>
            <w:tcW w:w="1677" w:type="dxa"/>
          </w:tcPr>
          <w:p w:rsidR="008A7B15" w:rsidRPr="008A7B15" w:rsidRDefault="00A417D6" w:rsidP="00A417D6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11</w:t>
            </w:r>
            <w:r w:rsidR="008A7B15" w:rsidRPr="008A7B15">
              <w:rPr>
                <w:rFonts w:cs="Arial"/>
                <w:sz w:val="24"/>
              </w:rPr>
              <w:t>.</w:t>
            </w:r>
            <w:r>
              <w:rPr>
                <w:rFonts w:cs="Arial"/>
                <w:sz w:val="24"/>
              </w:rPr>
              <w:t>02.2013</w:t>
            </w:r>
          </w:p>
        </w:tc>
        <w:tc>
          <w:tcPr>
            <w:tcW w:w="1718" w:type="dxa"/>
          </w:tcPr>
          <w:p w:rsidR="008A7B15" w:rsidRPr="008A7B15" w:rsidRDefault="008A7B15" w:rsidP="00BB614F">
            <w:pPr>
              <w:rPr>
                <w:rFonts w:cs="Arial"/>
                <w:sz w:val="24"/>
              </w:rPr>
            </w:pPr>
            <w:proofErr w:type="spellStart"/>
            <w:r w:rsidRPr="008A7B15">
              <w:rPr>
                <w:rFonts w:cs="Arial"/>
                <w:sz w:val="24"/>
              </w:rPr>
              <w:t>CeldeF</w:t>
            </w:r>
            <w:proofErr w:type="spellEnd"/>
          </w:p>
        </w:tc>
        <w:tc>
          <w:tcPr>
            <w:tcW w:w="5847" w:type="dxa"/>
          </w:tcPr>
          <w:p w:rsidR="008A7B15" w:rsidRPr="008A7B15" w:rsidRDefault="008A7B15" w:rsidP="00A417D6">
            <w:pPr>
              <w:rPr>
                <w:rFonts w:cs="Arial"/>
                <w:sz w:val="24"/>
              </w:rPr>
            </w:pPr>
            <w:r w:rsidRPr="008A7B15">
              <w:rPr>
                <w:rFonts w:cs="Arial"/>
                <w:sz w:val="24"/>
              </w:rPr>
              <w:t xml:space="preserve">Versão </w:t>
            </w:r>
            <w:r w:rsidR="00A417D6">
              <w:rPr>
                <w:rFonts w:cs="Arial"/>
                <w:sz w:val="24"/>
              </w:rPr>
              <w:t>11.06.48/11.07.012</w:t>
            </w:r>
            <w:r w:rsidRPr="008A7B15">
              <w:rPr>
                <w:rFonts w:cs="Arial"/>
                <w:sz w:val="24"/>
              </w:rPr>
              <w:t>.</w:t>
            </w:r>
          </w:p>
        </w:tc>
      </w:tr>
    </w:tbl>
    <w:p w:rsidR="00C04D43" w:rsidRDefault="00C04D43" w:rsidP="00A9023F">
      <w:pPr>
        <w:rPr>
          <w:rFonts w:eastAsia="MS Mincho"/>
        </w:rPr>
      </w:pPr>
    </w:p>
    <w:p w:rsidR="00C04D43" w:rsidRDefault="00C04D43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br w:type="page"/>
      </w:r>
    </w:p>
    <w:p w:rsidR="008A7B15" w:rsidRPr="00DD2825" w:rsidRDefault="00C04D43" w:rsidP="00DD2825">
      <w:pPr>
        <w:pStyle w:val="Cabealho1"/>
        <w:jc w:val="center"/>
        <w:rPr>
          <w:rFonts w:ascii="Trebuchet MS" w:eastAsia="MS Mincho" w:hAnsi="Trebuchet MS"/>
          <w:color w:val="auto"/>
          <w:sz w:val="32"/>
          <w:szCs w:val="32"/>
        </w:rPr>
      </w:pPr>
      <w:bookmarkStart w:id="13" w:name="_Ref348364794"/>
      <w:bookmarkStart w:id="14" w:name="_Toc348369310"/>
      <w:r w:rsidRPr="00DD2825">
        <w:rPr>
          <w:rFonts w:ascii="Trebuchet MS" w:eastAsia="MS Mincho" w:hAnsi="Trebuchet MS"/>
          <w:color w:val="auto"/>
          <w:sz w:val="32"/>
          <w:szCs w:val="32"/>
        </w:rPr>
        <w:lastRenderedPageBreak/>
        <w:t>Anexo 1</w:t>
      </w:r>
      <w:bookmarkEnd w:id="13"/>
      <w:bookmarkEnd w:id="14"/>
    </w:p>
    <w:p w:rsidR="00C04D43" w:rsidRDefault="00C04D43" w:rsidP="00C04D43">
      <w:pPr>
        <w:jc w:val="center"/>
        <w:rPr>
          <w:b/>
          <w:sz w:val="28"/>
        </w:rPr>
      </w:pPr>
      <w:r>
        <w:rPr>
          <w:b/>
          <w:sz w:val="28"/>
        </w:rPr>
        <w:t xml:space="preserve">Casos de uso da movimentação de stocks no </w:t>
      </w:r>
      <w:proofErr w:type="gramStart"/>
      <w:r>
        <w:rPr>
          <w:b/>
          <w:sz w:val="28"/>
        </w:rPr>
        <w:t>PDA</w:t>
      </w:r>
      <w:r w:rsidR="00AA7771">
        <w:rPr>
          <w:b/>
          <w:sz w:val="28"/>
        </w:rPr>
        <w:t>(</w:t>
      </w:r>
      <w:proofErr w:type="gramEnd"/>
      <w:r w:rsidR="005D74E5">
        <w:rPr>
          <w:b/>
          <w:sz w:val="28"/>
        </w:rPr>
        <w:t xml:space="preserve"> </w:t>
      </w:r>
      <w:r w:rsidR="00AA7771">
        <w:rPr>
          <w:b/>
          <w:sz w:val="28"/>
        </w:rPr>
        <w:t>Elaborado por Paulo Calvário)</w:t>
      </w: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  <w:r>
        <w:rPr>
          <w:sz w:val="24"/>
        </w:rPr>
        <w:t xml:space="preserve">A movimentação de </w:t>
      </w:r>
      <w:proofErr w:type="gramStart"/>
      <w:r>
        <w:rPr>
          <w:i/>
          <w:sz w:val="24"/>
        </w:rPr>
        <w:t>stocks</w:t>
      </w:r>
      <w:proofErr w:type="gramEnd"/>
      <w:r>
        <w:rPr>
          <w:sz w:val="24"/>
        </w:rPr>
        <w:t xml:space="preserve"> e o controlo de quantidades acumuladas é efectuado pelo registo de documentos e respectivos lançamentos de artigos.</w:t>
      </w:r>
    </w:p>
    <w:p w:rsidR="00C04D43" w:rsidRDefault="00C04D43" w:rsidP="00C04D43">
      <w:pPr>
        <w:rPr>
          <w:sz w:val="24"/>
        </w:rPr>
      </w:pPr>
      <w:r>
        <w:rPr>
          <w:sz w:val="24"/>
        </w:rPr>
        <w:t xml:space="preserve">De acordo com o tipo de documento movimentado, o acumulado de </w:t>
      </w:r>
      <w:proofErr w:type="gramStart"/>
      <w:r>
        <w:rPr>
          <w:i/>
          <w:sz w:val="24"/>
        </w:rPr>
        <w:t>stock</w:t>
      </w:r>
      <w:proofErr w:type="gramEnd"/>
      <w:r>
        <w:rPr>
          <w:sz w:val="24"/>
        </w:rPr>
        <w:t xml:space="preserve"> é </w:t>
      </w:r>
      <w:proofErr w:type="spellStart"/>
      <w:r>
        <w:rPr>
          <w:sz w:val="24"/>
        </w:rPr>
        <w:t>afetado</w:t>
      </w:r>
      <w:proofErr w:type="spellEnd"/>
      <w:r>
        <w:rPr>
          <w:sz w:val="24"/>
        </w:rPr>
        <w:t xml:space="preserve"> com uma entrada ou uma saída de stock.</w:t>
      </w: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  <w:r>
        <w:rPr>
          <w:sz w:val="24"/>
        </w:rPr>
        <w:t xml:space="preserve">Podem ser implementados 2 processos distintos para o controlo de </w:t>
      </w:r>
      <w:proofErr w:type="gramStart"/>
      <w:r>
        <w:rPr>
          <w:sz w:val="24"/>
        </w:rPr>
        <w:t>stocks</w:t>
      </w:r>
      <w:proofErr w:type="gramEnd"/>
      <w:r>
        <w:rPr>
          <w:sz w:val="24"/>
        </w:rPr>
        <w:t xml:space="preserve"> acumulados:</w:t>
      </w:r>
    </w:p>
    <w:p w:rsidR="00C04D43" w:rsidRDefault="00C04D43" w:rsidP="00C04D43">
      <w:pPr>
        <w:pStyle w:val="PargrafodaLista"/>
        <w:numPr>
          <w:ilvl w:val="0"/>
          <w:numId w:val="26"/>
        </w:numPr>
        <w:rPr>
          <w:sz w:val="24"/>
        </w:rPr>
      </w:pPr>
      <w:r>
        <w:rPr>
          <w:sz w:val="24"/>
        </w:rPr>
        <w:t xml:space="preserve">O controlo do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acumulado é efectuado diariamente.</w:t>
      </w:r>
    </w:p>
    <w:p w:rsidR="00C04D43" w:rsidRDefault="00C04D43" w:rsidP="00C04D43">
      <w:pPr>
        <w:pStyle w:val="PargrafodaLista"/>
        <w:rPr>
          <w:sz w:val="24"/>
        </w:rPr>
      </w:pPr>
      <w:r>
        <w:rPr>
          <w:sz w:val="24"/>
        </w:rPr>
        <w:t xml:space="preserve">Nesta situação, todos os dias (podendo ser utilizado outro período de tempo) é efectuado um documento de “carga” de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para o dispositivo, dando assim entrada de material no PDA. Durante o dia são efectuados os documentos de venda e/ou saída (</w:t>
      </w:r>
      <w:proofErr w:type="spellStart"/>
      <w:r>
        <w:rPr>
          <w:sz w:val="24"/>
        </w:rPr>
        <w:t>facturas,V.Dinheiro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 xml:space="preserve">), reduzindo assim as quantidades do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acumulado. No final do dia é efectuada uma rotina que transfere todos os documentos de venda do PDA para o </w:t>
      </w:r>
      <w:proofErr w:type="spellStart"/>
      <w:r>
        <w:rPr>
          <w:sz w:val="24"/>
        </w:rPr>
        <w:t>ArtSOFT</w:t>
      </w:r>
      <w:proofErr w:type="spellEnd"/>
      <w:r>
        <w:rPr>
          <w:sz w:val="24"/>
        </w:rPr>
        <w:t xml:space="preserve"> e é gerado também nessa altura um documento de saída do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remanescente no dispositivo. Depois de todos os documentos transferidos para o </w:t>
      </w:r>
      <w:proofErr w:type="spellStart"/>
      <w:r>
        <w:rPr>
          <w:sz w:val="24"/>
        </w:rPr>
        <w:t>ArtSOFT</w:t>
      </w:r>
      <w:proofErr w:type="spellEnd"/>
      <w:r>
        <w:rPr>
          <w:sz w:val="24"/>
        </w:rPr>
        <w:t xml:space="preserve"> (e o documento de carga eliminado), o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deverá ficar a 0, devendo o utilizador iniciar novamente o processo com um novo documento de “carga”.</w:t>
      </w:r>
    </w:p>
    <w:p w:rsidR="00C04D43" w:rsidRDefault="00C04D43" w:rsidP="00C04D43">
      <w:pPr>
        <w:pStyle w:val="PargrafodaLista"/>
        <w:rPr>
          <w:sz w:val="24"/>
        </w:rPr>
      </w:pP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206375</wp:posOffset>
                </wp:positionV>
                <wp:extent cx="5513070" cy="1228090"/>
                <wp:effectExtent l="7620" t="6350" r="13335" b="32385"/>
                <wp:wrapNone/>
                <wp:docPr id="303" name="Grupo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3070" cy="1228090"/>
                          <a:chOff x="1623" y="9736"/>
                          <a:chExt cx="8682" cy="1934"/>
                        </a:xfrm>
                      </wpg:grpSpPr>
                      <wps:wsp>
                        <wps:cNvPr id="304" name="AutoShape 197"/>
                        <wps:cNvSpPr>
                          <a:spLocks noChangeArrowheads="1"/>
                        </wps:cNvSpPr>
                        <wps:spPr bwMode="auto">
                          <a:xfrm>
                            <a:off x="1623" y="9736"/>
                            <a:ext cx="2364" cy="19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jc w:val="center"/>
                              </w:pPr>
                              <w:proofErr w:type="spellStart"/>
                              <w:r>
                                <w:t>ArtSOFT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2858" y="10864"/>
                            <a:ext cx="817" cy="7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E901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AutoShape 199"/>
                        <wps:cNvSpPr>
                          <a:spLocks noChangeArrowheads="1"/>
                        </wps:cNvSpPr>
                        <wps:spPr bwMode="auto">
                          <a:xfrm>
                            <a:off x="5374" y="10488"/>
                            <a:ext cx="1719" cy="11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jc w:val="center"/>
                              </w:pPr>
                              <w:r>
                                <w:t>PDA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3675" y="11186"/>
                            <a:ext cx="169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AutoShape 201"/>
                        <wps:cNvSpPr>
                          <a:spLocks noChangeArrowheads="1"/>
                        </wps:cNvSpPr>
                        <wps:spPr bwMode="auto">
                          <a:xfrm>
                            <a:off x="7930" y="9876"/>
                            <a:ext cx="2375" cy="16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No início do dia é efectuado um documento de carga no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ArtSOFT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e este é transferido para o PDA.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03" o:spid="_x0000_s1026" style="position:absolute;left:0;text-align:left;margin-left:-3.9pt;margin-top:16.25pt;width:434.1pt;height:96.7pt;z-index:251661312" coordorigin="1623,9736" coordsize="8682,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">
                <v:roundrect id="AutoShape 197" o:spid="_x0000_s1027" style="position:absolute;left:1623;top:9736;width:2364;height:193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lfZMMA&#10;AADcAAAADwAAAGRycy9kb3ducmV2LnhtbESP0WoCMRRE3wv9h3ALvtVELSqrUaQglCKCqx9w3Vw3&#10;azc3yyZ1t3/fCIKPw8ycYZbr3tXiRm2oPGsYDRUI4sKbiksNp+P2fQ4iRGSDtWfS8EcB1qvXlyVm&#10;xnd8oFseS5EgHDLUYGNsMilDYclhGPqGOHkX3zqMSbalNC12Ce5qOVZqKh1WnBYsNvRpqfjJf52G&#10;vdo5X06t21277/NhMzrOAl+1Hrz1mwWISH18hh/tL6Nhoj7gfi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lfZMMAAADcAAAADwAAAAAAAAAAAAAAAACYAgAAZHJzL2Rv&#10;d25yZXYueG1sUEsFBgAAAAAEAAQA9QAAAIgDAAAAAA==&#10;" fillcolor="#95b3d7 [1940]" strokecolor="#95b3d7 [1940]" strokeweight="1pt">
                  <v:fill color2="#dbe5f1 [660]" angle="135" focus="50%" type="gradient"/>
                  <v:shadow on="t" color="#243f60 [1604]" opacity=".5" offset="1pt"/>
                  <v:textbox>
                    <w:txbxContent>
                      <w:p w:rsidR="00C04D43" w:rsidRDefault="00C04D43" w:rsidP="00C04D43">
                        <w:pPr>
                          <w:jc w:val="center"/>
                        </w:pPr>
                        <w:proofErr w:type="spellStart"/>
                        <w:r>
                          <w:t>ArtSOFT</w:t>
                        </w:r>
                        <w:proofErr w:type="spellEnd"/>
                      </w:p>
                    </w:txbxContent>
                  </v:textbox>
                </v:roundrect>
                <v:rect id="Rectangle 198" o:spid="_x0000_s1028" style="position:absolute;left:2858;top:10864;width:817;height: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+fYsYA&#10;AADcAAAADwAAAGRycy9kb3ducmV2LnhtbESPT2vCQBTE74LfYXlCL1J3bWkI0Y2IVOihUKoW2tsj&#10;+/IHs29DdqPx23cLBY/DzPyGWW9G24oL9b5xrGG5UCCIC2carjScjvvHFIQPyAZbx6ThRh42+XSy&#10;xsy4K3/S5RAqESHsM9RQh9BlUvqiJot+4Tri6JWutxii7CtperxGuG3lk1KJtNhwXKixo11Nxfkw&#10;WA3y9pGkYSh/dq/f+3navQ9foxq0fpiN2xWIQGO4h//bb0bDs3qBvzPx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6+fYsYAAADcAAAADwAAAAAAAAAAAAAAAACYAgAAZHJz&#10;L2Rvd25yZXYueG1sUEsFBgAAAAAEAAQA9QAAAIsDAAAAAA=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E901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10</w:t>
                        </w:r>
                      </w:p>
                    </w:txbxContent>
                  </v:textbox>
                </v:rect>
                <v:roundrect id="AutoShape 199" o:spid="_x0000_s1029" style="position:absolute;left:5374;top:10488;width:1719;height:11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TFzcUA&#10;AADcAAAADwAAAGRycy9kb3ducmV2LnhtbESPQWsCMRSE7wX/Q3iCl1Kzq1TK1igiFKRYiquCx8fm&#10;dbOYvCybVLf/vhEEj8PMfMPMl72z4kJdaDwryMcZCOLK64ZrBYf9x8sbiBCRNVrPpOCPAiwXg6c5&#10;FtpfeUeXMtYiQTgUqMDE2BZShsqQwzD2LXHyfnznMCbZ1VJ3eE1wZ+Uky2bSYcNpwWBLa0PVufx1&#10;Cj6/nvMT53K9m9hX872dBlset0qNhv3qHUSkPj7C9/ZGK5hmM7id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MXNxQAAANwAAAAPAAAAAAAAAAAAAAAAAJgCAABkcnMv&#10;ZG93bnJldi54bWxQSwUGAAAAAAQABAD1AAAAigMAAAAA&#10;" fillcolor="white [3201]" strokecolor="#666 [1936]" strokeweight="1pt">
                  <v:fill color2="#999 [1296]" focus="100%" type="gradient"/>
                  <v:shadow on="t" color="#7f7f7f [1601]" opacity=".5" offset="1pt"/>
                  <v:textbox>
                    <w:txbxContent>
                      <w:p w:rsidR="00C04D43" w:rsidRDefault="00C04D43" w:rsidP="00C04D43">
                        <w:pPr>
                          <w:jc w:val="center"/>
                        </w:pPr>
                        <w:r>
                          <w:t>PDA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0" o:spid="_x0000_s1030" type="#_x0000_t32" style="position:absolute;left:3675;top:11186;width:16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LYAccAAADc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JXmDvzPx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ktgBxwAAANwAAAAPAAAAAAAA&#10;AAAAAAAAAKECAABkcnMvZG93bnJldi54bWxQSwUGAAAAAAQABAD5AAAAlQMAAAAA&#10;">
                  <v:stroke endarrow="block"/>
                </v:shape>
                <v:roundrect id="AutoShape 201" o:spid="_x0000_s1031" style="position:absolute;left:7930;top:9876;width:2375;height:16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W6sEA&#10;AADcAAAADwAAAGRycy9kb3ducmV2LnhtbERPz2vCMBS+C/4P4Qm72UTHRDujiLCx21j14PGteWvL&#10;mpeapLXbX78cBh4/vt/b/WhbMZAPjWMNi0yBIC6dabjScD69zNcgQkQ22DomDT8UYL+bTraYG3fj&#10;DxqKWIkUwiFHDXWMXS5lKGuyGDLXESfuy3mLMUFfSePxlsJtK5dKraTFhlNDjR0dayq/i95qKI3q&#10;lb8M75vPp1j8Dv2V5etV64fZeHgGEWmMd/G/+81oeFRpbTqTjo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CVurBAAAA3AAAAA8AAAAAAAAAAAAAAAAAmAIAAGRycy9kb3du&#10;cmV2LnhtbFBLBQYAAAAABAAEAPUAAACGAwAAAAA=&#10;">
                  <v:textbox>
                    <w:txbxContent>
                      <w:p w:rsidR="00C04D43" w:rsidRDefault="00C04D43" w:rsidP="00C04D4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No início do dia é efectuado um documento de carga no </w:t>
                        </w:r>
                        <w:proofErr w:type="spellStart"/>
                        <w:r>
                          <w:rPr>
                            <w:sz w:val="18"/>
                          </w:rPr>
                          <w:t>ArtSOFT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e este é transferido para o PDA.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jc w:val="left"/>
        <w:rPr>
          <w:rFonts w:eastAsia="MS Mincho"/>
        </w:rPr>
      </w:pPr>
    </w:p>
    <w:p w:rsidR="00C04D43" w:rsidRDefault="00C04D43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br w:type="page"/>
      </w: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6985</wp:posOffset>
                </wp:positionV>
                <wp:extent cx="5594985" cy="1214755"/>
                <wp:effectExtent l="11430" t="6985" r="13335" b="26035"/>
                <wp:wrapNone/>
                <wp:docPr id="355" name="Grupo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4985" cy="1214755"/>
                          <a:chOff x="1494" y="13465"/>
                          <a:chExt cx="8811" cy="1913"/>
                        </a:xfrm>
                      </wpg:grpSpPr>
                      <wps:wsp>
                        <wps:cNvPr id="356" name="AutoShape 203"/>
                        <wps:cNvSpPr>
                          <a:spLocks noChangeArrowheads="1"/>
                        </wps:cNvSpPr>
                        <wps:spPr bwMode="auto">
                          <a:xfrm>
                            <a:off x="1494" y="13465"/>
                            <a:ext cx="5265" cy="19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  <w:r>
                                <w:t>PDA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5247" y="14615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4234" y="14626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3228" y="14615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AutoShape 207"/>
                        <wps:cNvSpPr>
                          <a:spLocks noChangeArrowheads="1"/>
                        </wps:cNvSpPr>
                        <wps:spPr bwMode="auto">
                          <a:xfrm>
                            <a:off x="7930" y="13573"/>
                            <a:ext cx="2375" cy="16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Durante o dia são efectuados os documentos de venda “normais” que reduzem o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stock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acumulado no PDA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AutoShape 208"/>
                        <wps:cNvCnPr>
                          <a:cxnSpLocks noChangeShapeType="1"/>
                        </wps:cNvCnPr>
                        <wps:spPr bwMode="auto">
                          <a:xfrm flipH="1">
                            <a:off x="2773" y="14615"/>
                            <a:ext cx="10" cy="6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1702" y="14593"/>
                            <a:ext cx="817" cy="7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E901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3675" y="14261"/>
                            <a:ext cx="247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color w:val="808080" w:themeColor="background1" w:themeShade="80"/>
                                  <w:sz w:val="16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16"/>
                                </w:rPr>
                                <w:t>Documentos Criados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13540"/>
                            <a:ext cx="1242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Saldo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55" o:spid="_x0000_s1032" style="position:absolute;left:0;text-align:left;margin-left:-10.35pt;margin-top:.55pt;width:440.55pt;height:95.65pt;z-index:251663360" coordorigin="1494,13465" coordsize="8811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">
                <v:roundrect id="AutoShape 203" o:spid="_x0000_s1033" style="position:absolute;left:1494;top:13465;width:5265;height:19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q0MUA&#10;AADcAAAADwAAAGRycy9kb3ducmV2LnhtbESPQWsCMRSE74L/ITzBi9TsKkrZGqUIBRFLcW2hx8fm&#10;uVlMXpZN1O2/bwoFj8PMfMOsNr2z4kZdaDwryKcZCOLK64ZrBZ+nt6dnECEia7SeScEPBdish4MV&#10;Ftrf+Ui3MtYiQTgUqMDE2BZShsqQwzD1LXHyzr5zGJPsaqk7vCe4s3KWZUvpsOG0YLClraHqUl6d&#10;gv37JP/mXG6PM7swH4d5sOXXQanxqH99ARGpj4/wf3unFcwXS/g7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h+rQxQAAANwAAAAPAAAAAAAAAAAAAAAAAJgCAABkcnMv&#10;ZG93bnJldi54bWxQSwUGAAAAAAQABAD1AAAAigMAAAAA&#10;" fillcolor="white [3201]" strokecolor="#666 [1936]" strokeweight="1pt">
                  <v:fill color2="#999 [1296]" focus="100%" type="gradient"/>
                  <v:shadow on="t" color="#7f7f7f [1601]" opacity=".5" offset="1pt"/>
                  <v:textbox>
                    <w:txbxContent>
                      <w:p w:rsidR="00C04D43" w:rsidRDefault="00C04D43" w:rsidP="00C04D43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t>PDA</w:t>
                        </w:r>
                      </w:p>
                      <w:p w:rsidR="00C04D43" w:rsidRDefault="00C04D43" w:rsidP="00C04D43">
                        <w:pPr>
                          <w:spacing w:after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oundrect>
                <v:rect id="Rectangle 204" o:spid="_x0000_s1034" style="position:absolute;left:5247;top:14615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Lk8cA&#10;AADcAAAADwAAAGRycy9kb3ducmV2LnhtbESPQWvCQBSE74L/YXmFXqTZWGkaUlcRUfAglEYL7e2R&#10;fSah2bchu9Hk37uFQo/DzHzDLNeDacSVOldbVjCPYhDEhdU1lwrOp/1TCsJ5ZI2NZVIwkoP1ajpZ&#10;YqbtjT/omvtSBAi7DBVU3reZlK6oyKCLbEscvIvtDPogu1LqDm8Bbhr5HMeJNFhzWKiwpW1FxU/e&#10;GwVyfE9S31++t7uv/Sxtj/3nEPdKPT4MmzcQngb/H/5rH7SCxcsr/J4JR0C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Ci5PHAAAA3AAAAA8AAAAAAAAAAAAAAAAAmAIAAGRy&#10;cy9kb3ducmV2LnhtbFBLBQYAAAAABAAEAPUAAACM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2</w:t>
                        </w:r>
                      </w:p>
                    </w:txbxContent>
                  </v:textbox>
                </v:rect>
                <v:rect id="Rectangle 205" o:spid="_x0000_s1035" style="position:absolute;left:4234;top:14626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0f4cQA&#10;AADcAAAADwAAAGRycy9kb3ducmV2LnhtbERPy2rCQBTdC/2H4Ra6EZ3YYgipExGp0EWhmFbQ3SVz&#10;86CZOyEzMcnfdxaFLg/nvdtPphV36l1jWcFmHYEgLqxuuFLw/XVaJSCcR9bYWiYFMznYZw+LHaba&#10;jnyme+4rEULYpaig9r5LpXRFTQbd2nbEgSttb9AH2FdS9ziGcNPK5yiKpcGGQ0ONHR1rKn7ywSiQ&#10;82ec+KG8Hd+up2XSfQyXKRqUenqcDq8gPE3+X/znftcKXrZhbTgTj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dH+HEAAAA3AAAAA8AAAAAAAAAAAAAAAAAmAIAAGRycy9k&#10;b3ducmV2LnhtbFBLBQYAAAAABAAEAPUAAACJ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4</w:t>
                        </w:r>
                      </w:p>
                    </w:txbxContent>
                  </v:textbox>
                </v:rect>
                <v:rect id="Rectangle 206" o:spid="_x0000_s1036" style="position:absolute;left:3228;top:14615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6esUA&#10;AADcAAAADwAAAGRycy9kb3ducmV2LnhtbESPT4vCMBTE7wt+h/AEL4um66LUahSRFfawIP4DvT2a&#10;Z1tsXkqTav32G0HwOMzMb5jZojWluFHtCssKvgYRCOLU6oIzBYf9uh+DcB5ZY2mZFDzIwWLe+Zhh&#10;ou2dt3Tb+UwECLsEFeTeV4mULs3JoBvYijh4F1sb9EHWmdQ13gPclHIYRWNpsOCwkGNFq5zS664x&#10;CuRjM459czmvfk7rz7j6a45t1CjV67bLKQhPrX+HX+1freB7NIHnmXA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bp6xQAAANwAAAAPAAAAAAAAAAAAAAAAAJgCAABkcnMv&#10;ZG93bnJldi54bWxQSwUGAAAAAAQABAD1AAAAigMAAAAA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2</w:t>
                        </w:r>
                      </w:p>
                    </w:txbxContent>
                  </v:textbox>
                </v:rect>
                <v:roundrect id="AutoShape 207" o:spid="_x0000_s1037" style="position:absolute;left:7930;top:13573;width:2375;height:16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u/TMEA&#10;AADcAAAADwAAAGRycy9kb3ducmV2LnhtbERPz2vCMBS+D/wfwhO8zcSNiVajiLDhbazbweOzebbF&#10;5qUmaa3+9cthsOPH93u9HWwjevKhdqxhNlUgiAtnai41/Hy/Py9AhIhssHFMGu4UYLsZPa0xM+7G&#10;X9TnsRQphEOGGqoY20zKUFRkMUxdS5y4s/MWY4K+lMbjLYXbRr4oNZcWa04NFba0r6i45J3VUBjV&#10;KX/sP5ent5g/+u7K8uOq9WQ87FYgIg3xX/znPhgNr/M0P51JR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rv0zBAAAA3AAAAA8AAAAAAAAAAAAAAAAAmAIAAGRycy9kb3du&#10;cmV2LnhtbFBLBQYAAAAABAAEAPUAAACGAwAAAAA=&#10;">
                  <v:textbox>
                    <w:txbxContent>
                      <w:p w:rsidR="00C04D43" w:rsidRDefault="00C04D43" w:rsidP="00C04D4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Durante o dia são efectuados os documentos de venda “normais” que reduzem o </w:t>
                        </w:r>
                        <w:proofErr w:type="gramStart"/>
                        <w:r>
                          <w:rPr>
                            <w:sz w:val="18"/>
                          </w:rPr>
                          <w:t>stock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acumulado no PDA</w:t>
                        </w:r>
                      </w:p>
                    </w:txbxContent>
                  </v:textbox>
                </v:roundrect>
                <v:shape id="AutoShape 208" o:spid="_x0000_s1038" type="#_x0000_t32" style="position:absolute;left:2773;top:14615;width:10;height:6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4scs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q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3ixyxAAAANwAAAAPAAAAAAAAAAAA&#10;AAAAAKECAABkcnMvZG93bnJldi54bWxQSwUGAAAAAAQABAD5AAAAkgMAAAAA&#10;"/>
                <v:rect id="Rectangle 209" o:spid="_x0000_s1039" style="position:absolute;left:1702;top:14593;width:817;height: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tsUA&#10;AADcAAAADwAAAGRycy9kb3ducmV2LnhtbESPQYvCMBSE78L+h/AWvIhNV6GUahSRFTwsiLoLens0&#10;z7bYvJQm1frvN4LgcZiZb5j5sje1uFHrKssKvqIYBHFudcWFgt/jZpyCcB5ZY22ZFDzIwXLxMZhj&#10;pu2d93Q7+EIECLsMFZTeN5mULi/JoItsQxy8i20N+iDbQuoW7wFuajmJ40QarDgslNjQuqT8euiM&#10;AvnYJanvLuf192kzSpuf7q+PO6WGn/1qBsJT79/hV3urFUyTC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eK2xQAAANwAAAAPAAAAAAAAAAAAAAAAAJgCAABkcnMv&#10;ZG93bnJldi54bWxQSwUGAAAAAAQABAD1AAAAigMAAAAA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E901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10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0" o:spid="_x0000_s1040" type="#_x0000_t202" style="position:absolute;left:3675;top:14261;width:2472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K1sQA&#10;AADcAAAADwAAAGRycy9kb3ducmV2LnhtbESPQWvCQBSE74L/YXlCb7pbtWLTbESUQk8W01ro7ZF9&#10;JqHZtyG7NfHfu4WCx2FmvmHSzWAbcaHO1441PM4UCOLCmZpLDZ8fr9M1CB+QDTaOScOVPGyy8SjF&#10;xLiej3TJQykihH2CGqoQ2kRKX1Rk0c9cSxy9s+sshii7UpoO+wi3jZwrtZIWa44LFba0q6j4yX+t&#10;htPh/P21VO/l3j61vRuUZPsstX6YDNsXEIGGcA//t9+MhsVq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ZCtbEAAAA3AAAAA8AAAAAAAAAAAAAAAAAmAIAAGRycy9k&#10;b3ducmV2LnhtbFBLBQYAAAAABAAEAPUAAACJAwAAAAA=&#10;" filled="f" stroked="f">
                  <v:textbox>
                    <w:txbxContent>
                      <w:p w:rsidR="00C04D43" w:rsidRDefault="00C04D43" w:rsidP="00C04D43">
                        <w:pPr>
                          <w:rPr>
                            <w:color w:val="808080" w:themeColor="background1" w:themeShade="80"/>
                            <w:sz w:val="16"/>
                          </w:rPr>
                        </w:pPr>
                        <w:r>
                          <w:rPr>
                            <w:color w:val="808080" w:themeColor="background1" w:themeShade="80"/>
                            <w:sz w:val="16"/>
                          </w:rPr>
                          <w:t>Documentos Criados</w:t>
                        </w:r>
                      </w:p>
                    </w:txbxContent>
                  </v:textbox>
                </v:shape>
                <v:shape id="Text Box 211" o:spid="_x0000_s1041" type="#_x0000_t202" style="position:absolute;left:2858;top:13540;width:1242;height: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CSo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NqC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wkqLEAAAA3AAAAA8AAAAAAAAAAAAAAAAAmAIAAGRycy9k&#10;b3ducmV2LnhtbFBLBQYAAAAABAAEAPUAAACJAwAAAAA=&#10;" filled="f" stroked="f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Saldo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ragraph">
                  <wp:posOffset>5681980</wp:posOffset>
                </wp:positionV>
                <wp:extent cx="1967865" cy="1930400"/>
                <wp:effectExtent l="9525" t="5080" r="13335" b="7620"/>
                <wp:wrapNone/>
                <wp:docPr id="354" name="Rectângulo arredondado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1930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Depois de transferidos todos os documentos, e como o </w:t>
                            </w:r>
                            <w:proofErr w:type="gramStart"/>
                            <w:r>
                              <w:rPr>
                                <w:b/>
                                <w:sz w:val="18"/>
                              </w:rPr>
                              <w:t>stock</w:t>
                            </w:r>
                            <w:proofErr w:type="gramEnd"/>
                            <w:r>
                              <w:rPr>
                                <w:b/>
                                <w:sz w:val="18"/>
                              </w:rPr>
                              <w:t xml:space="preserve"> está a 0, todos os documentos são apagados do dispositivo.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No dia seguinte deverá iniciar novamente o processo com o documento de carga.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54" o:spid="_x0000_s1042" style="position:absolute;left:0;text-align:left;margin-left:308.25pt;margin-top:447.4pt;width:154.95pt;height:15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Depois de transferidos todos os documentos, e como o </w:t>
                      </w:r>
                      <w:proofErr w:type="gramStart"/>
                      <w:r>
                        <w:rPr>
                          <w:b/>
                          <w:sz w:val="18"/>
                        </w:rPr>
                        <w:t>stock</w:t>
                      </w:r>
                      <w:proofErr w:type="gramEnd"/>
                      <w:r>
                        <w:rPr>
                          <w:b/>
                          <w:sz w:val="18"/>
                        </w:rPr>
                        <w:t xml:space="preserve"> está a 0, todos os documentos são apagados do dispositivo.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No dia seguinte deverá iniciar novamente o processo com o documento de carga.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6011545</wp:posOffset>
                </wp:positionV>
                <wp:extent cx="3973195" cy="1214755"/>
                <wp:effectExtent l="10795" t="10795" r="16510" b="31750"/>
                <wp:wrapNone/>
                <wp:docPr id="327" name="Grupo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3195" cy="1214755"/>
                          <a:chOff x="1133" y="12745"/>
                          <a:chExt cx="6257" cy="1913"/>
                        </a:xfrm>
                      </wpg:grpSpPr>
                      <wpg:grpSp>
                        <wpg:cNvPr id="328" name="Group 232"/>
                        <wpg:cNvGrpSpPr>
                          <a:grpSpLocks/>
                        </wpg:cNvGrpSpPr>
                        <wpg:grpSpPr bwMode="auto">
                          <a:xfrm>
                            <a:off x="1133" y="12745"/>
                            <a:ext cx="6257" cy="1913"/>
                            <a:chOff x="1233" y="6429"/>
                            <a:chExt cx="6257" cy="1913"/>
                          </a:xfrm>
                        </wpg:grpSpPr>
                        <wps:wsp>
                          <wps:cNvPr id="329" name="AutoShap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3" y="6429"/>
                              <a:ext cx="6257" cy="19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rPr>
                                    <w:b/>
                                    <w:sz w:val="14"/>
                                    <w:szCs w:val="14"/>
                                  </w:rPr>
                                </w:pPr>
                                <w:r>
                                  <w:t>PDA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3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V500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5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V500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8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V500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AutoShape 2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02" y="7546"/>
                              <a:ext cx="10" cy="6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1" y="7557"/>
                              <a:ext cx="817" cy="7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E901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Text Box 2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8" y="7225"/>
                              <a:ext cx="1680" cy="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  <w:t>Documentos criados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Text Box 2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7" y="6504"/>
                              <a:ext cx="1242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Saldo 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S450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8" y="7225"/>
                              <a:ext cx="1848" cy="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  <w:t>Documentos existentes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243"/>
                        <wpg:cNvGrpSpPr>
                          <a:grpSpLocks/>
                        </wpg:cNvGrpSpPr>
                        <wpg:grpSpPr bwMode="auto">
                          <a:xfrm>
                            <a:off x="5824" y="13968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340" name="AutoShape 2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AutoShape 2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2" name="Group 246"/>
                        <wpg:cNvGrpSpPr>
                          <a:grpSpLocks/>
                        </wpg:cNvGrpSpPr>
                        <wpg:grpSpPr bwMode="auto">
                          <a:xfrm>
                            <a:off x="1441" y="13968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343" name="AutoShape 2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AutoShape 2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5" name="Group 249"/>
                        <wpg:cNvGrpSpPr>
                          <a:grpSpLocks/>
                        </wpg:cNvGrpSpPr>
                        <wpg:grpSpPr bwMode="auto">
                          <a:xfrm>
                            <a:off x="2368" y="13968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346" name="AutoShape 2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AutoShape 2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8" name="Group 252"/>
                        <wpg:cNvGrpSpPr>
                          <a:grpSpLocks/>
                        </wpg:cNvGrpSpPr>
                        <wpg:grpSpPr bwMode="auto">
                          <a:xfrm>
                            <a:off x="3295" y="13968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349" name="AutoShape 2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AutoShape 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1" name="Group 255"/>
                        <wpg:cNvGrpSpPr>
                          <a:grpSpLocks/>
                        </wpg:cNvGrpSpPr>
                        <wpg:grpSpPr bwMode="auto">
                          <a:xfrm>
                            <a:off x="4223" y="13968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352" name="AutoShape 2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AutoShape 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27" o:spid="_x0000_s1043" style="position:absolute;left:0;text-align:left;margin-left:-28.4pt;margin-top:473.35pt;width:312.85pt;height:95.65pt;z-index:251666432" coordorigin="1133,12745" coordsize="6257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">
                <v:group id="Group 232" o:spid="_x0000_s1044" style="position:absolute;left:1133;top:12745;width:6257;height:1913" coordorigin="1233,6429" coordsize="6257,1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roundrect id="AutoShape 233" o:spid="_x0000_s1045" style="position:absolute;left:1233;top:6429;width:6257;height:19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4N38YA&#10;AADcAAAADwAAAGRycy9kb3ducmV2LnhtbESPUWvCMBSF3wf7D+EKexmatrKhnVGGMJDhEDsFHy/N&#10;XVNMbkoTtfv3y2Cwx8M55zucxWpwVlypD61nBfkkA0Fce91yo+Dw+TaegQgRWaP1TAq+KcBqeX+3&#10;wFL7G+/pWsVGJAiHEhWYGLtSylAbchgmviNO3pfvHcYk+0bqHm8J7qwssuxZOmw5LRjsaG2oPlcX&#10;p+D94zE/cS7X+8I+md12Gmx13Cr1MBpeX0BEGuJ/+K+90QqmxRx+z6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4N38YAAADcAAAADwAAAAAAAAAAAAAAAACYAgAAZHJz&#10;L2Rvd25yZXYueG1sUEsFBgAAAAAEAAQA9QAAAIsDAAAAAA==&#10;" fillcolor="white [3201]" strokecolor="#666 [1936]" strokeweight="1pt">
                    <v:fill color2="#999 [1296]" focus="100%" type="gradient"/>
                    <v:shadow on="t" color="#7f7f7f [1601]" opacity=".5" offset="1pt"/>
                    <v:textbox>
                      <w:txbxContent>
                        <w:p w:rsidR="00C04D43" w:rsidRDefault="00C04D43" w:rsidP="00C04D43">
                          <w:pPr>
                            <w:rPr>
                              <w:b/>
                              <w:sz w:val="14"/>
                              <w:szCs w:val="14"/>
                            </w:rPr>
                          </w:pPr>
                          <w:r>
                            <w:t>PDA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jc w:val="center"/>
                            <w:rPr>
                              <w:b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roundrect>
                  <v:rect id="Rectangle 234" o:spid="_x0000_s1046" style="position:absolute;left:4223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2R8MA&#10;AADcAAAADwAAAGRycy9kb3ducmV2LnhtbERPz2vCMBS+D/wfwhO8DE2nIKUaRYqFHQZDN0Fvj+bZ&#10;FpuX0iRa//vlMPD48f1ebwfTijv1rrGs4GOWgCAurW64UvD7U0xTEM4ja2wtk4InOdhuRm9rzLR9&#10;8IHuR1+JGMIuQwW1910mpStrMuhmtiOO3NX2Bn2EfSV1j48Yblo5T5KlNNhwbKixo7ym8nYMRoF8&#10;fi9TH66XfH8u3tPuK5yGJCg1GQ+7FQhPg3+J/92fWsFiEefHM/E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T2R8MAAADcAAAADwAAAAAAAAAAAAAAAACYAgAAZHJzL2Rv&#10;d25yZXYueG1sUEsFBgAAAAAEAAQA9QAAAIgDAAAAAA=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V500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rect id="Rectangle 235" o:spid="_x0000_s1047" style="position:absolute;left:3295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T3MQA&#10;AADcAAAADwAAAGRycy9kb3ducmV2LnhtbESPQYvCMBSE74L/ITzBi2iqgpRqFBEFD4LorqC3R/Ns&#10;i81LaVKt/94IC3scZuYbZrFqTSmeVLvCsoLxKAJBnFpdcKbg92c3jEE4j6yxtEwK3uRgtex2Fpho&#10;++ITPc8+EwHCLkEFufdVIqVLczLoRrYiDt7d1gZ9kHUmdY2vADelnETRTBosOCzkWNEmp/RxbowC&#10;+T7OYt/cb5vtdTeIq0NzaaNGqX6vXc9BeGr9f/ivvdcKptMxfM+EIyCX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4U9zEAAAA3AAAAA8AAAAAAAAAAAAAAAAAmAIAAGRycy9k&#10;b3ducmV2LnhtbFBLBQYAAAAABAAEAPUAAACJAwAAAAA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V500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4</w:t>
                          </w:r>
                        </w:p>
                      </w:txbxContent>
                    </v:textbox>
                  </v:rect>
                  <v:rect id="Rectangle 236" o:spid="_x0000_s1048" style="position:absolute;left:2368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rNq8YA&#10;AADcAAAADwAAAGRycy9kb3ducmV2LnhtbESPS2vDMBCE74X8B7GBXkoj14Fg3MgmmAR6KJQ8Cu1t&#10;sdYPaq2MJcfOv68ChR6HmfmG2eaz6cSVBtdaVvCyikAQl1a3XCu4nA/PCQjnkTV2lknBjRzk2eJh&#10;i6m2Ex/pevK1CBB2KSpovO9TKV3ZkEG3sj1x8Co7GPRBDrXUA04BbjoZR9FGGmw5LDTYU9FQ+XMa&#10;jQJ5+9gkfqy+i/3X4Snp38fPORqVelzOu1cQnmb/H/5rv2kF63UM9zPh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rNq8YAAADcAAAADwAAAAAAAAAAAAAAAACYAgAAZHJz&#10;L2Rvd25yZXYueG1sUEsFBgAAAAAEAAQA9QAAAIsDAAAAAA=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V500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shape id="AutoShape 237" o:spid="_x0000_s1049" type="#_x0000_t32" style="position:absolute;left:5202;top:7546;width:10;height:6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4g8QAAADcAAAADwAAAGRycy9kb3ducmV2LnhtbESPQWvCQBSE7wX/w/IKXopuYkAkukoR&#10;hOKhoObg8bH7moRm38bdbUz/fbcgeBxm5htmsxttJwbyoXWsIJ9nIIi1My3XCqrLYbYCESKywc4x&#10;KfilALvt5GWDpXF3PtFwjrVIEA4lKmhi7Espg27IYpi7njh5X85bjEn6WhqP9wS3nVxk2VJabDkt&#10;NNjTviH9ff6xCtpj9VkNb7fo9eqYX30eLtdOKzV9Hd/XICKN8Rl+tD+MgqIo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ziDxAAAANwAAAAPAAAAAAAAAAAA&#10;AAAAAKECAABkcnMvZG93bnJldi54bWxQSwUGAAAAAAQABAD5AAAAkgMAAAAA&#10;"/>
                  <v:rect id="Rectangle 238" o:spid="_x0000_s1050" style="position:absolute;left:1441;top:7557;width:817;height: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/wRMUA&#10;AADcAAAADwAAAGRycy9kb3ducmV2LnhtbESPT4vCMBTE7wt+h/AEL4um6iKlGkVEwYOwrH9Ab4/m&#10;2Rabl9KkWr/9RhA8DjPzG2a2aE0p7lS7wrKC4SACQZxaXXCm4HjY9GMQziNrLC2Tgic5WMw7XzNM&#10;tH3wH933PhMBwi5BBbn3VSKlS3My6Aa2Ig7e1dYGfZB1JnWNjwA3pRxF0UQaLDgs5FjRKqf0tm+M&#10;Avn8ncS+uV5W6/PmO652zamNGqV63XY5BeGp9Z/wu73VCsbjH3idC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/BExQAAANwAAAAPAAAAAAAAAAAAAAAAAJgCAABkcnMv&#10;ZG93bnJldi54bWxQSwUGAAAAAAQABAD1AAAAigMAAAAA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E901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10</w:t>
                          </w:r>
                        </w:p>
                      </w:txbxContent>
                    </v:textbox>
                  </v:rect>
                  <v:shape id="Text Box 239" o:spid="_x0000_s1051" type="#_x0000_t202" style="position:absolute;left:5328;top:7225;width:1680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YJM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zJ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xgkxQAAANwAAAAPAAAAAAAAAAAAAAAAAJgCAABkcnMv&#10;ZG93bnJldi54bWxQSwUGAAAAAAQABAD1AAAAigMAAAAA&#10;" filled="f" stroked="f">
                    <v:textbox>
                      <w:txbxContent>
                        <w:p w:rsidR="00C04D43" w:rsidRDefault="00C04D43" w:rsidP="00C04D43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Documentos criados</w:t>
                          </w:r>
                        </w:p>
                      </w:txbxContent>
                    </v:textbox>
                  </v:shape>
                  <v:shape id="Text Box 240" o:spid="_x0000_s1052" type="#_x0000_t202" style="position:absolute;left:2597;top:6504;width:1242;height: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2GU8QA&#10;AADcAAAADwAAAGRycy9kb3ducmV2LnhtbESPQWvCQBSE74L/YXlCb7pbtWLTbESUQk8W01ro7ZF9&#10;JqHZtyG7NfHfu4WCx2FmvmHSzWAbcaHO1441PM4UCOLCmZpLDZ8fr9M1CB+QDTaOScOVPGyy8SjF&#10;xLiej3TJQykihH2CGqoQ2kRKX1Rk0c9cSxy9s+sshii7UpoO+wi3jZwrtZIWa44LFba0q6j4yX+t&#10;htPh/P21VO/l3j61vRuUZPsstX6YDNsXEIGGcA//t9+MhsViB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dhlPEAAAA3AAAAA8AAAAAAAAAAAAAAAAAmAIAAGRycy9k&#10;b3ducmV2LnhtbFBLBQYAAAAABAAEAPUAAACJAwAAAAA=&#10;" filled="f" stroked="f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Saldo 0</w:t>
                          </w:r>
                        </w:p>
                      </w:txbxContent>
                    </v:textbox>
                  </v:shape>
                  <v:rect id="Rectangle 241" o:spid="_x0000_s1053" style="position:absolute;left:5824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1uM8cA&#10;AADcAAAADwAAAGRycy9kb3ducmV2LnhtbESPQWvCQBSE74X+h+UVeinNRoUYUlcRMdCDUEwttLdH&#10;9pmEZt+G7MbEf+8WhB6HmfmGWW0m04oL9a6xrGAWxSCIS6sbrhScPvPXFITzyBpby6TgSg4268eH&#10;FWbajnykS+ErESDsMlRQe99lUrqyJoMush1x8M62N+iD7CupexwD3LRyHseJNNhwWKixo11N5W8x&#10;GAXy+pGkfjj/7Pbf+UvaHYavKR6Uen6atm8gPE3+P3xvv2sFi8US/s6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dbjPHAAAA3AAAAA8AAAAAAAAAAAAAAAAAmAIAAGRy&#10;cy9kb3ducmV2LnhtbFBLBQYAAAAABAAEAPUAAACMAwAAAAA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S450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shape id="Text Box 242" o:spid="_x0000_s1054" type="#_x0000_t202" style="position:absolute;left:2258;top:7225;width:1848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63usAA&#10;AADcAAAADwAAAGRycy9kb3ducmV2LnhtbERPy4rCMBTdC/MP4Q7MThPHB9oxyqAIrhSfMLtLc22L&#10;zU1pMrb+vVkILg/nPVu0thR3qn3hWEO/p0AQp84UnGk4HdfdCQgfkA2WjknDgzws5h+dGSbGNbyn&#10;+yFkIoawT1BDHkKVSOnTnCz6nquII3d1tcUQYZ1JU2MTw20pv5UaS4sFx4YcK1rmlN4O/1bDeXv9&#10;uwzVLlvZUdW4Vkm2U6n112f7+wMiUBve4pd7YzQMBnFtPBOP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Y63usAAAADcAAAADwAAAAAAAAAAAAAAAACYAgAAZHJzL2Rvd25y&#10;ZXYueG1sUEsFBgAAAAAEAAQA9QAAAIUDAAAAAA==&#10;" filled="f" stroked="f">
                    <v:textbox>
                      <w:txbxContent>
                        <w:p w:rsidR="00C04D43" w:rsidRDefault="00C04D43" w:rsidP="00C04D43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Documentos existentes</w:t>
                          </w:r>
                        </w:p>
                      </w:txbxContent>
                    </v:textbox>
                  </v:shape>
                </v:group>
                <v:group id="Group 243" o:spid="_x0000_s1055" style="position:absolute;left:5824;top:13968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shape id="AutoShape 244" o:spid="_x0000_s1056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csP8EAAADcAAAADwAAAGRycy9kb3ducmV2LnhtbERPS2sCMRC+F/wPYYReimbbyiJbo4hQ&#10;6KEUfLTnYTNulm4mS5LV9d93DgWPH997tRl9py4UUxvYwPO8AEVcB9tyY+B0fJ8tQaWMbLELTAZu&#10;lGCznjyssLLhynu6HHKjJIRThQZczn2ldaodeUzz0BMLdw7RYxYYG20jXiXcd/qlKErtsWVpcNjT&#10;zlH9exi8gVjuzvHH7bEcbk/fw+eX1dsPa8zjdNy+gco05rv43y08vC5kvpyRI6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Fyw/wQAAANwAAAAPAAAAAAAAAAAAAAAA&#10;AKECAABkcnMvZG93bnJldi54bWxQSwUGAAAAAAQABAD5AAAAjwMAAAAA&#10;" strokecolor="red"/>
                  <v:shape id="AutoShape 245" o:spid="_x0000_s1057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mdIMYAAADcAAAADwAAAGRycy9kb3ducmV2LnhtbESPQWvCQBSE7wX/w/IKvRSzMYpK6kak&#10;UCgtHoy5eHtkn0lI9m3Irib++26h0OMwM98wu/1kOnGnwTWWFSyiGARxaXXDlYLi/DHfgnAeWWNn&#10;mRQ8yME+mz3tMNV25BPdc1+JAGGXooLa+z6V0pU1GXSR7YmDd7WDQR/kUEk94BjgppNJHK+lwYbD&#10;Qo09vddUtvnNKDBJExffVh5P5fVSbPBxa7+Wr0q9PE+HNxCeJv8f/mt/agXL1QJ+z4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JnSDGAAAA3AAAAA8AAAAAAAAA&#10;AAAAAAAAoQIAAGRycy9kb3ducmV2LnhtbFBLBQYAAAAABAAEAPkAAACUAwAAAAA=&#10;" strokecolor="red"/>
                </v:group>
                <v:group id="Group 246" o:spid="_x0000_s1058" style="position:absolute;left:1441;top:13968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<v:shape id="AutoShape 247" o:spid="_x0000_s1059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WySMIAAADcAAAADwAAAGRycy9kb3ducmV2LnhtbESPS2sCMRSF9wX/Q7iCm6KZ1jLIaBQR&#10;Cl1Iwef6MrlOBic3Q5LR8d83gtDl4TsPzmLV20bcyIfasYKPSQaCuHS65krB8fA9noEIEVlj45gU&#10;PCjAajl4W2Ch3Z13dNvHSqQSDgUqMDG2hZShNGQxTFxLnNjFeYsxSV9J7fGeym0jP7MslxZrTgsG&#10;W9oYKq/7zirw+ebiz2aHefd4P3XbXy3XP1qp0bBfz0FE6uO/+ZVOHKZfU3ieSUd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8WySMIAAADcAAAADwAAAAAAAAAAAAAA&#10;AAChAgAAZHJzL2Rvd25yZXYueG1sUEsFBgAAAAAEAAQA+QAAAJADAAAAAA==&#10;" strokecolor="red"/>
                  <v:shape id="AutoShape 248" o:spid="_x0000_s1060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4+uMUAAADcAAAADwAAAGRycy9kb3ducmV2LnhtbESPT2vCQBTE7wW/w/IEL0U3jVIluooU&#10;BKn0oM3F2yP7TILZtyG75s+3dwtCj8PM/IbZ7HpTiZYaV1pW8DGLQBBnVpecK0h/D9MVCOeRNVaW&#10;ScFADnbb0dsGE207PlN78bkIEHYJKii8rxMpXVaQQTezNXHwbrYx6INscqkb7ALcVDKOok9psOSw&#10;UGBNXwVl98vDKDBxGaUnK3/O2e2aLnF43L/n70pNxv1+DcJT7//Dr/ZRK5gvFvB3JhwBuX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4+uMUAAADcAAAADwAAAAAAAAAA&#10;AAAAAAChAgAAZHJzL2Rvd25yZXYueG1sUEsFBgAAAAAEAAQA+QAAAJMDAAAAAA==&#10;" strokecolor="red"/>
                </v:group>
                <v:group id="Group 249" o:spid="_x0000_s1061" style="position:absolute;left:2368;top:13968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AutoShape 250" o:spid="_x0000_s1062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IR0MIAAADcAAAADwAAAGRycy9kb3ducmV2LnhtbESPS2sCMRSF9wX/Q7iCm6IZbRlkNIoI&#10;hS6k4HN9mVwng5ObIcno+O9NodDl4TsPznLd20bcyYfasYLpJANBXDpdc6XgdPwaz0GEiKyxcUwK&#10;nhRgvRq8LbHQ7sF7uh9iJVIJhwIVmBjbQspQGrIYJq4lTuzqvMWYpK+k9vhI5baRsyzLpcWa04LB&#10;lraGytuhswp8vr36i9lj3j3fz93uR8vNt1ZqNOw3CxCR+vhv/ksnDh+fOfyeSUd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7IR0MIAAADcAAAADwAAAAAAAAAAAAAA&#10;AAChAgAAZHJzL2Rvd25yZXYueG1sUEsFBgAAAAAEAAQA+QAAAJADAAAAAA==&#10;" strokecolor="red"/>
                  <v:shape id="AutoShape 251" o:spid="_x0000_s1063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ygz8MAAADcAAAADwAAAGRycy9kb3ducmV2LnhtbESPzarCMBSE9xd8h3AENxdN/UGlGkUE&#10;QRQXajfuDs2xLTYnpYla394IgsthZr5h5svGlOJBtSssK+j3IhDEqdUFZwqS86Y7BeE8ssbSMil4&#10;kYPlovU3x1jbJx/pcfKZCBB2MSrIva9iKV2ak0HXsxVx8K62NuiDrDOpa3wGuCnlIIrG0mDBYSHH&#10;itY5pbfT3SgwgyJK9lYejun1kkzwdb/thv9KddrNagbCU+N/4W97qxUMRxP4nAlHQC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soM/DAAAA3AAAAA8AAAAAAAAAAAAA&#10;AAAAoQIAAGRycy9kb3ducmV2LnhtbFBLBQYAAAAABAAEAPkAAACRAwAAAAA=&#10;" strokecolor="red"/>
                </v:group>
                <v:group id="Group 252" o:spid="_x0000_s1064" style="position:absolute;left:3295;top:13968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<v:shape id="AutoShape 253" o:spid="_x0000_s1065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2FosIAAADcAAAADwAAAGRycy9kb3ducmV2LnhtbESPS2sCMRSF94L/IdxCN6IZqwx2ahQR&#10;Cl2Ugs/1ZXKdDJ3cDElGx3/fCAWXh+88OMt1bxtxJR9qxwqmkwwEcel0zZWC4+FzvAARIrLGxjEp&#10;uFOA9Wo4WGKh3Y13dN3HSqQSDgUqMDG2hZShNGQxTFxLnNjFeYsxSV9J7fGWym0j37IslxZrTgsG&#10;W9oaKn/3nVXg8+3Fn80O8+4+OnXfP1puvrRSry/95gNEpD4+zf/pxGE2f4fHmXQE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2FosIAAADcAAAADwAAAAAAAAAAAAAA&#10;AAChAgAAZHJzL2Rvd25yZXYueG1sUEsFBgAAAAAEAAQA+QAAAJADAAAAAA==&#10;" strokecolor="red"/>
                  <v:shape id="AutoShape 254" o:spid="_x0000_s1066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yuZr8AAADcAAAADwAAAGRycy9kb3ducmV2LnhtbERPuwrCMBTdBf8hXMFFNFXxQTWKCIIo&#10;DmoXt0tzbYvNTWmi1r83g+B4OO/lujGleFHtCssKhoMIBHFqdcGZguS6689BOI+ssbRMCj7kYL1q&#10;t5YYa/vmM70uPhMhhF2MCnLvq1hKl+Zk0A1sRRy4u60N+gDrTOoa3yHclHIURVNpsODQkGNF25zS&#10;x+VpFJhRESVHK0/n9H5LZvh5Pg7jnlLdTrNZgPDU+L/4595rBeNJmB/OhCMgV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pyuZr8AAADcAAAADwAAAAAAAAAAAAAAAACh&#10;AgAAZHJzL2Rvd25yZXYueG1sUEsFBgAAAAAEAAQA+QAAAI0DAAAAAA==&#10;" strokecolor="red"/>
                </v:group>
                <v:group id="Group 255" o:spid="_x0000_s1067" style="position:absolute;left:4223;top:13968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<v:shape id="AutoShape 256" o:spid="_x0000_s1068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CBDsIAAADcAAAADwAAAGRycy9kb3ducmV2LnhtbESPX2vCMBTF3wW/Q7iCL2LTOVakGkWE&#10;gQ9joJs+X5prU2xuSpJq/fbLYLDHw+/84ay3g23FnXxoHCt4yXIQxJXTDdcKvr/e50sQISJrbB2T&#10;gicF2G7GozWW2j34SPdTrEUq4VCiAhNjV0oZKkMWQ+Y64sSuzluMSfpaao+PVG5bucjzQlpsOC0Y&#10;7GhvqLqdeqvAF/urv5gjFv1zdu4/PrXcHbRS08mwW4GINMR/8186cXh9W8DvmXQE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CBDsIAAADcAAAADwAAAAAAAAAAAAAA&#10;AAChAgAAZHJzL2Rvd25yZXYueG1sUEsFBgAAAAAEAAQA+QAAAJADAAAAAA==&#10;" strokecolor="red"/>
                  <v:shape id="AutoShape 257" o:spid="_x0000_s1069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4wEcQAAADcAAAADwAAAGRycy9kb3ducmV2LnhtbESPQYvCMBSE78L+h/AWvMiaalGXbqPI&#10;woIoHtRe9vZonm1p81KaqPXfG0HwOMzMN0y66k0jrtS5yrKCyTgCQZxbXXGhIDv9fX2DcB5ZY2OZ&#10;FNzJwWr5MUgx0fbGB7oefSEChF2CCkrv20RKl5dk0I1tSxy8s+0M+iC7QuoObwFuGjmNork0WHFY&#10;KLGl35Ly+ngxCsy0irKdlftDfv7PFni/1Nt4pNTws1//gPDU+3f41d5oBfEshueZcAT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TjARxAAAANwAAAAPAAAAAAAAAAAA&#10;AAAAAKECAABkcnMvZG93bnJldi54bWxQSwUGAAAAAAQABAD5AAAAkgMAAAAA&#10;" strokecolor="red"/>
                </v:group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2084705</wp:posOffset>
                </wp:positionV>
                <wp:extent cx="6179820" cy="3377565"/>
                <wp:effectExtent l="7620" t="8255" r="13335" b="33655"/>
                <wp:wrapNone/>
                <wp:docPr id="309" name="Grupo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9820" cy="3377565"/>
                          <a:chOff x="1233" y="6429"/>
                          <a:chExt cx="9732" cy="5319"/>
                        </a:xfrm>
                      </wpg:grpSpPr>
                      <wps:wsp>
                        <wps:cNvPr id="310" name="AutoShape 213"/>
                        <wps:cNvSpPr>
                          <a:spLocks noChangeArrowheads="1"/>
                        </wps:cNvSpPr>
                        <wps:spPr bwMode="auto">
                          <a:xfrm>
                            <a:off x="7866" y="7590"/>
                            <a:ext cx="3099" cy="28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No final do dia são transferidos para o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ArtSOFT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os documentos de venda efectuados no PDA.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É criado também automaticamente um documento de saída de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stock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com o saldo existente no PDA.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Este documento de saída do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stock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é transferido para o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ArtSOFT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AutoShape 214"/>
                        <wps:cNvSpPr>
                          <a:spLocks noChangeArrowheads="1"/>
                        </wps:cNvSpPr>
                        <wps:spPr bwMode="auto">
                          <a:xfrm>
                            <a:off x="3206" y="9814"/>
                            <a:ext cx="2364" cy="19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 w:line="240" w:lineRule="auto"/>
                                <w:jc w:val="center"/>
                              </w:pPr>
                              <w:proofErr w:type="spellStart"/>
                              <w:r>
                                <w:t>ArtSOFT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12" name="Group 215"/>
                        <wpg:cNvGrpSpPr>
                          <a:grpSpLocks/>
                        </wpg:cNvGrpSpPr>
                        <wpg:grpSpPr bwMode="auto">
                          <a:xfrm>
                            <a:off x="1233" y="6429"/>
                            <a:ext cx="6257" cy="1913"/>
                            <a:chOff x="1233" y="6429"/>
                            <a:chExt cx="6257" cy="1913"/>
                          </a:xfrm>
                        </wpg:grpSpPr>
                        <wps:wsp>
                          <wps:cNvPr id="313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3" y="6429"/>
                              <a:ext cx="6257" cy="19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rPr>
                                    <w:b/>
                                    <w:sz w:val="14"/>
                                    <w:szCs w:val="14"/>
                                  </w:rPr>
                                </w:pPr>
                                <w:r>
                                  <w:t>PDA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3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V500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5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V500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8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V500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AutoShape 2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02" y="7546"/>
                              <a:ext cx="10" cy="6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1" y="7557"/>
                              <a:ext cx="817" cy="7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E901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8" y="7225"/>
                              <a:ext cx="1680" cy="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  <w:t>Documentos criados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7" y="6504"/>
                              <a:ext cx="1242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Saldo 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7568"/>
                              <a:ext cx="817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S450 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Artigo X</w:t>
                                </w:r>
                              </w:p>
                              <w:p w:rsidR="00C04D43" w:rsidRDefault="00C04D43" w:rsidP="00C04D43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</w:rPr>
                                  <w:t>Qtd</w:t>
                                </w:r>
                                <w:proofErr w:type="spellEnd"/>
                                <w:r>
                                  <w:rPr>
                                    <w:sz w:val="14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8" y="7225"/>
                              <a:ext cx="1848" cy="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D43" w:rsidRDefault="00C04D43" w:rsidP="00C04D43">
                                <w:pP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16"/>
                                  </w:rPr>
                                  <w:t>Documentos existentes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3" name="AutoShape 226"/>
                        <wps:cNvCnPr>
                          <a:cxnSpLocks noChangeShapeType="1"/>
                        </wps:cNvCnPr>
                        <wps:spPr bwMode="auto">
                          <a:xfrm>
                            <a:off x="2923" y="8266"/>
                            <a:ext cx="827" cy="1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3750" y="8266"/>
                            <a:ext cx="248" cy="1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AutoShap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4621" y="8266"/>
                            <a:ext cx="86" cy="1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AutoShape 229"/>
                        <wps:cNvCnPr>
                          <a:cxnSpLocks noChangeShapeType="1"/>
                        </wps:cNvCnPr>
                        <wps:spPr bwMode="auto">
                          <a:xfrm flipH="1">
                            <a:off x="5202" y="8266"/>
                            <a:ext cx="1020" cy="1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09" o:spid="_x0000_s1070" style="position:absolute;left:0;text-align:left;margin-left:-23.4pt;margin-top:164.15pt;width:486.6pt;height:265.95pt;z-index:251664384" coordorigin="1233,6429" coordsize="9732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">
                <v:roundrect id="AutoShape 213" o:spid="_x0000_s1071" style="position:absolute;left:7866;top:7590;width:3099;height:284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MMcEA&#10;AADcAAAADwAAAGRycy9kb3ducmV2LnhtbERPz2vCMBS+D/Y/hDfYbU10OGY1yhA2dhOrhx2fzbMt&#10;a15qktbOv94chB0/vt/L9WhbMZAPjWMNk0yBIC6dabjScNh/vryDCBHZYOuYNPxRgPXq8WGJuXEX&#10;3tFQxEqkEA45aqhj7HIpQ1mTxZC5jjhxJ+ctxgR9JY3HSwq3rZwq9SYtNpwaauxoU1P5W/RWQ2lU&#10;r/zPsJ0fZ7G4Dv2Z5ddZ6+en8WMBItIY/8V397fR8DpJ89OZdAT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tzDHBAAAA3AAAAA8AAAAAAAAAAAAAAAAAmAIAAGRycy9kb3du&#10;cmV2LnhtbFBLBQYAAAAABAAEAPUAAACGAwAAAAA=&#10;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No final do dia são transferidos para o </w:t>
                        </w:r>
                        <w:proofErr w:type="spellStart"/>
                        <w:r>
                          <w:rPr>
                            <w:sz w:val="18"/>
                          </w:rPr>
                          <w:t>ArtSOFT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os documentos de venda efectuados no PDA.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É criado também automaticamente um documento de saída de </w:t>
                        </w:r>
                        <w:proofErr w:type="gramStart"/>
                        <w:r>
                          <w:rPr>
                            <w:sz w:val="18"/>
                          </w:rPr>
                          <w:t>stock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com o saldo existente no PDA.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Este documento de saída do </w:t>
                        </w:r>
                        <w:proofErr w:type="gramStart"/>
                        <w:r>
                          <w:rPr>
                            <w:sz w:val="18"/>
                          </w:rPr>
                          <w:t>stock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é transferido para o </w:t>
                        </w:r>
                        <w:proofErr w:type="spellStart"/>
                        <w:r>
                          <w:rPr>
                            <w:sz w:val="18"/>
                          </w:rPr>
                          <w:t>ArtSOFT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AutoShape 214" o:spid="_x0000_s1072" style="position:absolute;left:3206;top:9814;width:2364;height:193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wT8MA&#10;AADcAAAADwAAAGRycy9kb3ducmV2LnhtbESPQWvCQBSE7wX/w/IEb3UThVZSVymKtrfWKPT6yD6z&#10;odm3IW/V+O+7hUKPw8x8wyzXg2/VlXppAhvIpxko4irYhmsDp+PucQFKIrLFNjAZuJPAejV6WGJh&#10;w40PdC1jrRKEpUADLsau0FoqRx5lGjri5J1D7zEm2dfa9nhLcN/qWZY9aY8NpwWHHW0cVd/lxRuo&#10;z0cfpSq3b5/iPpove3+WfWnMZDy8voCKNMT/8F/73RqY5zn8nklHQK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RwT8MAAADcAAAADwAAAAAAAAAAAAAAAACYAgAAZHJzL2Rv&#10;d25yZXYueG1sUEsFBgAAAAAEAAQA9QAAAIgDAAAAAA==&#10;" fillcolor="#95b3d7 [1940]" strokecolor="#95b3d7 [1940]" strokeweight="1pt">
                  <v:fill color2="#dbe5f1 [660]" angle="135" focus="50%" type="gradient"/>
                  <v:shadow on="t" color="#243f60 [1604]" opacity=".5" offset="1pt"/>
                  <v:textbox>
                    <w:txbxContent>
                      <w:p w:rsidR="00C04D43" w:rsidRDefault="00C04D43" w:rsidP="00C04D43">
                        <w:pPr>
                          <w:spacing w:after="0" w:line="240" w:lineRule="auto"/>
                          <w:jc w:val="center"/>
                        </w:pPr>
                        <w:proofErr w:type="spellStart"/>
                        <w:r>
                          <w:t>ArtSOFT</w:t>
                        </w:r>
                        <w:proofErr w:type="spellEnd"/>
                      </w:p>
                    </w:txbxContent>
                  </v:textbox>
                </v:roundrect>
                <v:group id="Group 215" o:spid="_x0000_s1073" style="position:absolute;left:1233;top:6429;width:6257;height:1913" coordorigin="1233,6429" coordsize="6257,1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roundrect id="AutoShape 216" o:spid="_x0000_s1074" style="position:absolute;left:1233;top:6429;width:6257;height:19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wiMUA&#10;AADcAAAADwAAAGRycy9kb3ducmV2LnhtbESPUWvCMBSF3wf+h3AHvgxNa9mQahQRBiKOYXWwx0tz&#10;bcqSm9JkWv/9Mhjs8XDO+Q5nuR6cFVfqQ+tZQT7NQBDXXrfcKDifXidzECEia7SeScGdAqxXo4cl&#10;ltrf+EjXKjYiQTiUqMDE2JVShtqQwzD1HXHyLr53GJPsG6l7vCW4s3KWZS/SYctpwWBHW0P1V/Xt&#10;FOzfnvJPzuX2OLPP5v1QBFt9HJQaPw6bBYhIQ/wP/7V3WkGRF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vCIxQAAANwAAAAPAAAAAAAAAAAAAAAAAJgCAABkcnMv&#10;ZG93bnJldi54bWxQSwUGAAAAAAQABAD1AAAAigMAAAAA&#10;" fillcolor="white [3201]" strokecolor="#666 [1936]" strokeweight="1pt">
                    <v:fill color2="#999 [1296]" focus="100%" type="gradient"/>
                    <v:shadow on="t" color="#7f7f7f [1601]" opacity=".5" offset="1pt"/>
                    <v:textbox>
                      <w:txbxContent>
                        <w:p w:rsidR="00C04D43" w:rsidRDefault="00C04D43" w:rsidP="00C04D43">
                          <w:pPr>
                            <w:rPr>
                              <w:b/>
                              <w:sz w:val="14"/>
                              <w:szCs w:val="14"/>
                            </w:rPr>
                          </w:pPr>
                          <w:r>
                            <w:t>PDA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jc w:val="center"/>
                            <w:rPr>
                              <w:b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roundrect>
                  <v:rect id="Rectangle 217" o:spid="_x0000_s1075" style="position:absolute;left:4223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sJMcA&#10;AADcAAAADwAAAGRycy9kb3ducmV2LnhtbESPS2vDMBCE74H8B7GFXkItpy3GuFZCCA30UCjNA9rb&#10;Ym1sU2tlLPmRf18FAjkOM/MNk68n04iBOldbVrCMYhDEhdU1lwqOh91TCsJ5ZI2NZVJwIQfr1XyW&#10;Y6btyN807H0pAoRdhgoq79tMSldUZNBFtiUO3tl2Bn2QXSl1h2OAm0Y+x3EiDdYcFipsaVtR8bfv&#10;jQJ5+UpS359/t+8/u0XafvanKe6VenyYNm8gPE3+Hr61P7SCl+UrXM+EI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6rCTHAAAA3AAAAA8AAAAAAAAAAAAAAAAAmAIAAGRy&#10;cy9kb3ducmV2LnhtbFBLBQYAAAAABAAEAPUAAACMAwAAAAA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V500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rect id="Rectangle 218" o:spid="_x0000_s1076" style="position:absolute;left:3295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YJv8cA&#10;AADcAAAADwAAAGRycy9kb3ducmV2LnhtbESPS2vDMBCE74H8B7GFXkItp6XGuFZCCA30UCjNA9rb&#10;Ym1sU2tlLPmRf18FAjkOM/MNk68n04iBOldbVrCMYhDEhdU1lwqOh91TCsJ5ZI2NZVJwIQfr1XyW&#10;Y6btyN807H0pAoRdhgoq79tMSldUZNBFtiUO3tl2Bn2QXSl1h2OAm0Y+x3EiDdYcFipsaVtR8bfv&#10;jQJ5+UpS359/t+8/u0XafvanKe6VenyYNm8gPE3+Hr61P7SCl+UrXM+EI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2Cb/HAAAA3AAAAA8AAAAAAAAAAAAAAAAAmAIAAGRy&#10;cy9kb3ducmV2LnhtbFBLBQYAAAAABAAEAPUAAACMAwAAAAA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V500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4</w:t>
                          </w:r>
                        </w:p>
                      </w:txbxContent>
                    </v:textbox>
                  </v:rect>
                  <v:rect id="Rectangle 219" o:spid="_x0000_s1077" style="position:absolute;left:2368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SXyMUA&#10;AADcAAAADwAAAGRycy9kb3ducmV2LnhtbESPT4vCMBTE74LfITzBi2iqC6VUo4goeFhY1j+gt0fz&#10;bIvNS2lSrd9+syB4HGbmN8xi1ZlKPKhxpWUF00kEgjizuuRcwem4GycgnEfWWFkmBS9ysFr2ewtM&#10;tX3yLz0OPhcBwi5FBYX3dSqlywoy6Ca2Jg7ezTYGfZBNLnWDzwA3lZxFUSwNlhwWCqxpU1B2P7RG&#10;gXz9xIlvb9fN9rIbJfV3e+6iVqnhoFvPQXjq/Cf8bu+1gq9pDP9nw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JfIxQAAANwAAAAPAAAAAAAAAAAAAAAAAJgCAABkcnMv&#10;ZG93bnJldi54bWxQSwUGAAAAAAQABAD1AAAAigMAAAAA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V500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shape id="AutoShape 220" o:spid="_x0000_s1078" type="#_x0000_t32" style="position:absolute;left:5202;top:7546;width:10;height:6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1i4M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Sz/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fWLgxAAAANwAAAAPAAAAAAAAAAAA&#10;AAAAAKECAABkcnMvZG93bnJldi54bWxQSwUGAAAAAAQABAD5AAAAkgMAAAAA&#10;"/>
                  <v:rect id="Rectangle 221" o:spid="_x0000_s1079" style="position:absolute;left:1441;top:7557;width:817;height: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mIcQA&#10;AADcAAAADwAAAGRycy9kb3ducmV2LnhtbERPy0rDQBTdC/2H4RbcSDNphRJiJqGUFroQxKpgd5fM&#10;zQMzd0Jm0iR/7ywEl4fzzorZdOJOg2stK9hGMQji0uqWawWfH+dNAsJ5ZI2dZVKwkIMiXz1kmGo7&#10;8Tvdr74WIYRdigoa7/tUSlc2ZNBFticOXGUHgz7AoZZ6wCmEm07u4ngvDbYcGhrs6dhQ+XMdjQK5&#10;vO0TP1a34+n7/JT0r+PXHI9KPa7nwwsIT7P/F/+5L1rB8zasDWfCEZ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3piHEAAAA3AAAAA8AAAAAAAAAAAAAAAAAmAIAAGRycy9k&#10;b3ducmV2LnhtbFBLBQYAAAAABAAEAPUAAACJAwAAAAA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E901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10</w:t>
                          </w:r>
                        </w:p>
                      </w:txbxContent>
                    </v:textbox>
                  </v:rect>
                  <v:shape id="Text Box 222" o:spid="_x0000_s1080" type="#_x0000_t202" style="position:absolute;left:5328;top:7225;width:1680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OQcUA&#10;AADcAAAADwAAAGRycy9kb3ducmV2LnhtbESPT2sCMRTE74LfITzBmyZqLbrdKNJS6KnSVQu9PTZv&#10;/9DNy7JJ3e23bwqCx2FmfsOk+8E24kqdrx1rWMwVCOLcmZpLDefT62wDwgdkg41j0vBLHva78SjF&#10;xLieP+iahVJECPsENVQhtImUPq/Iop+7ljh6hesshii7UpoO+wi3jVwq9Sgt1hwXKmzpuaL8O/ux&#10;Gi7vxdfngzqWL3bd9m5Qku1Waj2dDIcnEIGGcA/f2m9Gw2qxhf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05BxQAAANwAAAAPAAAAAAAAAAAAAAAAAJgCAABkcnMv&#10;ZG93bnJldi54bWxQSwUGAAAAAAQABAD1AAAAigMAAAAA&#10;" filled="f" stroked="f">
                    <v:textbox>
                      <w:txbxContent>
                        <w:p w:rsidR="00C04D43" w:rsidRDefault="00C04D43" w:rsidP="00C04D43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Documentos criados</w:t>
                          </w:r>
                        </w:p>
                      </w:txbxContent>
                    </v:textbox>
                  </v:shape>
                  <v:shape id="Text Box 223" o:spid="_x0000_s1081" type="#_x0000_t202" style="position:absolute;left:2597;top:6504;width:1242;height: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tY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EtYcAAAADcAAAADwAAAAAAAAAAAAAAAACYAgAAZHJzL2Rvd25y&#10;ZXYueG1sUEsFBgAAAAAEAAQA9QAAAIUDAAAAAA==&#10;" filled="f" stroked="f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Saldo 0</w:t>
                          </w:r>
                        </w:p>
                      </w:txbxContent>
                    </v:textbox>
                  </v:shape>
                  <v:rect id="Rectangle 224" o:spid="_x0000_s1082" style="position:absolute;left:5824;top:7568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FAcQA&#10;AADcAAAADwAAAGRycy9kb3ducmV2LnhtbESPzarCMBSE94LvEI5wN6KpXpBSjSKicBfCxT/Q3aE5&#10;tsXmpDSp1rc3guBymJlvmNmiNaW4U+0KywpGwwgEcWp1wZmC42EziEE4j6yxtEwKnuRgMe92Zpho&#10;++Ad3fc+EwHCLkEFufdVIqVLczLohrYiDt7V1gZ9kHUmdY2PADelHEfRRBosOCzkWNEqp/S2b4wC&#10;+fyfxL65Xlbr86YfV9vm1EaNUj+9djkF4an13/Cn/acV/I5H8D4Tj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xQHEAAAA3AAAAA8AAAAAAAAAAAAAAAAAmAIAAGRycy9k&#10;b3ducmV2LnhtbFBLBQYAAAAABAAEAPUAAACJAwAAAAA=&#10;" strokecolor="black [3213]">
                    <v:textbox>
                      <w:txbxContent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S450 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Artigo X</w:t>
                          </w:r>
                        </w:p>
                        <w:p w:rsidR="00C04D43" w:rsidRDefault="00C04D43" w:rsidP="00C04D43">
                          <w:pPr>
                            <w:spacing w:after="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Qtd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shape id="Text Box 225" o:spid="_x0000_s1083" type="#_x0000_t202" style="position:absolute;left:2258;top:7225;width:1848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8Wjc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Jgm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xaNxQAAANwAAAAPAAAAAAAAAAAAAAAAAJgCAABkcnMv&#10;ZG93bnJldi54bWxQSwUGAAAAAAQABAD1AAAAigMAAAAA&#10;" filled="f" stroked="f">
                    <v:textbox>
                      <w:txbxContent>
                        <w:p w:rsidR="00C04D43" w:rsidRDefault="00C04D43" w:rsidP="00C04D43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Documentos existentes</w:t>
                          </w:r>
                        </w:p>
                      </w:txbxContent>
                    </v:textbox>
                  </v:shape>
                </v:group>
                <v:shape id="AutoShape 226" o:spid="_x0000_s1084" type="#_x0000_t32" style="position:absolute;left:2923;top:8266;width:827;height:14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yCYsYAAADcAAAADwAAAGRycy9kb3ducmV2LnhtbESPT2vCQBTE7wW/w/KE3upGhaIxGxGh&#10;pVh68A9Bb4/sMwlm34bdVWM/fbdQ6HGYmd8w2bI3rbiR841lBeNRAoK4tLrhSsFh//YyA+EDssbW&#10;Mil4kIdlPnjKMNX2zlu67UIlIoR9igrqELpUSl/WZNCPbEccvbN1BkOUrpLa4T3CTSsnSfIqDTYc&#10;F2rsaF1TedldjYLj5/xaPIov2hTj+eaEzvjv/btSz8N+tQARqA//4b/2h1YwnUzh90w8AjL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cgmLGAAAA3AAAAA8AAAAAAAAA&#10;AAAAAAAAoQIAAGRycy9kb3ducmV2LnhtbFBLBQYAAAAABAAEAPkAAACUAwAAAAA=&#10;">
                  <v:stroke endarrow="block"/>
                </v:shape>
                <v:shape id="AutoShape 227" o:spid="_x0000_s1085" type="#_x0000_t32" style="position:absolute;left:3750;top:8266;width:248;height:14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UaFsUAAADcAAAADwAAAGRycy9kb3ducmV2LnhtbESPQWsCMRSE7wX/Q3iCt5rVStHVKFJo&#10;EaWHqix6e2yeu4ublyWJuvrrTaHQ4zAz3zCzRWtqcSXnK8sKBv0EBHFudcWFgv3u83UMwgdkjbVl&#10;UnAnD4t552WGqbY3/qHrNhQiQtinqKAMoUml9HlJBn3fNsTRO1lnMETpCqkd3iLc1HKYJO/SYMVx&#10;ocSGPkrKz9uLUXDYTC7ZPfumdTaYrI/ojH/svpTqddvlFESgNvyH/9orreBtOILfM/EIy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UaFsUAAADcAAAADwAAAAAAAAAA&#10;AAAAAAChAgAAZHJzL2Rvd25yZXYueG1sUEsFBgAAAAAEAAQA+QAAAJMDAAAAAA==&#10;">
                  <v:stroke endarrow="block"/>
                </v:shape>
                <v:shape id="AutoShape 228" o:spid="_x0000_s1086" type="#_x0000_t32" style="position:absolute;left:4621;top:8266;width:86;height:149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0zsQAAADcAAAADwAAAGRycy9kb3ducmV2LnhtbESPwWrDMBBE74X+g9hCbrVch5TiRDFp&#10;oBByCU0K7XGxNraItTKWajl/HwUKPQ4z84ZZVZPtxEiDN44VvGQ5COLaacONgq/Tx/MbCB+QNXaO&#10;ScGVPFTrx4cVltpF/qTxGBqRIOxLVNCG0JdS+roliz5zPXHyzm6wGJIcGqkHjAluO1nk+au0aDgt&#10;tNjTtqX6cvy1Ckw8mLHfbeP7/vvH60jmunBGqdnTtFmCCDSF//Bfe6cVzIsF3M+kI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qPTOxAAAANwAAAAPAAAAAAAAAAAA&#10;AAAAAKECAABkcnMvZG93bnJldi54bWxQSwUGAAAAAAQABAD5AAAAkgMAAAAA&#10;">
                  <v:stroke endarrow="block"/>
                </v:shape>
                <v:shape id="AutoShape 229" o:spid="_x0000_s1087" type="#_x0000_t32" style="position:absolute;left:5202;top:8266;width:1020;height:149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pqucIAAADcAAAADwAAAGRycy9kb3ducmV2LnhtbESPQWsCMRSE70L/Q3gFb5qtopTVKFYo&#10;iBdRC+3xsXnuBjcvyybdrP/eCILHYWa+YZbr3taio9Ybxwo+xhkI4sJpw6WCn/P36BOED8gaa8ek&#10;4EYe1qu3wRJz7SIfqTuFUiQI+xwVVCE0uZS+qMiiH7uGOHkX11oMSbal1C3GBLe1nGTZXFo0nBYq&#10;bGhbUXE9/VsFJh5M1+y28Wv/++d1JHObOaPU8L3fLEAE6sMr/GzvtILpZA6P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HpqucIAAADc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br w:type="page"/>
      </w:r>
    </w:p>
    <w:p w:rsidR="00C04D43" w:rsidRDefault="00C04D43" w:rsidP="00996925">
      <w:pPr>
        <w:pStyle w:val="PargrafodaLista"/>
        <w:numPr>
          <w:ilvl w:val="0"/>
          <w:numId w:val="26"/>
        </w:numPr>
        <w:rPr>
          <w:sz w:val="24"/>
        </w:rPr>
      </w:pPr>
      <w:r>
        <w:rPr>
          <w:sz w:val="24"/>
        </w:rPr>
        <w:lastRenderedPageBreak/>
        <w:t xml:space="preserve">O controlo de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é efectuado de forma cumulativa</w:t>
      </w:r>
    </w:p>
    <w:p w:rsidR="00C04D43" w:rsidRDefault="00C04D43" w:rsidP="00C04D43">
      <w:pPr>
        <w:pStyle w:val="PargrafodaLista"/>
        <w:rPr>
          <w:sz w:val="24"/>
        </w:rPr>
      </w:pPr>
      <w:r>
        <w:rPr>
          <w:sz w:val="24"/>
        </w:rPr>
        <w:t xml:space="preserve">Neste processo, os documentos de carga (entrada de stock) no PDA podem ser </w:t>
      </w:r>
      <w:proofErr w:type="spellStart"/>
      <w:r>
        <w:rPr>
          <w:sz w:val="24"/>
        </w:rPr>
        <w:t>efetuados</w:t>
      </w:r>
      <w:proofErr w:type="spellEnd"/>
      <w:r>
        <w:rPr>
          <w:sz w:val="24"/>
        </w:rPr>
        <w:t xml:space="preserve"> em qualquer momento, não existindo a operação de fecho diário dos </w:t>
      </w:r>
      <w:proofErr w:type="gramStart"/>
      <w:r>
        <w:rPr>
          <w:sz w:val="24"/>
        </w:rPr>
        <w:t>stocks</w:t>
      </w:r>
      <w:proofErr w:type="gramEnd"/>
      <w:r>
        <w:rPr>
          <w:sz w:val="24"/>
        </w:rPr>
        <w:t>.</w:t>
      </w:r>
    </w:p>
    <w:p w:rsidR="00C04D43" w:rsidRDefault="00C04D43" w:rsidP="00C04D43">
      <w:pPr>
        <w:pStyle w:val="PargrafodaLista"/>
        <w:rPr>
          <w:sz w:val="24"/>
        </w:rPr>
      </w:pPr>
      <w:r>
        <w:rPr>
          <w:sz w:val="24"/>
        </w:rPr>
        <w:t xml:space="preserve">Os documentos de venda podem ser transferidos normalmente para o </w:t>
      </w:r>
      <w:proofErr w:type="spellStart"/>
      <w:r>
        <w:rPr>
          <w:sz w:val="24"/>
        </w:rPr>
        <w:t>ArtSOFT</w:t>
      </w:r>
      <w:proofErr w:type="spellEnd"/>
      <w:r>
        <w:rPr>
          <w:sz w:val="24"/>
        </w:rPr>
        <w:t xml:space="preserve"> no final do dia (ou outro período), mas não é obrigatório a criação e transferência do documento de acerto dos acumulados de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. </w:t>
      </w:r>
    </w:p>
    <w:p w:rsidR="00C04D43" w:rsidRDefault="00C04D43" w:rsidP="00C04D43">
      <w:pPr>
        <w:pStyle w:val="PargrafodaLista"/>
        <w:rPr>
          <w:sz w:val="24"/>
        </w:rPr>
      </w:pPr>
      <w:r>
        <w:rPr>
          <w:sz w:val="24"/>
        </w:rPr>
        <w:t xml:space="preserve">Depois de transferidos para o </w:t>
      </w:r>
      <w:proofErr w:type="spellStart"/>
      <w:r>
        <w:rPr>
          <w:sz w:val="24"/>
        </w:rPr>
        <w:t>ArtSOFT</w:t>
      </w:r>
      <w:proofErr w:type="spellEnd"/>
      <w:r>
        <w:rPr>
          <w:sz w:val="24"/>
        </w:rPr>
        <w:t xml:space="preserve"> os documentos de venda, estes não são eliminados do PDA mas são marcados como documentos já exportados. Estes documentos deverão continuar a movimentar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para manter a </w:t>
      </w:r>
      <w:proofErr w:type="spellStart"/>
      <w:r>
        <w:rPr>
          <w:sz w:val="24"/>
        </w:rPr>
        <w:t>atualização</w:t>
      </w:r>
      <w:proofErr w:type="spellEnd"/>
      <w:r>
        <w:rPr>
          <w:sz w:val="24"/>
        </w:rPr>
        <w:t xml:space="preserve"> correta dos acumulados.</w:t>
      </w:r>
    </w:p>
    <w:p w:rsidR="00C04D43" w:rsidRDefault="00C04D43" w:rsidP="00C04D43">
      <w:pPr>
        <w:pStyle w:val="PargrafodaLista"/>
        <w:rPr>
          <w:sz w:val="24"/>
        </w:rPr>
      </w:pPr>
      <w:r>
        <w:rPr>
          <w:sz w:val="24"/>
        </w:rPr>
        <w:t xml:space="preserve">Deverá existir uma rotina própria no PDA que permita ao utilizador, em qualquer altura, repor os </w:t>
      </w:r>
      <w:proofErr w:type="gramStart"/>
      <w:r>
        <w:rPr>
          <w:sz w:val="24"/>
        </w:rPr>
        <w:t>stocks</w:t>
      </w:r>
      <w:proofErr w:type="gramEnd"/>
      <w:r>
        <w:rPr>
          <w:sz w:val="24"/>
        </w:rPr>
        <w:t xml:space="preserve"> a 0. Com esta rotina, deverá ser efectuado um documento de saída com o </w:t>
      </w:r>
      <w:proofErr w:type="gramStart"/>
      <w:r>
        <w:rPr>
          <w:sz w:val="24"/>
        </w:rPr>
        <w:t>stock</w:t>
      </w:r>
      <w:proofErr w:type="gramEnd"/>
      <w:r>
        <w:rPr>
          <w:sz w:val="24"/>
        </w:rPr>
        <w:t xml:space="preserve"> existente no PDA, e deverá ser transferido para o </w:t>
      </w:r>
      <w:proofErr w:type="spellStart"/>
      <w:r>
        <w:rPr>
          <w:sz w:val="24"/>
        </w:rPr>
        <w:t>ArtSOFT</w:t>
      </w:r>
      <w:proofErr w:type="spellEnd"/>
      <w:r>
        <w:rPr>
          <w:sz w:val="24"/>
        </w:rPr>
        <w:t>. Depois de transferidos os documentos de venda e documento de acerto, deverão ser eliminados todos os documentos existentes (de entrada, saída e venda).</w:t>
      </w: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DE424EB" wp14:editId="0468F7F5">
                <wp:simplePos x="0" y="0"/>
                <wp:positionH relativeFrom="column">
                  <wp:posOffset>12065</wp:posOffset>
                </wp:positionH>
                <wp:positionV relativeFrom="paragraph">
                  <wp:posOffset>1923415</wp:posOffset>
                </wp:positionV>
                <wp:extent cx="5594985" cy="1214755"/>
                <wp:effectExtent l="12065" t="8890" r="12700" b="33655"/>
                <wp:wrapNone/>
                <wp:docPr id="370" name="Grupo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4985" cy="1214755"/>
                          <a:chOff x="1494" y="13465"/>
                          <a:chExt cx="8811" cy="1913"/>
                        </a:xfrm>
                      </wpg:grpSpPr>
                      <wps:wsp>
                        <wps:cNvPr id="371" name="AutoShape 259"/>
                        <wps:cNvSpPr>
                          <a:spLocks noChangeArrowheads="1"/>
                        </wps:cNvSpPr>
                        <wps:spPr bwMode="auto">
                          <a:xfrm>
                            <a:off x="1494" y="13465"/>
                            <a:ext cx="5265" cy="19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  <w:r>
                                <w:t>PDA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5247" y="14615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4234" y="14626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3228" y="14615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AutoShape 263"/>
                        <wps:cNvSpPr>
                          <a:spLocks noChangeArrowheads="1"/>
                        </wps:cNvSpPr>
                        <wps:spPr bwMode="auto">
                          <a:xfrm>
                            <a:off x="7930" y="13573"/>
                            <a:ext cx="2375" cy="16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Durante o dia são efectuados os documentos de venda “normais” que reduzem o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stock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acumulado no PDA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AutoShape 26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73" y="14615"/>
                            <a:ext cx="10" cy="6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702" y="14593"/>
                            <a:ext cx="817" cy="7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E901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675" y="14261"/>
                            <a:ext cx="247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color w:val="808080" w:themeColor="background1" w:themeShade="80"/>
                                  <w:sz w:val="16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16"/>
                                </w:rPr>
                                <w:t>Documentos Criados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13540"/>
                            <a:ext cx="1242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Saldo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70" o:spid="_x0000_s1088" style="position:absolute;left:0;text-align:left;margin-left:.95pt;margin-top:151.45pt;width:440.55pt;height:95.65pt;z-index:251668480" coordorigin="1494,13465" coordsize="8811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">
                <v:roundrect id="AutoShape 259" o:spid="_x0000_s1089" style="position:absolute;left:1494;top:13465;width:5265;height:19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suxMUA&#10;AADcAAAADwAAAGRycy9kb3ducmV2LnhtbESPQWsCMRSE7wX/Q3iFXqRmV2krq1FEKEixiNsWPD42&#10;z83S5GXZRN3+eyMIPQ4z8w0zX/bOijN1ofGsIB9lIIgrrxuuFXx/vT9PQYSIrNF6JgV/FGC5GDzM&#10;sdD+wns6l7EWCcKhQAUmxraQMlSGHIaRb4mTd/Sdw5hkV0vd4SXBnZXjLHuVDhtOCwZbWhuqfsuT&#10;U/DxOcwPnMv1fmxfzG47Cbb82Sr19NivZiAi9fE/fG9vtILJWw6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2y7ExQAAANwAAAAPAAAAAAAAAAAAAAAAAJgCAABkcnMv&#10;ZG93bnJldi54bWxQSwUGAAAAAAQABAD1AAAAigMAAAAA&#10;" fillcolor="white [3201]" strokecolor="#666 [1936]" strokeweight="1pt">
                  <v:fill color2="#999 [1296]" focus="100%" type="gradient"/>
                  <v:shadow on="t" color="#7f7f7f [1601]" opacity=".5" offset="1pt"/>
                  <v:textbox>
                    <w:txbxContent>
                      <w:p w:rsidR="00C04D43" w:rsidRDefault="00C04D43" w:rsidP="00C04D43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t>PDA</w:t>
                        </w:r>
                      </w:p>
                      <w:p w:rsidR="00C04D43" w:rsidRDefault="00C04D43" w:rsidP="00C04D43">
                        <w:pPr>
                          <w:spacing w:after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oundrect>
                <v:rect id="Rectangle 260" o:spid="_x0000_s1090" style="position:absolute;left:5247;top:14615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B0a8cA&#10;AADcAAAADwAAAGRycy9kb3ducmV2LnhtbESPT2vCQBTE70K/w/IKXqTZ1IKG1E0oQaGHgmgttLdH&#10;9uUPzb4N2Y3Gb98VhB6HmfkNs8kn04kzDa61rOA5ikEQl1a3XCs4fe6eEhDOI2vsLJOCKznIs4fZ&#10;BlNtL3yg89HXIkDYpaig8b5PpXRlQwZdZHvi4FV2MOiDHGqpB7wEuOnkMo5X0mDLYaHBnoqGyt/j&#10;aBTI636V+LH6Kbbfu0XSf4xfUzwqNX+c3l5BeJr8f/jeftcKXtZLuJ0JR0B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AdGvHAAAA3AAAAA8AAAAAAAAAAAAAAAAAmAIAAGRy&#10;cy9kb3ducmV2LnhtbFBLBQYAAAAABAAEAPUAAACM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2</w:t>
                        </w:r>
                      </w:p>
                    </w:txbxContent>
                  </v:textbox>
                </v:rect>
                <v:rect id="Rectangle 261" o:spid="_x0000_s1091" style="position:absolute;left:4234;top:14626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R8McA&#10;AADcAAAADwAAAGRycy9kb3ducmV2LnhtbESPQWvCQBSE74X+h+UVeinNRoUYUlcRMdCDUEwttLdH&#10;9pmEZt+G7MbEf+8WhB6HmfmGWW0m04oL9a6xrGAWxSCIS6sbrhScPvPXFITzyBpby6TgSg4268eH&#10;FWbajnykS+ErESDsMlRQe99lUrqyJoMush1x8M62N+iD7CupexwD3LRyHseJNNhwWKixo11N5W8x&#10;GAXy+pGkfjj/7Pbf+UvaHYavKR6Uen6atm8gPE3+P3xvv2sFi+UC/s6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M0fDHAAAA3AAAAA8AAAAAAAAAAAAAAAAAmAIAAGRy&#10;cy9kb3ducmV2LnhtbFBLBQYAAAAABAAEAPUAAACM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4</w:t>
                        </w:r>
                      </w:p>
                    </w:txbxContent>
                  </v:textbox>
                </v:rect>
                <v:rect id="Rectangle 262" o:spid="_x0000_s1092" style="position:absolute;left:3228;top:14615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JhMcA&#10;AADcAAAADwAAAGRycy9kb3ducmV2LnhtbESPQWvCQBSE74L/YXmFXqTZWEsaUlcRUfAglEYL7e2R&#10;fSah2bchu9Hk37uFQo/DzHzDLNeDacSVOldbVjCPYhDEhdU1lwrOp/1TCsJ5ZI2NZVIwkoP1ajpZ&#10;YqbtjT/omvtSBAi7DBVU3reZlK6oyKCLbEscvIvtDPogu1LqDm8Bbhr5HMeJNFhzWKiwpW1FxU/e&#10;GwVyfE9S31++t7uv/Sxtj/3nEPdKPT4MmzcQngb/H/5rH7SCxesL/J4JR0C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lSYTHAAAA3AAAAA8AAAAAAAAAAAAAAAAAmAIAAGRy&#10;cy9kb3ducmV2LnhtbFBLBQYAAAAABAAEAPUAAACM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2</w:t>
                        </w:r>
                      </w:p>
                    </w:txbxContent>
                  </v:textbox>
                </v:rect>
                <v:roundrect id="AutoShape 263" o:spid="_x0000_s1093" style="position:absolute;left:7930;top:13573;width:2375;height:16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WKCcUA&#10;AADcAAAADwAAAGRycy9kb3ducmV2LnhtbESPQWsCMRSE74X+h/AKvdVEi62uRpFCizfptgePz81z&#10;d3HzsibZdeuvN4VCj8PMfMMs14NtRE8+1I41jEcKBHHhTM2lhu+v96cZiBCRDTaOScMPBViv7u+W&#10;mBl34U/q81iKBOGQoYYqxjaTMhQVWQwj1xIn7+i8xZikL6XxeElw28iJUi/SYs1pocKW3ioqTnln&#10;NRRGdcrv+938MI35te/OLD/OWj8+DJsFiEhD/A//tbdGw/PrFH7P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xYoJxQAAANwAAAAPAAAAAAAAAAAAAAAAAJgCAABkcnMv&#10;ZG93bnJldi54bWxQSwUGAAAAAAQABAD1AAAAigMAAAAA&#10;">
                  <v:textbox>
                    <w:txbxContent>
                      <w:p w:rsidR="00C04D43" w:rsidRDefault="00C04D43" w:rsidP="00C04D4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Durante o dia são efectuados os documentos de venda “normais” que reduzem o </w:t>
                        </w:r>
                        <w:proofErr w:type="gramStart"/>
                        <w:r>
                          <w:rPr>
                            <w:sz w:val="18"/>
                          </w:rPr>
                          <w:t>stock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acumulado no PDA</w:t>
                        </w:r>
                      </w:p>
                    </w:txbxContent>
                  </v:textbox>
                </v:roundrect>
                <v:shape id="AutoShape 264" o:spid="_x0000_s1094" type="#_x0000_t32" style="position:absolute;left:2773;top:14615;width:10;height:6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4i28UAAADcAAAADwAAAGRycy9kb3ducmV2LnhtbESPQWsCMRSE74X+h/AKvRTNbgsqW6OI&#10;IIiHgroHj4/kubt087Imcd3++0YQPA4z8w0zXw62FT350DhWkI8zEMTamYYrBeVxM5qBCBHZYOuY&#10;FPxRgOXi9WWOhXE33lN/iJVIEA4FKqhj7Aopg67JYhi7jjh5Z+ctxiR9JY3HW4LbVn5m2URabDgt&#10;1NjRuib9e7haBc2u/Cn7j0v0erbLTz4Px1OrlXp/G1bfICIN8Rl+tLdGwdd0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4i28UAAADcAAAADwAAAAAAAAAA&#10;AAAAAAChAgAAZHJzL2Rvd25yZXYueG1sUEsFBgAAAAAEAAQA+QAAAJMDAAAAAA==&#10;"/>
                <v:rect id="Rectangle 265" o:spid="_x0000_s1095" style="position:absolute;left:1702;top:14593;width:817;height: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fX88UA&#10;AADcAAAADwAAAGRycy9kb3ducmV2LnhtbESPQYvCMBSE74L/IbwFL7KmKtjSNYqIggdB1F3YvT2a&#10;Z1u2eSlNqvXfG0HwOMzMN8x82ZlKXKlxpWUF41EEgjizuuRcwfd5+5mAcB5ZY2WZFNzJwXLR780x&#10;1fbGR7qefC4ChF2KCgrv61RKlxVk0I1sTRy8i20M+iCbXOoGbwFuKjmJopk0WHJYKLCmdUHZ/6k1&#10;CuT9MEt8e/lbb363w6Tetz9d1Co1+OhWXyA8df4dfrV3WsE0juF5Jhw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N9fzxQAAANwAAAAPAAAAAAAAAAAAAAAAAJgCAABkcnMv&#10;ZG93bnJldi54bWxQSwUGAAAAAAQABAD1AAAAigMAAAAA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E901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10</w:t>
                        </w:r>
                      </w:p>
                    </w:txbxContent>
                  </v:textbox>
                </v:rect>
                <v:shape id="Text Box 266" o:spid="_x0000_s1096" type="#_x0000_t202" style="position:absolute;left:3675;top:14261;width:2472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QOes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kDnrBAAAA3AAAAA8AAAAAAAAAAAAAAAAAmAIAAGRycy9kb3du&#10;cmV2LnhtbFBLBQYAAAAABAAEAPUAAACGAwAAAAA=&#10;" filled="f" stroked="f">
                  <v:textbox>
                    <w:txbxContent>
                      <w:p w:rsidR="00C04D43" w:rsidRDefault="00C04D43" w:rsidP="00C04D43">
                        <w:pPr>
                          <w:rPr>
                            <w:color w:val="808080" w:themeColor="background1" w:themeShade="80"/>
                            <w:sz w:val="16"/>
                          </w:rPr>
                        </w:pPr>
                        <w:r>
                          <w:rPr>
                            <w:color w:val="808080" w:themeColor="background1" w:themeShade="80"/>
                            <w:sz w:val="16"/>
                          </w:rPr>
                          <w:t>Documentos Criados</w:t>
                        </w:r>
                      </w:p>
                    </w:txbxContent>
                  </v:textbox>
                </v:shape>
                <v:shape id="Text Box 267" o:spid="_x0000_s1097" type="#_x0000_t202" style="position:absolute;left:2858;top:13540;width:1242;height: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r4cUA&#10;AADcAAAADwAAAGRycy9kb3ducmV2LnhtbESPQWvCQBSE74L/YXlCb7pbq1bTbKS0CD21VKvg7ZF9&#10;JsHs25DdmvTfdwXB4zAz3zDpure1uFDrK8caHicKBHHuTMWFhp/dZrwE4QOywdoxafgjD+tsOEgx&#10;Ma7jb7psQyEihH2CGsoQmkRKn5dk0U9cQxy9k2sthijbQpoWuwi3tZwqtZAWK44LJTb0VlJ+3v5a&#10;DfvP0/EwU1/Fu503neuVZLuSWj+M+tcXEIH6cA/f2h9Gw9PzCq5n4hG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KvhxQAAANwAAAAPAAAAAAAAAAAAAAAAAJgCAABkcnMv&#10;ZG93bnJldi54bWxQSwUGAAAAAAQABAD1AAAAigMAAAAA&#10;" filled="f" stroked="f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Saldo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FD2867" wp14:editId="1003CC51">
                <wp:simplePos x="0" y="0"/>
                <wp:positionH relativeFrom="column">
                  <wp:posOffset>4017010</wp:posOffset>
                </wp:positionH>
                <wp:positionV relativeFrom="paragraph">
                  <wp:posOffset>232410</wp:posOffset>
                </wp:positionV>
                <wp:extent cx="1508125" cy="1077595"/>
                <wp:effectExtent l="6985" t="13335" r="8890" b="13970"/>
                <wp:wrapNone/>
                <wp:docPr id="369" name="Rectângulo arredondado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125" cy="1077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Em qualquer altura é efectuado um documento de carga no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ArtSOFT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e este é transferido para o PDA.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69" o:spid="_x0000_s1098" style="position:absolute;left:0;text-align:left;margin-left:316.3pt;margin-top:18.3pt;width:118.75pt;height:84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">
                <v:textbox>
                  <w:txbxContent>
                    <w:p w:rsidR="00C04D43" w:rsidRDefault="00C04D43" w:rsidP="00C04D43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Em qualquer altura é efectuado um documento de carga no </w:t>
                      </w:r>
                      <w:proofErr w:type="spellStart"/>
                      <w:r>
                        <w:rPr>
                          <w:sz w:val="18"/>
                        </w:rPr>
                        <w:t>ArtSOFT</w:t>
                      </w:r>
                      <w:proofErr w:type="spellEnd"/>
                      <w:r>
                        <w:rPr>
                          <w:sz w:val="18"/>
                        </w:rPr>
                        <w:t xml:space="preserve"> e este é transferido para o PDA.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C1EB2E" wp14:editId="366846E9">
                <wp:simplePos x="0" y="0"/>
                <wp:positionH relativeFrom="column">
                  <wp:posOffset>12065</wp:posOffset>
                </wp:positionH>
                <wp:positionV relativeFrom="paragraph">
                  <wp:posOffset>147320</wp:posOffset>
                </wp:positionV>
                <wp:extent cx="1501140" cy="1228090"/>
                <wp:effectExtent l="12065" t="13970" r="20320" b="34290"/>
                <wp:wrapNone/>
                <wp:docPr id="368" name="Rectângulo arredondado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140" cy="1228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jc w:val="center"/>
                            </w:pPr>
                            <w:proofErr w:type="spellStart"/>
                            <w:r>
                              <w:t>ArtSOFT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68" o:spid="_x0000_s1099" style="position:absolute;left:0;text-align:left;margin-left:.95pt;margin-top:11.6pt;width:118.2pt;height:9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C04D43" w:rsidRDefault="00C04D43" w:rsidP="00C04D43">
                      <w:pPr>
                        <w:jc w:val="center"/>
                      </w:pPr>
                      <w:proofErr w:type="spellStart"/>
                      <w:r>
                        <w:t>ArtSOFT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753495" wp14:editId="006F0D1A">
                <wp:simplePos x="0" y="0"/>
                <wp:positionH relativeFrom="column">
                  <wp:posOffset>796290</wp:posOffset>
                </wp:positionH>
                <wp:positionV relativeFrom="paragraph">
                  <wp:posOffset>846455</wp:posOffset>
                </wp:positionV>
                <wp:extent cx="518795" cy="450215"/>
                <wp:effectExtent l="5715" t="8255" r="8890" b="8255"/>
                <wp:wrapNone/>
                <wp:docPr id="367" name="Rectângul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E901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67" o:spid="_x0000_s1100" style="position:absolute;left:0;text-align:left;margin-left:62.7pt;margin-top:66.65pt;width:40.85pt;height: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E901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56512C" wp14:editId="6D74DDB3">
                <wp:simplePos x="0" y="0"/>
                <wp:positionH relativeFrom="column">
                  <wp:posOffset>2393950</wp:posOffset>
                </wp:positionH>
                <wp:positionV relativeFrom="paragraph">
                  <wp:posOffset>616585</wp:posOffset>
                </wp:positionV>
                <wp:extent cx="1091565" cy="750570"/>
                <wp:effectExtent l="12700" t="6985" r="19685" b="33020"/>
                <wp:wrapNone/>
                <wp:docPr id="366" name="Rectângulo arredondado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1565" cy="750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jc w:val="center"/>
                            </w:pPr>
                            <w:r>
                              <w:t>PDA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66" o:spid="_x0000_s1101" style="position:absolute;left:0;text-align:left;margin-left:188.5pt;margin-top:48.55pt;width:85.95pt;height:5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C04D43" w:rsidRDefault="00C04D43" w:rsidP="00C04D43">
                      <w:pPr>
                        <w:jc w:val="center"/>
                      </w:pPr>
                      <w:r>
                        <w:t>PDA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6A03BB" wp14:editId="791DDF64">
                <wp:simplePos x="0" y="0"/>
                <wp:positionH relativeFrom="column">
                  <wp:posOffset>1315085</wp:posOffset>
                </wp:positionH>
                <wp:positionV relativeFrom="paragraph">
                  <wp:posOffset>1046480</wp:posOffset>
                </wp:positionV>
                <wp:extent cx="1078865" cy="0"/>
                <wp:effectExtent l="10160" t="55880" r="15875" b="58420"/>
                <wp:wrapNone/>
                <wp:docPr id="365" name="Conexão recta unidireccional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8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xão recta unidireccional 365" o:spid="_x0000_s1026" type="#_x0000_t32" style="position:absolute;margin-left:103.55pt;margin-top:82.4pt;width:84.9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">
                <v:stroke endarrow="block"/>
              </v:shape>
            </w:pict>
          </mc:Fallback>
        </mc:AlternateContent>
      </w: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br w:type="page"/>
      </w: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1251585</wp:posOffset>
                </wp:positionV>
                <wp:extent cx="1967865" cy="763905"/>
                <wp:effectExtent l="9525" t="13335" r="13335" b="13335"/>
                <wp:wrapNone/>
                <wp:docPr id="424" name="Rectângulo arredondado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763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No final do dia são transferidos para o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ArtSOFT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os documentos de venda efectuados no PDA.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424" o:spid="_x0000_s1102" style="position:absolute;left:0;text-align:left;margin-left:320.25pt;margin-top:98.55pt;width:154.95pt;height:6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No final do dia são transferidos para o </w:t>
                      </w:r>
                      <w:proofErr w:type="spellStart"/>
                      <w:r>
                        <w:rPr>
                          <w:sz w:val="18"/>
                        </w:rPr>
                        <w:t>ArtSOFT</w:t>
                      </w:r>
                      <w:proofErr w:type="spellEnd"/>
                      <w:r>
                        <w:rPr>
                          <w:sz w:val="18"/>
                        </w:rPr>
                        <w:t xml:space="preserve"> os documentos de venda efectuados no PDA.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4130675</wp:posOffset>
                </wp:positionH>
                <wp:positionV relativeFrom="paragraph">
                  <wp:posOffset>3908425</wp:posOffset>
                </wp:positionV>
                <wp:extent cx="1967865" cy="3595370"/>
                <wp:effectExtent l="6350" t="12700" r="6985" b="11430"/>
                <wp:wrapNone/>
                <wp:docPr id="423" name="Rectângulo arredondado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3595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Depois de transferidos os documentos de venda,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estes não são eliminados do PDA</w:t>
                            </w:r>
                            <w:r>
                              <w:rPr>
                                <w:sz w:val="18"/>
                              </w:rPr>
                              <w:t xml:space="preserve"> mas são marcados como exportados, devendo continuar a afectar os acumulados de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stock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A qualquer momento pode ser efectuada novo documento de carga de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stock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 xml:space="preserve"> para o PDA, indo este acumular ao stock lá existente.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423" o:spid="_x0000_s1103" style="position:absolute;left:0;text-align:left;margin-left:325.25pt;margin-top:307.75pt;width:154.95pt;height:283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Depois de transferidos os documentos de venda, </w:t>
                      </w:r>
                      <w:r>
                        <w:rPr>
                          <w:b/>
                          <w:sz w:val="18"/>
                        </w:rPr>
                        <w:t>estes não são eliminados do PDA</w:t>
                      </w:r>
                      <w:r>
                        <w:rPr>
                          <w:sz w:val="18"/>
                        </w:rPr>
                        <w:t xml:space="preserve"> mas são marcados como exportados, devendo continuar a afectar os acumulados de </w:t>
                      </w:r>
                      <w:proofErr w:type="gramStart"/>
                      <w:r>
                        <w:rPr>
                          <w:sz w:val="18"/>
                        </w:rPr>
                        <w:t>stock</w:t>
                      </w:r>
                      <w:proofErr w:type="gramEnd"/>
                      <w:r>
                        <w:rPr>
                          <w:sz w:val="18"/>
                        </w:rPr>
                        <w:t>.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A qualquer momento pode ser efectuada novo documento de carga de </w:t>
                      </w:r>
                      <w:proofErr w:type="gramStart"/>
                      <w:r>
                        <w:rPr>
                          <w:sz w:val="18"/>
                        </w:rPr>
                        <w:t>stock</w:t>
                      </w:r>
                      <w:proofErr w:type="gramEnd"/>
                      <w:r>
                        <w:rPr>
                          <w:sz w:val="18"/>
                        </w:rPr>
                        <w:t xml:space="preserve"> para o PDA, indo este acumular ao stock lá existente.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4928235</wp:posOffset>
                </wp:positionV>
                <wp:extent cx="411480" cy="368935"/>
                <wp:effectExtent l="8890" t="13335" r="8255" b="8255"/>
                <wp:wrapNone/>
                <wp:docPr id="420" name="Grupo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21" name="AutoShape 291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AutoShape 292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20" o:spid="_x0000_s1026" style="position:absolute;margin-left:96.7pt;margin-top:388.05pt;width:32.4pt;height:29.05pt;z-index:251693056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">
                <v:shape id="AutoShape 291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gACMUAAADcAAAADwAAAGRycy9kb3ducmV2LnhtbESPX2vCMBTF3wW/Q7gD3zRtkTk7o4gw&#10;1uHDmBvz9drctZ3NTUky2317MxD2eDh/fpzVZjCtuJDzjWUF6SwBQVxa3XCl4OP9afoAwgdkja1l&#10;UvBLHjbr8WiFubY9v9HlECoRR9jnqKAOocul9GVNBv3MdsTR+7LOYIjSVVI77OO4aWWWJPfSYMOR&#10;UGNHu5rK8+HHRG5I9ek1/S6Kl89l77Lj4nnZ7pWa3A3bRxCBhvAfvrULrWCepfB3Jh4Bub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5gACMUAAADcAAAADwAAAAAAAAAA&#10;AAAAAAChAgAAZHJzL2Rvd25yZXYueG1sUEsFBgAAAAAEAAQA+QAAAJMDAAAAAA==&#10;" strokecolor="red" strokeweight=".25pt">
                  <v:stroke dashstyle="dash"/>
                </v:shape>
                <v:shape id="AutoShape 292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kc/MUAAADcAAAADwAAAGRycy9kb3ducmV2LnhtbESPQWsCMRSE74X+h/CEXqRmuxWxW6OI&#10;UChVEK29Pzavu8HNy5pEd/33jSD0OMzMN8xs0dtGXMgH41jByygDQVw6bbhScPj+eJ6CCBFZY+OY&#10;FFwpwGL++DDDQruOd3TZx0okCIcCFdQxtoWUoazJYhi5ljh5v85bjEn6SmqPXYLbRuZZNpEWDaeF&#10;Glta1VQe92erYPl68v6nMua83XSH4bo006+3q1JPg375DiJSH//D9/anVjDOc7idS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kc/M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4928235</wp:posOffset>
                </wp:positionV>
                <wp:extent cx="411480" cy="368935"/>
                <wp:effectExtent l="11430" t="13335" r="5715" b="8255"/>
                <wp:wrapNone/>
                <wp:docPr id="417" name="Grupo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18" name="AutoShape 294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AutoShape 295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17" o:spid="_x0000_s1026" style="position:absolute;margin-left:141.15pt;margin-top:388.05pt;width:32.4pt;height:29.05pt;z-index:251694080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">
                <v:shape id="AutoShape 294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5jKMMAAADcAAAADwAAAGRycy9kb3ducmV2LnhtbERPTUvDQBC9C/6HZQRvdpMiamO3RQQx&#10;pQdpLe11mh2TaHY27G6b+O87B8Hj433Pl6Pr1JlCbD0byCcZKOLK25ZrA7vPt7snUDEhW+w8k4Ff&#10;irBcXF/NsbB+4A2dt6lWEsKxQANNSn2hdawachgnvicW7ssHh0lgqLUNOEi46/Q0yx60w5alocGe&#10;XhuqfrYnJ70pt8eP/LssV/vZEKaHx/dZtzbm9mZ8eQaVaEz/4j93aQ3c57JWzsgR0I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OYyjDAAAA3AAAAA8AAAAAAAAAAAAA&#10;AAAAoQIAAGRycy9kb3ducmV2LnhtbFBLBQYAAAAABAAEAPkAAACRAwAAAAA=&#10;" strokecolor="red" strokeweight=".25pt">
                  <v:stroke dashstyle="dash"/>
                </v:shape>
                <v:shape id="AutoShape 295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FEMMUAAADcAAAADwAAAGRycy9kb3ducmV2LnhtbESP3WoCMRSE7wu+QziF3ohmbYvoahQR&#10;hNIWxL/7w+a4G7o5WZPorm/fFIReDjPzDTNfdrYWN/LBOFYwGmYgiAunDZcKjofNYAIiRGSNtWNS&#10;cKcAy0XvaY65di3v6LaPpUgQDjkqqGJscilDUZHFMHQNcfLOzluMSfpSao9tgttavmbZWFo0nBYq&#10;bGhdUfGzv1oFq7eL96fSmOv2uz32vwoz+ZzelXp57lYzEJG6+B9+tD+0gvfRFP7OpCM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FEMM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4928235</wp:posOffset>
                </wp:positionV>
                <wp:extent cx="411480" cy="368935"/>
                <wp:effectExtent l="9525" t="13335" r="7620" b="8255"/>
                <wp:wrapNone/>
                <wp:docPr id="414" name="Grup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15" name="AutoShape 297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AutoShape 298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14" o:spid="_x0000_s1026" style="position:absolute;margin-left:223.5pt;margin-top:388.05pt;width:32.4pt;height:29.05pt;z-index:251695104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">
                <v:shape id="AutoShape 297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/MtsUAAADcAAAADwAAAGRycy9kb3ducmV2LnhtbESPS2vCQBSF9wX/w3CF7uok0odGRymF&#10;0ogLqYpur5lrkjZzJ8xMTfz3TqHQ5eE8Ps582ZtGXMj52rKCdJSAIC6srrlUsN+9P0xA+ICssbFM&#10;Cq7kYbkY3M0x07bjT7psQyniCPsMFVQhtJmUvqjIoB/Zljh6Z+sMhihdKbXDLo6bRo6T5FkarDkS&#10;KmzpraLie/tjIjek+rRJv/J8dZh2bnx8+Zg2a6Xuh/3rDESgPvyH/9q5VvCYPsHvmX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/MtsUAAADcAAAADwAAAAAAAAAA&#10;AAAAAAChAgAAZHJzL2Rvd25yZXYueG1sUEsFBgAAAAAEAAQA+QAAAJMDAAAAAA==&#10;" strokecolor="red" strokeweight=".25pt">
                  <v:stroke dashstyle="dash"/>
                </v:shape>
                <v:shape id="AutoShape 298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7QQsUAAADcAAAADwAAAGRycy9kb3ducmV2LnhtbESP3WoCMRSE7wt9h3AEb4pmtUV0NYoU&#10;CqKFUn/uD5vjbnBzsk2iu759IxR6OczMN8xi1dla3MgH41jBaJiBIC6cNlwqOB4+BlMQISJrrB2T&#10;gjsFWC2fnxaYa9fyN932sRQJwiFHBVWMTS5lKCqyGIauIU7e2XmLMUlfSu2xTXBby3GWTaRFw2mh&#10;wobeKyou+6tVsH798f5UGnP9+myPL7vCTLezu1L9Xreeg4jUxf/wX3ujFbyNJvA4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7QQs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4928235</wp:posOffset>
                </wp:positionV>
                <wp:extent cx="411480" cy="368935"/>
                <wp:effectExtent l="8890" t="13335" r="8255" b="8255"/>
                <wp:wrapNone/>
                <wp:docPr id="411" name="Grupo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12" name="AutoShap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11" o:spid="_x0000_s1026" style="position:absolute;margin-left:49.45pt;margin-top:388.05pt;width:32.4pt;height:29.05pt;z-index:251696128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">
                <v:shape id="AutoShape 300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ZUwsUAAADcAAAADwAAAGRycy9kb3ducmV2LnhtbESPX2vCMBTF3wW/Q7gD3zRtkTk7o4gw&#10;1uHDmBvz9drctZ3NTUky2317MxD2eDh/fpzVZjCtuJDzjWUF6SwBQVxa3XCl4OP9afoAwgdkja1l&#10;UvBLHjbr8WiFubY9v9HlECoRR9jnqKAOocul9GVNBv3MdsTR+7LOYIjSVVI77OO4aWWWJPfSYMOR&#10;UGNHu5rK8+HHRG5I9ek1/S6Kl89l77Lj4nnZ7pWa3A3bRxCBhvAfvrULrWCeZvB3Jh4Bub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ZUwsUAAADcAAAADwAAAAAAAAAA&#10;AAAAAAChAgAAZHJzL2Rvd25yZXYueG1sUEsFBgAAAAAEAAQA+QAAAJMDAAAAAA==&#10;" strokecolor="red" strokeweight=".25pt">
                  <v:stroke dashstyle="dash"/>
                </v:shape>
                <v:shape id="AutoShape 301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lz2sUAAADcAAAADwAAAGRycy9kb3ducmV2LnhtbESPQWsCMRSE7wX/Q3hCL1Kz1iK6GkUK&#10;hVIL4mrvj83rbujmZZtEd/33jSD0OMzMN8xq09tGXMgH41jBZJyBIC6dNlwpOB3fnuYgQkTW2Dgm&#10;BVcKsFkPHlaYa9fxgS5FrESCcMhRQR1jm0sZyposhrFriZP37bzFmKSvpPbYJbht5HOWzaRFw2mh&#10;xpZeayp/irNVsJ3+ev9VGXPef3an0a4084/FVanHYb9dgojUx//wvf2uFbxMpnA7k46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lz2s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4166235</wp:posOffset>
                </wp:positionV>
                <wp:extent cx="3973195" cy="1214755"/>
                <wp:effectExtent l="7620" t="13335" r="19685" b="29210"/>
                <wp:wrapNone/>
                <wp:docPr id="410" name="Rectângulo arredondado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3195" cy="1214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t>PDA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C04D43" w:rsidRDefault="00C04D43" w:rsidP="00C04D4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410" o:spid="_x0000_s1104" style="position:absolute;left:0;text-align:left;margin-left:-11.4pt;margin-top:328.05pt;width:312.85pt;height:95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C04D43" w:rsidRDefault="00C04D43" w:rsidP="00C04D43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t>PDA</w:t>
                      </w:r>
                    </w:p>
                    <w:p w:rsidR="00C04D43" w:rsidRDefault="00C04D43" w:rsidP="00C04D43">
                      <w:pPr>
                        <w:spacing w:after="0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C04D43" w:rsidRDefault="00C04D43" w:rsidP="00C04D43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4874895</wp:posOffset>
                </wp:positionV>
                <wp:extent cx="518795" cy="443230"/>
                <wp:effectExtent l="10795" t="7620" r="13335" b="6350"/>
                <wp:wrapNone/>
                <wp:docPr id="409" name="Rectângulo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09" o:spid="_x0000_s1105" style="position:absolute;left:0;text-align:left;margin-left:138.1pt;margin-top:383.85pt;width:40.85pt;height:34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4874895</wp:posOffset>
                </wp:positionV>
                <wp:extent cx="518795" cy="443230"/>
                <wp:effectExtent l="12065" t="7620" r="12065" b="6350"/>
                <wp:wrapNone/>
                <wp:docPr id="408" name="Rectângulo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08" o:spid="_x0000_s1106" style="position:absolute;left:0;text-align:left;margin-left:91.7pt;margin-top:383.85pt;width:40.85pt;height:34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4874895</wp:posOffset>
                </wp:positionV>
                <wp:extent cx="518795" cy="443230"/>
                <wp:effectExtent l="13970" t="7620" r="10160" b="6350"/>
                <wp:wrapNone/>
                <wp:docPr id="407" name="Rectângulo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07" o:spid="_x0000_s1107" style="position:absolute;left:0;text-align:left;margin-left:45.35pt;margin-top:383.85pt;width:40.85pt;height:34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4867910</wp:posOffset>
                </wp:positionV>
                <wp:extent cx="518795" cy="450215"/>
                <wp:effectExtent l="6350" t="10160" r="8255" b="6350"/>
                <wp:wrapNone/>
                <wp:docPr id="406" name="Rectângulo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E901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06" o:spid="_x0000_s1108" style="position:absolute;left:0;text-align:left;margin-left:-1pt;margin-top:383.3pt;width:40.85pt;height:35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E901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ragraph">
                  <wp:posOffset>4213860</wp:posOffset>
                </wp:positionV>
                <wp:extent cx="788670" cy="341630"/>
                <wp:effectExtent l="0" t="3810" r="4445" b="0"/>
                <wp:wrapNone/>
                <wp:docPr id="405" name="Caixa de texto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Saldo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05" o:spid="_x0000_s1109" type="#_x0000_t202" style="position:absolute;left:0;text-align:left;margin-left:56.8pt;margin-top:331.8pt;width:62.1pt;height:26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" filled="f" stroked="f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Saldo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4664075</wp:posOffset>
                </wp:positionV>
                <wp:extent cx="1173480" cy="231775"/>
                <wp:effectExtent l="1270" t="0" r="0" b="0"/>
                <wp:wrapNone/>
                <wp:docPr id="404" name="Caixa de texto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Documentos existentes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04" o:spid="_x0000_s1110" type="#_x0000_t202" style="position:absolute;left:0;text-align:left;margin-left:39.85pt;margin-top:367.25pt;width:92.4pt;height:18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" filled="f" stroked="f">
                <v:textbox>
                  <w:txbxContent>
                    <w:p w:rsidR="00C04D43" w:rsidRDefault="00C04D43" w:rsidP="00C04D43">
                      <w:pPr>
                        <w:rPr>
                          <w:color w:val="808080" w:themeColor="background1" w:themeShade="80"/>
                          <w:sz w:val="16"/>
                        </w:rPr>
                      </w:pPr>
                      <w:r>
                        <w:rPr>
                          <w:color w:val="808080" w:themeColor="background1" w:themeShade="80"/>
                          <w:sz w:val="16"/>
                        </w:rPr>
                        <w:t>Documentos existentes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4888865</wp:posOffset>
                </wp:positionV>
                <wp:extent cx="411480" cy="368935"/>
                <wp:effectExtent l="11430" t="12065" r="5715" b="9525"/>
                <wp:wrapNone/>
                <wp:docPr id="401" name="Grupo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02" name="AutoShape 31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01" o:spid="_x0000_s1026" style="position:absolute;margin-left:141.15pt;margin-top:384.95pt;width:32.4pt;height:29.05pt;z-index:251704320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">
                <v:shape id="AutoShape 310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/CH8UAAADcAAAADwAAAGRycy9kb3ducmV2LnhtbESPX2vCMBTF3wW/Q7gD3zRtkTk7o4gw&#10;1uHDmBvz9drctZ3NTUky2317MxD2eDh/fpzVZjCtuJDzjWUF6SwBQVxa3XCl4OP9afoAwgdkja1l&#10;UvBLHjbr8WiFubY9v9HlECoRR9jnqKAOocul9GVNBv3MdsTR+7LOYIjSVVI77OO4aWWWJPfSYMOR&#10;UGNHu5rK8+HHRG5I9ek1/S6Kl89l77Lj4nnZ7pWa3A3bRxCBhvAfvrULrWCeZPB3Jh4Bub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/CH8UAAADcAAAADwAAAAAAAAAA&#10;AAAAAAChAgAAZHJzL2Rvd25yZXYueG1sUEsFBgAAAAAEAAQA+QAAAJMDAAAAAA==&#10;" strokecolor="red" strokeweight=".25pt">
                  <v:stroke dashstyle="dash"/>
                </v:shape>
                <v:shape id="AutoShape 311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DlB8UAAADcAAAADwAAAGRycy9kb3ducmV2LnhtbESP3WoCMRSE7wu+QzgFb4pm1VJ0NYoI&#10;grQFqT/3h81xN3RzsibRXd++KRR6OczMN8xi1dla3MkH41jBaJiBIC6cNlwqOB23gymIEJE11o5J&#10;wYMCrJa9pwXm2rX8RfdDLEWCcMhRQRVjk0sZiooshqFriJN3cd5iTNKXUntsE9zWcpxlb9Ki4bRQ&#10;YUObiorvw80qWE+u3p9LY277z/b08lGY6fvsoVT/uVvPQUTq4n/4r73TCl6zCfyeSUd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DlB8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4888865</wp:posOffset>
                </wp:positionV>
                <wp:extent cx="411480" cy="368935"/>
                <wp:effectExtent l="8890" t="12065" r="8255" b="9525"/>
                <wp:wrapNone/>
                <wp:docPr id="398" name="Grupo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399" name="AutoShape 313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98" o:spid="_x0000_s1026" style="position:absolute;margin-left:96.7pt;margin-top:384.95pt;width:32.4pt;height:29.05pt;z-index:251705344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">
                <v:shape id="AutoShape 313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sIjMUAAADcAAAADwAAAGRycy9kb3ducmV2LnhtbESPX2vCMBTF3wd+h3AF32Zahc1Wo4zB&#10;WMcexlT09dpc22pzU5LMdt9+GQz2eDh/fpzVZjCtuJHzjWUF6TQBQVxa3XClYL97uV+A8AFZY2uZ&#10;FHyTh816dLfCXNueP+m2DZWII+xzVFCH0OVS+rImg35qO+Lona0zGKJ0ldQO+zhuWjlLkgdpsOFI&#10;qLGj55rK6/bLRG5I9ekjvRTF2yHr3ez4+Jq170pNxsPTEkSgIfyH/9qFVjDPMv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sIjMUAAADcAAAADwAAAAAAAAAA&#10;AAAAAAChAgAAZHJzL2Rvd25yZXYueG1sUEsFBgAAAAAEAAQA+QAAAJMDAAAAAA==&#10;" strokecolor="red" strokeweight=".25pt">
                  <v:stroke dashstyle="dash"/>
                </v:shape>
                <v:shape id="AutoShape 314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J7cMIAAADcAAAADwAAAGRycy9kb3ducmV2LnhtbERPXWvCMBR9F/wP4Q72IjN1E3HVWMpg&#10;MOZAdO790lzbsOamS6Kt/948DHw8nO91MdhWXMgH41jBbJqBIK6cNlwrOH6/Py1BhIissXVMCq4U&#10;oNiMR2vMtet5T5dDrEUK4ZCjgibGLpcyVA1ZDFPXESfu5LzFmKCvpfbYp3DbyucsW0iLhlNDgx29&#10;NVT9Hs5WQfny5/1Pbcx599UfJ9vKLD9fr0o9PgzlCkSkId7F/+4PrWCepfnpTDoCcn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J7cMIAAADcAAAADwAAAAAAAAAAAAAA&#10;AAChAgAAZHJzL2Rvd25yZXYueG1sUEsFBgAAAAAEAAQA+QAAAJA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4928235</wp:posOffset>
                </wp:positionV>
                <wp:extent cx="411480" cy="368935"/>
                <wp:effectExtent l="8890" t="13335" r="8255" b="8255"/>
                <wp:wrapNone/>
                <wp:docPr id="395" name="Grupo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396" name="AutoShape 316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95" o:spid="_x0000_s1026" style="position:absolute;margin-left:49.45pt;margin-top:388.05pt;width:32.4pt;height:29.05pt;z-index:251706368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">
                <v:shape id="AutoShape 316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Sc/sUAAADcAAAADwAAAGRycy9kb3ducmV2LnhtbESPX2vCMBTF3wd+h3AF32ZaB26tRpHB&#10;WGUPQzf09drctZ3NTUmird9+GQz2eDh/fpzlejCtuJLzjWUF6TQBQVxa3XCl4PPj5f4JhA/IGlvL&#10;pOBGHtar0d0Sc2173tF1HyoRR9jnqKAOocul9GVNBv3UdsTR+7LOYIjSVVI77OO4aeUsSebSYMOR&#10;UGNHzzWV5/3FRG5I9ek9/S6K7SHr3ez4+Jq1b0pNxsNmASLQEP7Df+1CK3jI5vB7Jh4B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2Sc/sUAAADcAAAADwAAAAAAAAAA&#10;AAAAAAChAgAAZHJzL2Rvd25yZXYueG1sUEsFBgAAAAAEAAQA+QAAAJMDAAAAAA==&#10;" strokecolor="red" strokeweight=".25pt">
                  <v:stroke dashstyle="dash"/>
                </v:shape>
                <v:shape id="AutoShape 317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u75sUAAADcAAAADwAAAGRycy9kb3ducmV2LnhtbESPQWsCMRSE7wX/Q3iFXqRmrdDqahQR&#10;CqUWxK29PzbP3dDNy5pEd/33jSD0OMzMN8xi1dtGXMgH41jBeJSBIC6dNlwpOHy/P09BhIissXFM&#10;Cq4UYLUcPCww167jPV2KWIkE4ZCjgjrGNpcylDVZDCPXEifv6LzFmKSvpPbYJbht5EuWvUqLhtNC&#10;jS1taip/i7NVsJ6cvP+pjDnvvrrDcFua6efsqtTTY7+eg4jUx//wvf2hFUxmb3A7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u75s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5753735</wp:posOffset>
                </wp:positionV>
                <wp:extent cx="1501140" cy="1228090"/>
                <wp:effectExtent l="12065" t="10160" r="20320" b="28575"/>
                <wp:wrapNone/>
                <wp:docPr id="394" name="Rectângulo arredondado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140" cy="1228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jc w:val="center"/>
                            </w:pPr>
                            <w:proofErr w:type="spellStart"/>
                            <w:r>
                              <w:t>ArtSOFT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94" o:spid="_x0000_s1111" style="position:absolute;left:0;text-align:left;margin-left:-8.05pt;margin-top:453.05pt;width:118.2pt;height:96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C04D43" w:rsidRDefault="00C04D43" w:rsidP="00C04D43">
                      <w:pPr>
                        <w:jc w:val="center"/>
                      </w:pPr>
                      <w:proofErr w:type="spellStart"/>
                      <w:r>
                        <w:t>ArtSOFT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6447155</wp:posOffset>
                </wp:positionV>
                <wp:extent cx="518795" cy="450215"/>
                <wp:effectExtent l="5715" t="8255" r="8890" b="8255"/>
                <wp:wrapNone/>
                <wp:docPr id="393" name="Rectângulo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E901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93" o:spid="_x0000_s1112" style="position:absolute;left:0;text-align:left;margin-left:53.7pt;margin-top:507.65pt;width:40.85pt;height:35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E901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6216015</wp:posOffset>
                </wp:positionV>
                <wp:extent cx="1091565" cy="750570"/>
                <wp:effectExtent l="12700" t="15240" r="19685" b="34290"/>
                <wp:wrapNone/>
                <wp:docPr id="392" name="Rectângulo arredondado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1565" cy="750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t>PDA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Saldo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92" o:spid="_x0000_s1113" style="position:absolute;left:0;text-align:left;margin-left:179.5pt;margin-top:489.45pt;width:85.95pt;height:5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C04D43" w:rsidRDefault="00C04D43" w:rsidP="00C04D43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t>PDA</w:t>
                      </w:r>
                    </w:p>
                    <w:p w:rsidR="00C04D43" w:rsidRDefault="00C04D43" w:rsidP="00C04D43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Saldo 12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1200785</wp:posOffset>
                </wp:positionH>
                <wp:positionV relativeFrom="paragraph">
                  <wp:posOffset>6651625</wp:posOffset>
                </wp:positionV>
                <wp:extent cx="1078865" cy="0"/>
                <wp:effectExtent l="10160" t="60325" r="15875" b="53975"/>
                <wp:wrapNone/>
                <wp:docPr id="391" name="Conexão recta unidireccional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8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xão recta unidireccional 391" o:spid="_x0000_s1026" type="#_x0000_t32" style="position:absolute;margin-left:94.55pt;margin-top:523.75pt;width:84.9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">
                <v:stroke endarrow="block"/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2171700</wp:posOffset>
                </wp:positionV>
                <wp:extent cx="1501140" cy="1228090"/>
                <wp:effectExtent l="10795" t="9525" r="21590" b="29210"/>
                <wp:wrapNone/>
                <wp:docPr id="390" name="Rectângulo arredondado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140" cy="1228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ArtSOFT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90" o:spid="_x0000_s1114" style="position:absolute;left:0;text-align:left;margin-left:81.1pt;margin-top:171pt;width:118.2pt;height:9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C04D43" w:rsidRDefault="00C04D43" w:rsidP="00C04D43">
                      <w:pPr>
                        <w:spacing w:after="0" w:line="240" w:lineRule="auto"/>
                        <w:jc w:val="center"/>
                      </w:pPr>
                      <w:proofErr w:type="spellStart"/>
                      <w:r>
                        <w:t>ArtSOFT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1155700</wp:posOffset>
                </wp:positionV>
                <wp:extent cx="525145" cy="948690"/>
                <wp:effectExtent l="13970" t="12700" r="51435" b="38735"/>
                <wp:wrapNone/>
                <wp:docPr id="389" name="Conexão recta unidireccional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145" cy="948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xão recta unidireccional 389" o:spid="_x0000_s1026" type="#_x0000_t32" style="position:absolute;margin-left:73.1pt;margin-top:91pt;width:41.35pt;height:7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">
                <v:stroke endarrow="block"/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1155700</wp:posOffset>
                </wp:positionV>
                <wp:extent cx="229870" cy="948690"/>
                <wp:effectExtent l="5715" t="12700" r="59690" b="29210"/>
                <wp:wrapNone/>
                <wp:docPr id="388" name="Conexão recta unidireccional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948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xão recta unidireccional 388" o:spid="_x0000_s1026" type="#_x0000_t32" style="position:absolute;margin-left:114.45pt;margin-top:91pt;width:18.1pt;height:74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">
                <v:stroke endarrow="block"/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1155700</wp:posOffset>
                </wp:positionV>
                <wp:extent cx="54610" cy="948690"/>
                <wp:effectExtent l="53975" t="12700" r="5715" b="19685"/>
                <wp:wrapNone/>
                <wp:docPr id="387" name="Conexão recta unidireccional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610" cy="948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xão recta unidireccional 387" o:spid="_x0000_s1026" type="#_x0000_t32" style="position:absolute;margin-left:158pt;margin-top:91pt;width:4.3pt;height:74.7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">
                <v:stroke endarrow="block"/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11430</wp:posOffset>
                </wp:positionV>
                <wp:extent cx="3973195" cy="1214755"/>
                <wp:effectExtent l="7620" t="11430" r="19685" b="31115"/>
                <wp:wrapNone/>
                <wp:docPr id="386" name="Rectângulo arredondado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3195" cy="1214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t>PDA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386" o:spid="_x0000_s1115" style="position:absolute;left:0;text-align:left;margin-left:-11.4pt;margin-top:.9pt;width:312.85pt;height:95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C04D43" w:rsidRDefault="00C04D43" w:rsidP="00C04D43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t>PDA</w:t>
                      </w:r>
                    </w:p>
                    <w:p w:rsidR="00C04D43" w:rsidRDefault="00C04D43" w:rsidP="00C04D43">
                      <w:pPr>
                        <w:spacing w:after="0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721360</wp:posOffset>
                </wp:positionV>
                <wp:extent cx="518795" cy="443230"/>
                <wp:effectExtent l="10795" t="6985" r="13335" b="6985"/>
                <wp:wrapNone/>
                <wp:docPr id="385" name="Rectângulo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85" o:spid="_x0000_s1116" style="position:absolute;left:0;text-align:left;margin-left:138.1pt;margin-top:56.8pt;width:40.85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721360</wp:posOffset>
                </wp:positionV>
                <wp:extent cx="518795" cy="443230"/>
                <wp:effectExtent l="12065" t="6985" r="12065" b="6985"/>
                <wp:wrapNone/>
                <wp:docPr id="384" name="Rectângulo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84" o:spid="_x0000_s1117" style="position:absolute;left:0;text-align:left;margin-left:91.7pt;margin-top:56.8pt;width:40.85pt;height:34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721360</wp:posOffset>
                </wp:positionV>
                <wp:extent cx="518795" cy="443230"/>
                <wp:effectExtent l="13970" t="6985" r="10160" b="6985"/>
                <wp:wrapNone/>
                <wp:docPr id="383" name="Rectângulo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83" o:spid="_x0000_s1118" style="position:absolute;left:0;text-align:left;margin-left:45.35pt;margin-top:56.8pt;width:40.85pt;height:34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714375</wp:posOffset>
                </wp:positionV>
                <wp:extent cx="518795" cy="450215"/>
                <wp:effectExtent l="6350" t="9525" r="8255" b="6985"/>
                <wp:wrapNone/>
                <wp:docPr id="382" name="Rectângulo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E901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82" o:spid="_x0000_s1119" style="position:absolute;left:0;text-align:left;margin-left:-1pt;margin-top:56.25pt;width:40.85pt;height:35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E901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ragraph">
                  <wp:posOffset>59055</wp:posOffset>
                </wp:positionV>
                <wp:extent cx="788670" cy="341630"/>
                <wp:effectExtent l="0" t="1905" r="4445" b="0"/>
                <wp:wrapNone/>
                <wp:docPr id="381" name="Caixa de texto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Saldo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81" o:spid="_x0000_s1120" type="#_x0000_t202" style="position:absolute;left:0;text-align:left;margin-left:56.8pt;margin-top:4.65pt;width:62.1pt;height:26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" filled="f" stroked="f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Saldo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508000</wp:posOffset>
                </wp:positionV>
                <wp:extent cx="1173480" cy="231775"/>
                <wp:effectExtent l="1270" t="3175" r="0" b="3175"/>
                <wp:wrapNone/>
                <wp:docPr id="380" name="Caixa de texto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Documentos existentes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80" o:spid="_x0000_s1121" type="#_x0000_t202" style="position:absolute;left:0;text-align:left;margin-left:39.85pt;margin-top:40pt;width:92.4pt;height:18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" filled="f" stroked="f">
                <v:textbox>
                  <w:txbxContent>
                    <w:p w:rsidR="00C04D43" w:rsidRDefault="00C04D43" w:rsidP="00C04D43">
                      <w:pPr>
                        <w:rPr>
                          <w:color w:val="808080" w:themeColor="background1" w:themeShade="80"/>
                          <w:sz w:val="16"/>
                        </w:rPr>
                      </w:pPr>
                      <w:r>
                        <w:rPr>
                          <w:color w:val="808080" w:themeColor="background1" w:themeShade="80"/>
                          <w:sz w:val="16"/>
                        </w:rPr>
                        <w:t>Documentos existentes</w:t>
                      </w:r>
                    </w:p>
                  </w:txbxContent>
                </v:textbox>
              </v:shape>
            </w:pict>
          </mc:Fallback>
        </mc:AlternateContent>
      </w: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pStyle w:val="PargrafodaLista"/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>
      <w:pPr>
        <w:spacing w:after="0" w:line="240" w:lineRule="auto"/>
        <w:jc w:val="left"/>
        <w:rPr>
          <w:rFonts w:eastAsia="MS Mincho"/>
        </w:rPr>
      </w:pPr>
      <w:r>
        <w:rPr>
          <w:rFonts w:eastAsia="MS Mincho"/>
        </w:rPr>
        <w:br w:type="page"/>
      </w: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768350</wp:posOffset>
                </wp:positionV>
                <wp:extent cx="1967865" cy="1806575"/>
                <wp:effectExtent l="9525" t="6350" r="13335" b="6350"/>
                <wp:wrapNone/>
                <wp:docPr id="496" name="Rectângulo arredondado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1806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Deverá existir uma rotina no PDA que permita em qualquer altura repor os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stocks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 xml:space="preserve"> acumulados a 0.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Deverá ser criado um documento de acerto com o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stock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 xml:space="preserve"> existente no PDA e este documento deverá ser transferido para o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ArtSOFT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496" o:spid="_x0000_s1122" style="position:absolute;left:0;text-align:left;margin-left:320.25pt;margin-top:60.5pt;width:154.95pt;height:142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Deverá existir uma rotina no PDA que permita em qualquer altura repor os </w:t>
                      </w:r>
                      <w:proofErr w:type="gramStart"/>
                      <w:r>
                        <w:rPr>
                          <w:sz w:val="18"/>
                        </w:rPr>
                        <w:t>stocks</w:t>
                      </w:r>
                      <w:proofErr w:type="gramEnd"/>
                      <w:r>
                        <w:rPr>
                          <w:sz w:val="18"/>
                        </w:rPr>
                        <w:t xml:space="preserve"> acumulados a 0.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Deverá ser criado um documento de acerto com o </w:t>
                      </w:r>
                      <w:proofErr w:type="gramStart"/>
                      <w:r>
                        <w:rPr>
                          <w:sz w:val="18"/>
                        </w:rPr>
                        <w:t>stock</w:t>
                      </w:r>
                      <w:proofErr w:type="gramEnd"/>
                      <w:r>
                        <w:rPr>
                          <w:sz w:val="18"/>
                        </w:rPr>
                        <w:t xml:space="preserve"> existente no PDA e este documento deverá ser transferido para o </w:t>
                      </w:r>
                      <w:proofErr w:type="spellStart"/>
                      <w:r>
                        <w:rPr>
                          <w:sz w:val="18"/>
                        </w:rPr>
                        <w:t>ArtSOFT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4493260</wp:posOffset>
                </wp:positionV>
                <wp:extent cx="1967865" cy="2531110"/>
                <wp:effectExtent l="9525" t="6985" r="13335" b="5080"/>
                <wp:wrapNone/>
                <wp:docPr id="495" name="Rectângulo arredondado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2531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Depois de transferido o documento de acerto, e como o </w:t>
                            </w:r>
                            <w:proofErr w:type="gramStart"/>
                            <w:r>
                              <w:rPr>
                                <w:b/>
                                <w:sz w:val="18"/>
                              </w:rPr>
                              <w:t>stock</w:t>
                            </w:r>
                            <w:proofErr w:type="gramEnd"/>
                            <w:r>
                              <w:rPr>
                                <w:b/>
                                <w:sz w:val="18"/>
                              </w:rPr>
                              <w:t xml:space="preserve"> está a 0, todos os documentos são apagados do dispositivo.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Para iniciar um novo processo, deverá ser efectuado o documento inicial de carga (entrada de stock)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495" o:spid="_x0000_s1123" style="position:absolute;left:0;text-align:left;margin-left:320.25pt;margin-top:353.8pt;width:154.95pt;height:199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Depois de transferido o documento de acerto, e como o </w:t>
                      </w:r>
                      <w:proofErr w:type="gramStart"/>
                      <w:r>
                        <w:rPr>
                          <w:b/>
                          <w:sz w:val="18"/>
                        </w:rPr>
                        <w:t>stock</w:t>
                      </w:r>
                      <w:proofErr w:type="gramEnd"/>
                      <w:r>
                        <w:rPr>
                          <w:b/>
                          <w:sz w:val="18"/>
                        </w:rPr>
                        <w:t xml:space="preserve"> está a 0, todos os documentos são apagados do dispositivo.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</w:p>
                    <w:p w:rsidR="00C04D43" w:rsidRDefault="00C04D43" w:rsidP="00C04D43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Para iniciar um novo processo, deverá ser efectuado o documento inicial de carga (entrada de stock)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5316220</wp:posOffset>
                </wp:positionV>
                <wp:extent cx="411480" cy="368935"/>
                <wp:effectExtent l="13335" t="10795" r="13335" b="10795"/>
                <wp:wrapNone/>
                <wp:docPr id="492" name="Grupo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93" name="AutoShape 353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AutoShape 354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92" o:spid="_x0000_s1026" style="position:absolute;margin-left:49.05pt;margin-top:418.6pt;width:32.4pt;height:29.05pt;z-index:251713536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">
                <v:shape id="AutoShape 353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nyA8YAAADcAAAADwAAAGRycy9kb3ducmV2LnhtbESPX0vDMBTF3wf7DuEOfNvSTtlsXTZE&#10;EDt8GJuir9fm2labm5LEtfv2ZjDY4+H8+XFWm8G04kjON5YVpLMEBHFpdcOVgve35+k9CB+QNbaW&#10;ScGJPGzW49EKc2173tPxECoRR9jnqKAOocul9GVNBv3MdsTR+7bOYIjSVVI77OO4aeU8SRbSYMOR&#10;UGNHTzWVv4c/E7kh1V+79Kcoth9Z7+afy5esfVXqZjI8PoAINIRr+NIutIK77BbOZ+IRkO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58gPGAAAA3AAAAA8AAAAAAAAA&#10;AAAAAAAAoQIAAGRycy9kb3ducmV2LnhtbFBLBQYAAAAABAAEAPkAAACUAwAAAAA=&#10;" strokecolor="red" strokeweight=".25pt">
                  <v:stroke dashstyle="dash"/>
                </v:shape>
                <v:shape id="AutoShape 354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Po9MUAAADcAAAADwAAAGRycy9kb3ducmV2LnhtbESP3WoCMRSE7wu+QzgFb4pmtSK6GkUK&#10;gtRCqT/3h81xN3Rzsk2iu769KRR6OczMN8xy3dla3MgH41jBaJiBIC6cNlwqOB23gxmIEJE11o5J&#10;wZ0CrFe9pyXm2rX8RbdDLEWCcMhRQRVjk0sZiooshqFriJN3cd5iTNKXUntsE9zWcpxlU2nRcFqo&#10;sKG3iorvw9Uq2Lz+eH8ujbl+frSnl31hZu/zu1L9526zABGpi//hv/ZOK5jMJ/B7Jh0BuX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7Po9M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5316220</wp:posOffset>
                </wp:positionV>
                <wp:extent cx="411480" cy="368935"/>
                <wp:effectExtent l="8890" t="10795" r="8255" b="10795"/>
                <wp:wrapNone/>
                <wp:docPr id="489" name="Grupo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90" name="AutoShape 356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AutoShape 357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89" o:spid="_x0000_s1026" style="position:absolute;margin-left:94.45pt;margin-top:418.6pt;width:32.4pt;height:29.05pt;z-index:251714560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">
                <v:shape id="AutoShape 356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tsdMIAAADcAAAADwAAAGRycy9kb3ducmV2LnhtbERPTUvDQBC9C/0Pywje7CZF1KTdFhHE&#10;iAdpFXudZqdJbHY27K5N/PfOQfD4eN+rzeR6daYQO88G8nkGirj2tuPGwMf70/U9qJiQLfaeycAP&#10;RdisZxcrLK0feUvnXWqUhHAs0UCb0lBqHeuWHMa5H4iFO/rgMAkMjbYBRwl3vV5k2a122LE0tDjQ&#10;Y0v1afftpDfl9vCWf1XVy2cxhsX+7rnoX425upwelqASTelf/OeurIGbQubLGTkC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2tsdMIAAADcAAAADwAAAAAAAAAAAAAA&#10;AAChAgAAZHJzL2Rvd25yZXYueG1sUEsFBgAAAAAEAAQA+QAAAJADAAAAAA==&#10;" strokecolor="red" strokeweight=".25pt">
                  <v:stroke dashstyle="dash"/>
                </v:shape>
                <v:shape id="AutoShape 357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RLbMUAAADcAAAADwAAAGRycy9kb3ducmV2LnhtbESP3WoCMRSE7wu+QziF3ohmbYvoahQR&#10;hNIWxL/7w+a4G7o5WZPorm/fFIReDjPzDTNfdrYWN/LBOFYwGmYgiAunDZcKjofNYAIiRGSNtWNS&#10;cKcAy0XvaY65di3v6LaPpUgQDjkqqGJscilDUZHFMHQNcfLOzluMSfpSao9tgttavmbZWFo0nBYq&#10;bGhdUfGzv1oFq7eL96fSmOv2uz32vwoz+ZzelXp57lYzEJG6+B9+tD+0gvfpCP7OpCM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8RLbMUAAADcAAAADwAAAAAAAAAA&#10;AAAAAAChAgAAZHJzL2Rvd25yZXYueG1sUEsFBgAAAAAEAAQA+QAAAJM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5276850</wp:posOffset>
                </wp:positionV>
                <wp:extent cx="411480" cy="368935"/>
                <wp:effectExtent l="12065" t="9525" r="5080" b="12065"/>
                <wp:wrapNone/>
                <wp:docPr id="486" name="Grupo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87" name="AutoShape 359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AutoShape 360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86" o:spid="_x0000_s1026" style="position:absolute;margin-left:142.7pt;margin-top:415.5pt;width:32.4pt;height:29.05pt;z-index:251715584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">
                <v:shape id="AutoShape 359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ti3cUAAADcAAAADwAAAGRycy9kb3ducmV2LnhtbESPX2vCMBTF3wW/Q7iCb5pWxtTOKGMw&#10;1uHD0A19vWuubV1zU5Jo67dfBgMfD+fPj7Pa9KYRV3K+tqwgnSYgiAuray4VfH2+ThYgfEDW2Fgm&#10;BTfysFkPByvMtO14R9d9KEUcYZ+hgiqENpPSFxUZ9FPbEkfvZJ3BEKUrpXbYxXHTyFmSPEqDNUdC&#10;hS29VFT87C8mckOqvz/Sc56/H5admx3nb8tmq9R41D8/gQjUh3v4v51rBQ+LOf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ti3cUAAADcAAAADwAAAAAAAAAA&#10;AAAAAAChAgAAZHJzL2Rvd25yZXYueG1sUEsFBgAAAAAEAAQA+QAAAJMDAAAAAA==&#10;" strokecolor="red" strokeweight=".25pt">
                  <v:stroke dashstyle="dash"/>
                </v:shape>
                <v:shape id="AutoShape 360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0LMIAAADcAAAADwAAAGRycy9kb3ducmV2LnhtbERPXWvCMBR9H/gfwhV8GTPVDamdUWQg&#10;yByITt8vzV0bbG66JNr6783DYI+H871Y9bYRN/LBOFYwGWcgiEunDVcKTt+blxxEiMgaG8ek4E4B&#10;VsvB0wIL7To+0O0YK5FCOBSooI6xLaQMZU0Ww9i1xIn7cd5iTNBXUnvsUrht5DTLZtKi4dRQY0sf&#10;NZWX49UqWL/+en+ujLnuv7rT8640+ef8rtRo2K/fQUTq47/4z73VCt7ytDadSU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0LMIAAADcAAAADwAAAAAAAAAAAAAA&#10;AAChAgAAZHJzL2Rvd25yZXYueG1sUEsFBgAAAAAEAAQA+QAAAJADAAAAAA==&#10;" strokecolor="red" strokeweight=".25pt">
                  <v:stroke dashstyle="dash"/>
                </v:shape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4539615</wp:posOffset>
                </wp:positionV>
                <wp:extent cx="3973195" cy="1780540"/>
                <wp:effectExtent l="7620" t="15240" r="19685" b="33020"/>
                <wp:wrapNone/>
                <wp:docPr id="485" name="Rectângulo arredondado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3195" cy="1780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t>PDA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485" o:spid="_x0000_s1124" style="position:absolute;left:0;text-align:left;margin-left:-11.4pt;margin-top:357.45pt;width:312.85pt;height:14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C04D43" w:rsidRDefault="00C04D43" w:rsidP="00C04D43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t>PDA</w:t>
                      </w:r>
                    </w:p>
                    <w:p w:rsidR="00C04D43" w:rsidRDefault="00C04D43" w:rsidP="00C04D43">
                      <w:pPr>
                        <w:spacing w:after="0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5262880</wp:posOffset>
                </wp:positionV>
                <wp:extent cx="518795" cy="443230"/>
                <wp:effectExtent l="10795" t="5080" r="13335" b="8890"/>
                <wp:wrapNone/>
                <wp:docPr id="484" name="Rectângulo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84" o:spid="_x0000_s1125" style="position:absolute;left:0;text-align:left;margin-left:138.1pt;margin-top:414.4pt;width:40.85pt;height:34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5262880</wp:posOffset>
                </wp:positionV>
                <wp:extent cx="518795" cy="443230"/>
                <wp:effectExtent l="12065" t="5080" r="12065" b="8890"/>
                <wp:wrapNone/>
                <wp:docPr id="483" name="Rectângulo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83" o:spid="_x0000_s1126" style="position:absolute;left:0;text-align:left;margin-left:91.7pt;margin-top:414.4pt;width:40.85pt;height:34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5262880</wp:posOffset>
                </wp:positionV>
                <wp:extent cx="518795" cy="443230"/>
                <wp:effectExtent l="13970" t="5080" r="10160" b="8890"/>
                <wp:wrapNone/>
                <wp:docPr id="482" name="Rectângulo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V500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82" o:spid="_x0000_s1127" style="position:absolute;left:0;text-align:left;margin-left:45.35pt;margin-top:414.4pt;width:40.85pt;height:34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V500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5248910</wp:posOffset>
                </wp:positionV>
                <wp:extent cx="6350" cy="436245"/>
                <wp:effectExtent l="13335" t="10160" r="8890" b="10795"/>
                <wp:wrapNone/>
                <wp:docPr id="481" name="Conexão recta unidireccional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436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xão recta unidireccional 481" o:spid="_x0000_s1026" type="#_x0000_t32" style="position:absolute;margin-left:187.05pt;margin-top:413.3pt;width:.5pt;height:34.3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"/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5255895</wp:posOffset>
                </wp:positionV>
                <wp:extent cx="518795" cy="450215"/>
                <wp:effectExtent l="6350" t="7620" r="8255" b="8890"/>
                <wp:wrapNone/>
                <wp:docPr id="480" name="Rectângulo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E901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80" o:spid="_x0000_s1128" style="position:absolute;left:0;text-align:left;margin-left:-1pt;margin-top:413.85pt;width:40.85pt;height:35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E901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5045075</wp:posOffset>
                </wp:positionV>
                <wp:extent cx="1066800" cy="231775"/>
                <wp:effectExtent l="0" t="0" r="1905" b="0"/>
                <wp:wrapNone/>
                <wp:docPr id="479" name="Caixa de texto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Documentos criados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79" o:spid="_x0000_s1129" type="#_x0000_t202" style="position:absolute;left:0;text-align:left;margin-left:193.35pt;margin-top:397.25pt;width:84pt;height:1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" filled="f" stroked="f">
                <v:textbox>
                  <w:txbxContent>
                    <w:p w:rsidR="00C04D43" w:rsidRDefault="00C04D43" w:rsidP="00C04D43">
                      <w:pPr>
                        <w:rPr>
                          <w:color w:val="808080" w:themeColor="background1" w:themeShade="80"/>
                          <w:sz w:val="16"/>
                        </w:rPr>
                      </w:pPr>
                      <w:r>
                        <w:rPr>
                          <w:color w:val="808080" w:themeColor="background1" w:themeShade="80"/>
                          <w:sz w:val="16"/>
                        </w:rPr>
                        <w:t>Documentos criados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ragraph">
                  <wp:posOffset>4587240</wp:posOffset>
                </wp:positionV>
                <wp:extent cx="788670" cy="341630"/>
                <wp:effectExtent l="0" t="0" r="4445" b="0"/>
                <wp:wrapNone/>
                <wp:docPr id="478" name="Caixa de texto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Saldo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78" o:spid="_x0000_s1130" type="#_x0000_t202" style="position:absolute;left:0;text-align:left;margin-left:56.8pt;margin-top:361.2pt;width:62.1pt;height:26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" filled="f" stroked="f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Saldo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5262880</wp:posOffset>
                </wp:positionV>
                <wp:extent cx="518795" cy="443230"/>
                <wp:effectExtent l="8255" t="5080" r="6350" b="8890"/>
                <wp:wrapNone/>
                <wp:docPr id="477" name="Rectângulo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S450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77" o:spid="_x0000_s1131" style="position:absolute;left:0;text-align:left;margin-left:218.15pt;margin-top:414.4pt;width:40.85pt;height:34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S450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5045075</wp:posOffset>
                </wp:positionV>
                <wp:extent cx="1173480" cy="231775"/>
                <wp:effectExtent l="1270" t="0" r="0" b="0"/>
                <wp:wrapNone/>
                <wp:docPr id="476" name="Caixa de texto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D43" w:rsidRDefault="00C04D43" w:rsidP="00C04D43">
                            <w:pPr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Documentos existentes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76" o:spid="_x0000_s1132" type="#_x0000_t202" style="position:absolute;left:0;text-align:left;margin-left:39.85pt;margin-top:397.25pt;width:92.4pt;height:1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" filled="f" stroked="f">
                <v:textbox>
                  <w:txbxContent>
                    <w:p w:rsidR="00C04D43" w:rsidRDefault="00C04D43" w:rsidP="00C04D43">
                      <w:pPr>
                        <w:rPr>
                          <w:color w:val="808080" w:themeColor="background1" w:themeShade="80"/>
                          <w:sz w:val="16"/>
                        </w:rPr>
                      </w:pPr>
                      <w:r>
                        <w:rPr>
                          <w:color w:val="808080" w:themeColor="background1" w:themeShade="80"/>
                          <w:sz w:val="16"/>
                        </w:rPr>
                        <w:t>Documentos existentes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5760720</wp:posOffset>
                </wp:positionV>
                <wp:extent cx="518795" cy="450215"/>
                <wp:effectExtent l="6350" t="7620" r="8255" b="8890"/>
                <wp:wrapNone/>
                <wp:docPr id="475" name="Rectângulo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E901 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Artigo X</w:t>
                            </w:r>
                          </w:p>
                          <w:p w:rsidR="00C04D43" w:rsidRDefault="00C04D43" w:rsidP="00C04D43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Qtd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75" o:spid="_x0000_s1133" style="position:absolute;left:0;text-align:left;margin-left:-1pt;margin-top:453.6pt;width:40.85pt;height:35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" strokecolor="black [3213]">
                <v:textbox>
                  <w:txbxContent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E901 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Artigo X</w:t>
                      </w:r>
                    </w:p>
                    <w:p w:rsidR="00C04D43" w:rsidRDefault="00C04D43" w:rsidP="00C04D43">
                      <w:pPr>
                        <w:spacing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Qtd</w:t>
                      </w:r>
                      <w:proofErr w:type="spellEnd"/>
                      <w:r>
                        <w:rPr>
                          <w:sz w:val="14"/>
                        </w:rPr>
                        <w:t xml:space="preserve"> 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5276850</wp:posOffset>
                </wp:positionV>
                <wp:extent cx="411480" cy="368935"/>
                <wp:effectExtent l="13335" t="9525" r="13335" b="12065"/>
                <wp:wrapNone/>
                <wp:docPr id="472" name="Grupo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73" name="AutoShape 373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AutoShape 374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72" o:spid="_x0000_s1026" style="position:absolute;margin-left:49.05pt;margin-top:415.5pt;width:32.4pt;height:29.05pt;z-index:251727872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">
                <v:shape id="AutoShape 373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FBVcUAAADcAAAADwAAAGRycy9kb3ducmV2LnhtbESP0WrCQBRE34X+w3ILfdONtliNrlIs&#10;tr5UMPEDLtlrNpi9m2a3Sfr33YLg4zAzZ5j1drC16Kj1lWMF00kCgrhwuuJSwTnfjxcgfEDWWDsm&#10;Bb/kYbt5GK0x1a7nE3VZKEWEsE9RgQmhSaX0hSGLfuIa4uhdXGsxRNmWUrfYR7it5SxJ5tJixXHB&#10;YEM7Q8U1+7EK3vOl7vcfx9mnPGaL7vy9y81XpdTT4/C2AhFoCPfwrX3QCl5en+H/TDwC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FBVcUAAADcAAAADwAAAAAAAAAA&#10;AAAAAAChAgAAZHJzL2Rvd25yZXYueG1sUEsFBgAAAAAEAAQA+QAAAJMDAAAAAA==&#10;" strokecolor="red" strokeweight="1pt"/>
                <v:shape id="AutoShape 374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9lc8QAAADcAAAADwAAAGRycy9kb3ducmV2LnhtbESPQWsCMRSE74X+h/CE3mpWu1RZjVJq&#10;Cx5E2G0v3h6b52Zx87Ikqa7/3ghCj8PMfMMs14PtxJl8aB0rmIwzEMS10y03Cn5/vl/nIEJE1tg5&#10;JgVXCrBePT8tsdDuwiWdq9iIBOFQoAITY19IGWpDFsPY9cTJOzpvMSbpG6k9XhLcdnKaZe/SYstp&#10;wWBPn4bqU/VnFUxNvd+/Hcr4JQ++rzb5sNtgqdTLaPhYgIg0xP/wo73VCvJZDvcz6Qj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2VzxAAAANwAAAAPAAAAAAAAAAAA&#10;AAAAAKECAABkcnMvZG93bnJldi54bWxQSwUGAAAAAAQABAD5AAAAkgMAAAAA&#10;" strokecolor="red" strokeweight="1pt"/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5316220</wp:posOffset>
                </wp:positionV>
                <wp:extent cx="411480" cy="368935"/>
                <wp:effectExtent l="8890" t="10795" r="8255" b="10795"/>
                <wp:wrapNone/>
                <wp:docPr id="469" name="Grupo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70" name="AutoShape 376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AutoShape 377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69" o:spid="_x0000_s1026" style="position:absolute;margin-left:94.45pt;margin-top:418.6pt;width:32.4pt;height:29.05pt;z-index:251728896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">
                <v:shape id="AutoShape 376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PfIsIAAADcAAAADwAAAGRycy9kb3ducmV2LnhtbERP3WrCMBS+F/YO4Qy801QRdZ1RxOHc&#10;jcJaH+DQnDXF5qQ2Wdu9/XIhePnx/W92g61FR62vHCuYTRMQxIXTFZcKrvlxsgbhA7LG2jEp+CMP&#10;u+3LaIOpdj1/U5eFUsQQ9ikqMCE0qZS+MGTRT11DHLkf11oMEbal1C32MdzWcp4kS2mx4thgsKGD&#10;oeKW/VoFH/mb7o+fl/lJXrJ1d70fcnOulBq/Dvt3EIGG8BQ/3F9awWIV58cz8QjI7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PfIsIAAADcAAAADwAAAAAAAAAAAAAA&#10;AAChAgAAZHJzL2Rvd25yZXYueG1sUEsFBgAAAAAEAAQA+QAAAJADAAAAAA==&#10;" strokecolor="red" strokeweight="1pt"/>
                <v:shape id="AutoShape 377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G68QAAADcAAAADwAAAGRycy9kb3ducmV2LnhtbESPQWsCMRSE7wX/Q3iF3mpWK7asRhFt&#10;wYMIu+3F22Pz3CzdvCxJ1PXfG0HwOMzMN8x82dtWnMmHxrGC0TADQVw53XCt4O/35/0LRIjIGlvH&#10;pOBKAZaLwcscc+0uXNC5jLVIEA45KjAxdrmUoTJkMQxdR5y8o/MWY5K+ltrjJcFtK8dZNpUWG04L&#10;BjtaG6r+y5NVMDbVfv9xKOK3PPiu3Ez63QYLpd5e+9UMRKQ+PsOP9lYrmHyO4H4mHQG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CMbrxAAAANwAAAAPAAAAAAAAAAAA&#10;AAAAAKECAABkcnMvZG93bnJldi54bWxQSwUGAAAAAAQABAD5AAAAkgMAAAAA&#10;" strokecolor="red" strokeweight="1pt"/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5316220</wp:posOffset>
                </wp:positionV>
                <wp:extent cx="411480" cy="368935"/>
                <wp:effectExtent l="12065" t="10795" r="14605" b="10795"/>
                <wp:wrapNone/>
                <wp:docPr id="466" name="Grupo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67" name="AutoShape 379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AutoShape 380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66" o:spid="_x0000_s1026" style="position:absolute;margin-left:142.7pt;margin-top:418.6pt;width:32.4pt;height:29.05pt;z-index:251729920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">
                <v:shape id="AutoShape 379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Ri8UAAADcAAAADwAAAGRycy9kb3ducmV2LnhtbESP0WrCQBRE3wX/YblC33SjFE1TVxGL&#10;bV8UTPyAS/Y2G5q9m2a3Sfr33ULBx2FmzjDb/Wgb0VPna8cKlosEBHHpdM2VgltxmqcgfEDW2Dgm&#10;BT/kYb+bTraYaTfwlfo8VCJC2GeowITQZlL60pBFv3AtcfQ+XGcxRNlVUnc4RLht5CpJ1tJizXHB&#10;YEtHQ+Vn/m0VvBRPeji9XlZv8pKn/e3rWJhzrdTDbDw8gwg0hnv4v/2uFTyuN/B3Jh4B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zPRi8UAAADcAAAADwAAAAAAAAAA&#10;AAAAAAChAgAAZHJzL2Rvd25yZXYueG1sUEsFBgAAAAAEAAQA+QAAAJMDAAAAAA==&#10;" strokecolor="red" strokeweight="1pt"/>
                <v:shape id="AutoShape 380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v5q8IAAADcAAAADwAAAGRycy9kb3ducmV2LnhtbERPPWvDMBDdC/0P4grdGrmpMcGJEkrT&#10;QodgsJMl22FdLBPrZCQ1dv99NBQ6Pt73ZjfbQdzIh96xgtdFBoK4dbrnTsHp+PWyAhEissbBMSn4&#10;pQC77ePDBkvtJq7p1sROpBAOJSowMY6llKE1ZDEs3EicuIvzFmOCvpPa45TC7SCXWVZIiz2nBoMj&#10;fRhqr82PVbA0bVW9nev4Kc9+bPb5fNhjrdTz0/y+BhFpjv/iP/e3VpAXaW06k46A3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Ov5q8IAAADcAAAADwAAAAAAAAAAAAAA&#10;AAChAgAAZHJzL2Rvd25yZXYueG1sUEsFBgAAAAAEAAQA+QAAAJADAAAAAA==&#10;" strokecolor="red" strokeweight="1pt"/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5276850</wp:posOffset>
                </wp:positionV>
                <wp:extent cx="411480" cy="368935"/>
                <wp:effectExtent l="6985" t="9525" r="10160" b="12065"/>
                <wp:wrapNone/>
                <wp:docPr id="463" name="Grupo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64" name="AutoShape 382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AutoShape 383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63" o:spid="_x0000_s1026" style="position:absolute;margin-left:3.55pt;margin-top:415.5pt;width:32.4pt;height:29.05pt;z-index:251730944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">
                <v:shape id="AutoShape 382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FP/MUAAADcAAAADwAAAGRycy9kb3ducmV2LnhtbESPwWrDMBBE74H8g9hAb4mcEELiRjHF&#10;JW0vDcTOByzW1jK1Vo6l2u7fV4VCj8PMvGGO2WRbMVDvG8cK1qsEBHHldMO1glt5Xu5B+ICssXVM&#10;Cr7JQ3aaz46YajfylYYi1CJC2KeowITQpVL6ypBFv3IdcfQ+XG8xRNnXUvc4Rrht5SZJdtJiw3HB&#10;YEe5oeqz+LIKnsuDHs8vl82rvBT74XbPS/PeKPWwmJ4eQQSawn/4r/2mFWx3W/g9E4+AP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+FP/MUAAADcAAAADwAAAAAAAAAA&#10;AAAAAAChAgAAZHJzL2Rvd25yZXYueG1sUEsFBgAAAAAEAAQA+QAAAJMDAAAAAA==&#10;" strokecolor="red" strokeweight="1pt"/>
                <v:shape id="AutoShape 383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WNcUAAADcAAAADwAAAGRycy9kb3ducmV2LnhtbESPT2sCMRTE7wW/Q3iCt5r1T0VWo0hV&#10;6KEIu+3F22Pz3CxuXpYk1fXbm0Khx2FmfsOst71txY18aBwrmIwzEMSV0w3XCr6/jq9LECEia2wd&#10;k4IHBdhuBi9rzLW7c0G3MtYiQTjkqMDE2OVShsqQxTB2HXHyLs5bjEn6WmqP9wS3rZxm2UJabDgt&#10;GOzo3VB1LX+sgqmpTqfZuYgHefZduZ/3n3sslBoN+90KRKQ+/of/2h9awXzxBr9n0hGQm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pWNcUAAADcAAAADwAAAAAAAAAA&#10;AAAAAAChAgAAZHJzL2Rvd25yZXYueG1sUEsFBgAAAAAEAAQA+QAAAJMDAAAAAA==&#10;" strokecolor="red" strokeweight="1pt"/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5798185</wp:posOffset>
                </wp:positionV>
                <wp:extent cx="411480" cy="368935"/>
                <wp:effectExtent l="6985" t="6985" r="10160" b="14605"/>
                <wp:wrapNone/>
                <wp:docPr id="460" name="Grupo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61" name="AutoShape 385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AutoShape 386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60" o:spid="_x0000_s1026" style="position:absolute;margin-left:3.55pt;margin-top:456.55pt;width:32.4pt;height:29.05pt;z-index:251731968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">
                <v:shape id="AutoShape 385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bsZMUAAADcAAAADwAAAGRycy9kb3ducmV2LnhtbESPwWrDMBBE74H8g9hAb4nsUELqRjEl&#10;IW0uDdTOByzW1jK1Vo6l2u7fR4VCj8PMvGF2+WRbMVDvG8cK0lUCgrhyuuFawbU8LbcgfEDW2Dom&#10;BT/kId/PZzvMtBv5g4Yi1CJC2GeowITQZVL6ypBFv3IdcfQ+XW8xRNnXUvc4Rrht5TpJNtJiw3HB&#10;YEcHQ9VX8W0VHMsnPZ5eL+s3eSm2w/V2KM17o9TDYnp5BhFoCv/hv/ZZK3jcpPB7Jh4Bu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bsZMUAAADcAAAADwAAAAAAAAAA&#10;AAAAAAChAgAAZHJzL2Rvd25yZXYueG1sUEsFBgAAAAAEAAQA+QAAAJMDAAAAAA==&#10;" strokecolor="red" strokeweight="1pt"/>
                <v:shape id="AutoShape 386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POQcQAAADcAAAADwAAAGRycy9kb3ducmV2LnhtbESPQWsCMRSE70L/Q3iCN826FZGtUUq1&#10;4KEIu3rx9ti8bpZuXpYk6vrvTaHQ4zAz3zDr7WA7cSMfWscK5rMMBHHtdMuNgvPpc7oCESKyxs4x&#10;KXhQgO3mZbTGQrs7l3SrYiMShEOBCkyMfSFlqA1ZDDPXEyfv23mLMUnfSO3xnuC2k3mWLaXFltOC&#10;wZ4+DNU/1dUqyE19PL5eyriXF99Xu8XwtcNSqcl4eH8DEWmI/+G/9kErWCxz+D2TjoD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A85BxAAAANwAAAAPAAAAAAAAAAAA&#10;AAAAAKECAABkcnMvZG93bnJldi54bWxQSwUGAAAAAAQABAD5AAAAkgMAAAAA&#10;" strokecolor="red" strokeweight="1pt"/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5276850</wp:posOffset>
                </wp:positionV>
                <wp:extent cx="411480" cy="368935"/>
                <wp:effectExtent l="9525" t="9525" r="7620" b="12065"/>
                <wp:wrapNone/>
                <wp:docPr id="457" name="Grupo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368935"/>
                          <a:chOff x="6541" y="11036"/>
                          <a:chExt cx="648" cy="581"/>
                        </a:xfrm>
                      </wpg:grpSpPr>
                      <wps:wsp>
                        <wps:cNvPr id="458" name="AutoShape 388"/>
                        <wps:cNvCnPr>
                          <a:cxnSpLocks noChangeShapeType="1"/>
                        </wps:cNvCnPr>
                        <wps:spPr bwMode="auto">
                          <a:xfrm flipV="1"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AutoShape 389"/>
                        <wps:cNvCnPr>
                          <a:cxnSpLocks noChangeShapeType="1"/>
                        </wps:cNvCnPr>
                        <wps:spPr bwMode="auto">
                          <a:xfrm>
                            <a:off x="6541" y="11036"/>
                            <a:ext cx="648" cy="58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57" o:spid="_x0000_s1026" style="position:absolute;margin-left:223.5pt;margin-top:415.5pt;width:32.4pt;height:29.05pt;z-index:251732992" coordorigin="6541,11036" coordsize="64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">
                <v:shape id="AutoShape 388" o:spid="_x0000_s102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CPRMIAAADcAAAADwAAAGRycy9kb3ducmV2LnhtbERP3WrCMBS+F/YO4Qy801RRcZ1RxOHc&#10;jcJaH+DQnDXF5qQ2Wdu9/XIhePnx/W92g61FR62vHCuYTRMQxIXTFZcKrvlxsgbhA7LG2jEp+CMP&#10;u+3LaIOpdj1/U5eFUsQQ9ikqMCE0qZS+MGTRT11DHLkf11oMEbal1C32MdzWcp4kK2mx4thgsKGD&#10;oeKW/VoFH/mb7o+fl/lJXrJ1d70fcnOulBq/Dvt3EIGG8BQ/3F9awWIZ18Yz8QjI7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CPRMIAAADcAAAADwAAAAAAAAAAAAAA&#10;AAChAgAAZHJzL2Rvd25yZXYueG1sUEsFBgAAAAAEAAQA+QAAAJADAAAAAA==&#10;" strokecolor="red" strokeweight="1pt"/>
                <v:shape id="AutoShape 389" o:spid="_x0000_s102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uWjcUAAADcAAAADwAAAGRycy9kb3ducmV2LnhtbESPT2sCMRTE7wW/Q3iCt5rV2lK3RhH/&#10;QA9F2K0Xb4/N62Zx87Ikqa7fvhGEHoeZ+Q2zWPW2FRfyoXGsYDLOQBBXTjdcKzh+75/fQYSIrLF1&#10;TApuFGC1HDwtMNfuygVdyliLBOGQowITY5dLGSpDFsPYdcTJ+3HeYkzS11J7vCa4beU0y96kxYbT&#10;gsGONoaqc/lrFUxNdTi8nIq4kyffldtZ/7XFQqnRsF9/gIjUx//wo/2pFcxe53A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uWjcUAAADcAAAADwAAAAAAAAAA&#10;AAAAAAChAgAAZHJzL2Rvd25yZXYueG1sUEsFBgAAAAAEAAQA+QAAAJMDAAAAAA==&#10;" strokecolor="red" strokeweight="1pt"/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1108075</wp:posOffset>
                </wp:positionH>
                <wp:positionV relativeFrom="paragraph">
                  <wp:posOffset>2150110</wp:posOffset>
                </wp:positionV>
                <wp:extent cx="1501140" cy="1228090"/>
                <wp:effectExtent l="12700" t="6985" r="19685" b="31750"/>
                <wp:wrapNone/>
                <wp:docPr id="456" name="Rectângulo arredondado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140" cy="1228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4D43" w:rsidRDefault="00C04D43" w:rsidP="00C04D43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ArtSOFT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ângulo arredondado 456" o:spid="_x0000_s1134" style="position:absolute;left:0;text-align:left;margin-left:87.25pt;margin-top:169.3pt;width:118.2pt;height:96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C04D43" w:rsidRDefault="00C04D43" w:rsidP="00C04D43">
                      <w:pPr>
                        <w:spacing w:after="0" w:line="240" w:lineRule="auto"/>
                        <w:jc w:val="center"/>
                      </w:pPr>
                      <w:proofErr w:type="spellStart"/>
                      <w:r>
                        <w:t>ArtSOFT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46355</wp:posOffset>
                </wp:positionV>
                <wp:extent cx="3973195" cy="1780540"/>
                <wp:effectExtent l="7620" t="8255" r="19685" b="30480"/>
                <wp:wrapNone/>
                <wp:docPr id="426" name="Grupo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3195" cy="1780540"/>
                          <a:chOff x="1473" y="3020"/>
                          <a:chExt cx="6257" cy="2804"/>
                        </a:xfrm>
                      </wpg:grpSpPr>
                      <wpg:grpSp>
                        <wpg:cNvPr id="427" name="Group 321"/>
                        <wpg:cNvGrpSpPr>
                          <a:grpSpLocks/>
                        </wpg:cNvGrpSpPr>
                        <wpg:grpSpPr bwMode="auto">
                          <a:xfrm>
                            <a:off x="2682" y="4243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428" name="AutoShape 3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9" name="AutoShape 3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0" name="Group 324"/>
                        <wpg:cNvGrpSpPr>
                          <a:grpSpLocks/>
                        </wpg:cNvGrpSpPr>
                        <wpg:grpSpPr bwMode="auto">
                          <a:xfrm>
                            <a:off x="3590" y="4243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431" name="AutoShape 3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AutoShape 3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3" name="Group 327"/>
                        <wpg:cNvGrpSpPr>
                          <a:grpSpLocks/>
                        </wpg:cNvGrpSpPr>
                        <wpg:grpSpPr bwMode="auto">
                          <a:xfrm>
                            <a:off x="4555" y="4181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434" name="AutoShape 3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AutoShape 3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36" name="AutoShape 330"/>
                        <wps:cNvSpPr>
                          <a:spLocks noChangeArrowheads="1"/>
                        </wps:cNvSpPr>
                        <wps:spPr bwMode="auto">
                          <a:xfrm>
                            <a:off x="1473" y="3020"/>
                            <a:ext cx="6257" cy="28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  <w:r>
                                <w:t>PDA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4463" y="4159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3535" y="4159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2608" y="4159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V500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AutoShape 33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42" y="4137"/>
                            <a:ext cx="10" cy="6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1681" y="4148"/>
                            <a:ext cx="817" cy="7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E901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8" y="3816"/>
                            <a:ext cx="1680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color w:val="808080" w:themeColor="background1" w:themeShade="80"/>
                                  <w:sz w:val="16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16"/>
                                </w:rPr>
                                <w:t>Documentos criados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837" y="3095"/>
                            <a:ext cx="1242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Saldo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6064" y="4159"/>
                            <a:ext cx="81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S450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2498" y="3816"/>
                            <a:ext cx="1848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rPr>
                                  <w:color w:val="808080" w:themeColor="background1" w:themeShade="80"/>
                                  <w:sz w:val="16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16"/>
                                </w:rPr>
                                <w:t>Documentos existentes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1681" y="4943"/>
                            <a:ext cx="817" cy="7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 xml:space="preserve">E901 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Artigo X</w:t>
                              </w:r>
                            </w:p>
                            <w:p w:rsidR="00C04D43" w:rsidRDefault="00C04D43" w:rsidP="00C04D43">
                              <w:pPr>
                                <w:spacing w:after="0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Qtd</w:t>
                              </w:r>
                              <w:proofErr w:type="spellEnd"/>
                              <w:r>
                                <w:rPr>
                                  <w:sz w:val="14"/>
                                </w:rPr>
                                <w:t xml:space="preserve"> 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47" name="Group 341"/>
                        <wpg:cNvGrpSpPr>
                          <a:grpSpLocks/>
                        </wpg:cNvGrpSpPr>
                        <wpg:grpSpPr bwMode="auto">
                          <a:xfrm>
                            <a:off x="2682" y="4181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448" name="AutoShape 3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9" name="AutoShape 3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50" name="Group 344"/>
                        <wpg:cNvGrpSpPr>
                          <a:grpSpLocks/>
                        </wpg:cNvGrpSpPr>
                        <wpg:grpSpPr bwMode="auto">
                          <a:xfrm>
                            <a:off x="3590" y="4243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451" name="AutoShape 3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2" name="AutoShape 3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53" name="Group 347"/>
                        <wpg:cNvGrpSpPr>
                          <a:grpSpLocks/>
                        </wpg:cNvGrpSpPr>
                        <wpg:grpSpPr bwMode="auto">
                          <a:xfrm>
                            <a:off x="4555" y="4243"/>
                            <a:ext cx="648" cy="581"/>
                            <a:chOff x="6541" y="11036"/>
                            <a:chExt cx="648" cy="581"/>
                          </a:xfrm>
                        </wpg:grpSpPr>
                        <wps:wsp>
                          <wps:cNvPr id="454" name="AutoShape 3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AutoShape 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1" y="11036"/>
                              <a:ext cx="648" cy="58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26" o:spid="_x0000_s1135" style="position:absolute;left:0;text-align:left;margin-left:-11.4pt;margin-top:3.65pt;width:312.85pt;height:140.2pt;z-index:251710464" coordorigin="1473,3020" coordsize="6257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">
                <v:group id="Group 321" o:spid="_x0000_s1136" style="position:absolute;left:2682;top:4243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b9z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+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L2/czFAAAA3AAA&#10;AA8AAAAAAAAAAAAAAAAAqgIAAGRycy9kb3ducmV2LnhtbFBLBQYAAAAABAAEAPoAAACcAwAAAAA=&#10;">
                  <v:shape id="AutoShape 322" o:spid="_x0000_s113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KplcIAAADcAAAADwAAAGRycy9kb3ducmV2LnhtbERPTUvDQBC9C/0Pywje7CZB1KbdFhHE&#10;iAdpFXudZqdJbHY27K5N/PfOQfD4eN+rzeR6daYQO88G8nkGirj2tuPGwMf70/U9qJiQLfaeycAP&#10;RdisZxcrLK0feUvnXWqUhHAs0UCb0lBqHeuWHMa5H4iFO/rgMAkMjbYBRwl3vS6y7FY77FgaWhzo&#10;saX6tPt20ptye3jLv6rq5XMxhmJ/97zoX425upwelqASTelf/OeurIGbQtbKGTkC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KplcIAAADcAAAADwAAAAAAAAAAAAAA&#10;AAChAgAAZHJzL2Rvd25yZXYueG1sUEsFBgAAAAAEAAQA+QAAAJADAAAAAA==&#10;" strokecolor="red" strokeweight=".25pt">
                    <v:stroke dashstyle="dash"/>
                  </v:shape>
                  <v:shape id="AutoShape 323" o:spid="_x0000_s113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2OjcUAAADcAAAADwAAAGRycy9kb3ducmV2LnhtbESP3WoCMRSE7wu+QziF3ohmtUV0NYoI&#10;hdIWxL/7w+a4G7o5WZPorm/fFIReDjPzDbNYdbYWN/LBOFYwGmYgiAunDZcKjof3wRREiMgaa8ek&#10;4E4BVsve0wJz7Vre0W0fS5EgHHJUUMXY5FKGoiKLYega4uSdnbcYk/Sl1B7bBLe1HGfZRFo0nBYq&#10;bGhTUfGzv1oF69eL96fSmOv2uz32vwoz/ZzdlXp57tZzEJG6+B9+tD+0grfxDP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2OjcUAAADcAAAADwAAAAAAAAAA&#10;AAAAAAChAgAAZHJzL2Rvd25yZXYueG1sUEsFBgAAAAAEAAQA+QAAAJMDAAAAAA==&#10;" strokecolor="red" strokeweight=".25pt">
                    <v:stroke dashstyle="dash"/>
                  </v:shape>
                </v:group>
                <v:group id="Group 324" o:spid="_x0000_s1139" style="position:absolute;left:3590;top:4243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  <v:shape id="AutoShape 325" o:spid="_x0000_s1140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GW1cUAAADcAAAADwAAAGRycy9kb3ducmV2LnhtbESPX2vCMBTF3wd+h3CFvc20bmxajTIG&#10;YxUfZCr6em2ubbfmpiSZrd/eDAZ7PJw/P8582ZtGXMj52rKCdJSAIC6srrlUsN+9P0xA+ICssbFM&#10;Cq7kYbkY3M0x07bjT7psQyniCPsMFVQhtJmUvqjIoB/Zljh6Z+sMhihdKbXDLo6bRo6T5FkarDkS&#10;KmzpraLie/tjIjek+rRJv/J8dZh2bnx8+Zg2a6Xuh/3rDESgPvyH/9q5VvD0mMLvmX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GW1cUAAADcAAAADwAAAAAAAAAA&#10;AAAAAAChAgAAZHJzL2Rvd25yZXYueG1sUEsFBgAAAAAEAAQA+QAAAJMDAAAAAA==&#10;" strokecolor="red" strokeweight=".25pt">
                    <v:stroke dashstyle="dash"/>
                  </v:shape>
                  <v:shape id="AutoShape 326" o:spid="_x0000_s1141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CKIcUAAADcAAAADwAAAGRycy9kb3ducmV2LnhtbESPQWsCMRSE7wX/Q3hCL1Kz1SK6GkUK&#10;hVIL4mrvj83rbujmZZtEd/33jSD0OMzMN8xq09tGXMgH41jB8zgDQVw6bbhScDq+Pc1BhIissXFM&#10;Cq4UYLMePKww167jA12KWIkE4ZCjgjrGNpcylDVZDGPXEifv23mLMUlfSe2xS3DbyEmWzaRFw2mh&#10;xpZeayp/irNVsJ3+ev9VGXPef3an0a4084/FVanHYb9dgojUx//wvf2uFbxMJ3A7k46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XCKIcUAAADcAAAADwAAAAAAAAAA&#10;AAAAAAChAgAAZHJzL2Rvd25yZXYueG1sUEsFBgAAAAAEAAQA+QAAAJMDAAAAAA==&#10;" strokecolor="red" strokeweight=".25pt">
                    <v:stroke dashstyle="dash"/>
                  </v:shape>
                </v:group>
                <v:group id="Group 327" o:spid="_x0000_s1142" style="position:absolute;left:4555;top:4181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<v:shape id="AutoShape 328" o:spid="_x0000_s1143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Y1TcUAAADcAAAADwAAAGRycy9kb3ducmV2LnhtbESPX2vCMBTF3wW/Q7iDvWlaJ3N2RhmD&#10;sYoPYzr09a65a+uam5Jktn57MxB8PJw/P85i1ZtGnMj52rKCdJyAIC6srrlU8LV7Gz2B8AFZY2OZ&#10;FJzJw2o5HCww07bjTzptQyniCPsMFVQhtJmUvqjIoB/bljh6P9YZDFG6UmqHXRw3jZwkyaM0WHMk&#10;VNjSa0XF7/bPRG5I9fdHeszz9X7euclh9j5vNkrd3/UvzyAC9eEWvrZzrWD6MIX/M/EIyO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Y1TcUAAADcAAAADwAAAAAAAAAA&#10;AAAAAAChAgAAZHJzL2Rvd25yZXYueG1sUEsFBgAAAAAEAAQA+QAAAJMDAAAAAA==&#10;" strokecolor="red" strokeweight=".25pt">
                    <v:stroke dashstyle="dash"/>
                  </v:shape>
                  <v:shape id="AutoShape 329" o:spid="_x0000_s1144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kSVcUAAADcAAAADwAAAGRycy9kb3ducmV2LnhtbESP3WoCMRSE7wu+QzhCb0SzrVV0NYoU&#10;CqUtFP/uD5vjbnBzsk2iu759UxB6OczMN8xy3dlaXMkH41jB0ygDQVw4bbhUcNi/DWcgQkTWWDsm&#10;BTcKsF71HpaYa9fylq67WIoE4ZCjgirGJpcyFBVZDCPXECfv5LzFmKQvpfbYJrit5XOWTaVFw2mh&#10;woZeKyrOu4tVsBn/eH8sjbl8f7WHwWdhZh/zm1KP/W6zABGpi//he/tdK3gZT+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pkSVcUAAADcAAAADwAAAAAAAAAA&#10;AAAAAAChAgAAZHJzL2Rvd25yZXYueG1sUEsFBgAAAAAEAAQA+QAAAJMDAAAAAA==&#10;" strokecolor="red" strokeweight=".25pt">
                    <v:stroke dashstyle="dash"/>
                  </v:shape>
                </v:group>
                <v:roundrect id="AutoShape 330" o:spid="_x0000_s1145" style="position:absolute;left:1473;top:3020;width:6257;height:280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LCFcYA&#10;AADcAAAADwAAAGRycy9kb3ducmV2LnhtbESPQWsCMRSE7wX/Q3hCL0Wzq62U1SgiFKRYimsLPT42&#10;z81i8rJsom7/vREKPQ4z8w2zWPXOigt1ofGsIB9nIIgrrxuuFXwd3kavIEJE1mg9k4JfCrBaDh4W&#10;WGh/5T1dyliLBOFQoAITY1tIGSpDDsPYt8TJO/rOYUyyq6Xu8JrgzspJls2kw4bTgsGWNoaqU3l2&#10;Ct4/nvIfzuVmP7Ev5nM3Dbb83in1OOzXcxCR+vgf/mtvtYLn6QzuZ9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LCFcYAAADcAAAADwAAAAAAAAAAAAAAAACYAgAAZHJz&#10;L2Rvd25yZXYueG1sUEsFBgAAAAAEAAQA9QAAAIsDAAAAAA==&#10;" fillcolor="white [3201]" strokecolor="#666 [1936]" strokeweight="1pt">
                  <v:fill color2="#999 [1296]" focus="100%" type="gradient"/>
                  <v:shadow on="t" color="#7f7f7f [1601]" opacity=".5" offset="1pt"/>
                  <v:textbox>
                    <w:txbxContent>
                      <w:p w:rsidR="00C04D43" w:rsidRDefault="00C04D43" w:rsidP="00C04D43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t>PDA</w:t>
                        </w:r>
                      </w:p>
                      <w:p w:rsidR="00C04D43" w:rsidRDefault="00C04D43" w:rsidP="00C04D43">
                        <w:pPr>
                          <w:spacing w:after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oundrect>
                <v:rect id="Rectangle 331" o:spid="_x0000_s1146" style="position:absolute;left:4463;top:4159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jVscA&#10;AADcAAAADwAAAGRycy9kb3ducmV2LnhtbESPQWvCQBSE74L/YXmFXqTZWEsaUlcRUfAglEYL7e2R&#10;fSah2bchu9Hk37uFQo/DzHzDLNeDacSVOldbVjCPYhDEhdU1lwrOp/1TCsJ5ZI2NZVIwkoP1ajpZ&#10;YqbtjT/omvtSBAi7DBVU3reZlK6oyKCLbEscvIvtDPogu1LqDm8Bbhr5HMeJNFhzWKiwpW1FxU/e&#10;GwVyfE9S31++t7uv/Sxtj/3nEPdKPT4MmzcQngb/H/5rH7SCl8Ur/J4JR0C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3o1bHAAAA3AAAAA8AAAAAAAAAAAAAAAAAmAIAAGRy&#10;cy9kb3ducmV2LnhtbFBLBQYAAAAABAAEAPUAAACM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2</w:t>
                        </w:r>
                      </w:p>
                    </w:txbxContent>
                  </v:textbox>
                </v:rect>
                <v:rect id="Rectangle 332" o:spid="_x0000_s1147" style="position:absolute;left:3535;top:4159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3JMQA&#10;AADcAAAADwAAAGRycy9kb3ducmV2LnhtbERPy2rCQBTdC/2H4Ra6EZ3YSgipExGp0EWhmFbQ3SVz&#10;86CZOyEzMcnfdxaFLg/nvdtPphV36l1jWcFmHYEgLqxuuFLw/XVaJSCcR9bYWiYFMznYZw+LHaba&#10;jnyme+4rEULYpaig9r5LpXRFTQbd2nbEgSttb9AH2FdS9ziGcNPK5yiKpcGGQ0ONHR1rKn7ywSiQ&#10;82ec+KG8Hd+up2XSfQyXKRqUenqcDq8gPE3+X/znftcKti9hbTgTj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oNyTEAAAA3AAAAA8AAAAAAAAAAAAAAAAAmAIAAGRycy9k&#10;b3ducmV2LnhtbFBLBQYAAAAABAAEAPUAAACJ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4</w:t>
                        </w:r>
                      </w:p>
                    </w:txbxContent>
                  </v:textbox>
                </v:rect>
                <v:rect id="Rectangle 333" o:spid="_x0000_s1148" style="position:absolute;left:2608;top:4159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Sv8UA&#10;AADcAAAADwAAAGRycy9kb3ducmV2LnhtbESPT4vCMBTE7wt+h/AEL4um64rUahSRFfawIP4DvT2a&#10;Z1tsXkqTav32G0HwOMzMb5jZojWluFHtCssKvgYRCOLU6oIzBYf9uh+DcB5ZY2mZFDzIwWLe+Zhh&#10;ou2dt3Tb+UwECLsEFeTeV4mULs3JoBvYijh4F1sb9EHWmdQ13gPclHIYRWNpsOCwkGNFq5zS664x&#10;CuRjM459czmvfk7rz7j6a45t1CjV67bLKQhPrX+HX+1frWD0PYHnmXA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JJK/xQAAANwAAAAPAAAAAAAAAAAAAAAAAJgCAABkcnMv&#10;ZG93bnJldi54bWxQSwUGAAAAAAQABAD1AAAAigMAAAAA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V500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2</w:t>
                        </w:r>
                      </w:p>
                    </w:txbxContent>
                  </v:textbox>
                </v:rect>
                <v:shape id="AutoShape 334" o:spid="_x0000_s1149" type="#_x0000_t32" style="position:absolute;left:5442;top:4137;width:10;height:6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0Y7MEAAADcAAAADwAAAGRycy9kb3ducmV2LnhtbERPTYvCMBC9L/gfwgheFk0rskg1iggL&#10;4kFY7cHjkIxtsZnUJFvrvzeHhT0+3vd6O9hW9ORD41hBPstAEGtnGq4UlJfv6RJEiMgGW8ek4EUB&#10;tpvRxxoL4578Q/05ViKFcChQQR1jV0gZdE0Ww8x1xIm7OW8xJugraTw+U7ht5TzLvqTFhlNDjR3t&#10;a9L3869V0BzLU9l/PqLXy2N+9Xm4XFut1GQ87FYgIg3xX/znPhgFi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jRjswQAAANwAAAAPAAAAAAAAAAAAAAAA&#10;AKECAABkcnMvZG93bnJldi54bWxQSwUGAAAAAAQABAD5AAAAjwMAAAAA&#10;"/>
                <v:rect id="Rectangle 335" o:spid="_x0000_s1150" style="position:absolute;left:1681;top:4148;width:817;height: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TtxMQA&#10;AADcAAAADwAAAGRycy9kb3ducmV2LnhtbESPQYvCMBSE74L/ITzBi2iqiJRqFBEFD4LorqC3R/Ns&#10;i81LaVKt/94IC3scZuYbZrFqTSmeVLvCsoLxKAJBnFpdcKbg92c3jEE4j6yxtEwK3uRgtex2Fpho&#10;++ITPc8+EwHCLkEFufdVIqVLczLoRrYiDt7d1gZ9kHUmdY2vADelnETRTBosOCzkWNEmp/RxbowC&#10;+T7OYt/cb5vtdTeIq0NzaaNGqX6vXc9BeGr9f/ivvdcKptMxfM+EIyCX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U7cTEAAAA3AAAAA8AAAAAAAAAAAAAAAAAmAIAAGRycy9k&#10;b3ducmV2LnhtbFBLBQYAAAAABAAEAPUAAACJAwAAAAA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E901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10</w:t>
                        </w:r>
                      </w:p>
                    </w:txbxContent>
                  </v:textbox>
                </v:rect>
                <v:shape id="Text Box 336" o:spid="_x0000_s1151" type="#_x0000_t202" style="position:absolute;left:5568;top:3816;width:1680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+SM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o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KPkjEAAAA3AAAAA8AAAAAAAAAAAAAAAAAmAIAAGRycy9k&#10;b3ducmV2LnhtbFBLBQYAAAAABAAEAPUAAACJAwAAAAA=&#10;" filled="f" stroked="f">
                  <v:textbox>
                    <w:txbxContent>
                      <w:p w:rsidR="00C04D43" w:rsidRDefault="00C04D43" w:rsidP="00C04D43">
                        <w:pPr>
                          <w:rPr>
                            <w:color w:val="808080" w:themeColor="background1" w:themeShade="80"/>
                            <w:sz w:val="16"/>
                          </w:rPr>
                        </w:pPr>
                        <w:r>
                          <w:rPr>
                            <w:color w:val="808080" w:themeColor="background1" w:themeShade="80"/>
                            <w:sz w:val="16"/>
                          </w:rPr>
                          <w:t>Documentos criados</w:t>
                        </w:r>
                      </w:p>
                    </w:txbxContent>
                  </v:textbox>
                </v:shape>
                <v:shape id="Text Box 337" o:spid="_x0000_s1152" type="#_x0000_t202" style="position:absolute;left:2837;top:3095;width:1242;height: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ab08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IUkm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Gm9PEAAAA3AAAAA8AAAAAAAAAAAAAAAAAmAIAAGRycy9k&#10;b3ducmV2LnhtbFBLBQYAAAAABAAEAPUAAACJAwAAAAA=&#10;" filled="f" stroked="f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Saldo 12</w:t>
                        </w:r>
                      </w:p>
                    </w:txbxContent>
                  </v:textbox>
                </v:shape>
                <v:rect id="Rectangle 338" o:spid="_x0000_s1153" style="position:absolute;left:6064;top:4159;width:817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OXMYA&#10;AADcAAAADwAAAGRycy9kb3ducmV2LnhtbESPS2vDMBCE74H+B7GFXEItN5hgHCuhhAZyCJQmLTS3&#10;xVo/qLUylvzIv68KhR6HmfmGyfezacVIvWssK3iOYhDEhdUNVwo+rsenFITzyBpby6TgTg72u4dF&#10;jpm2E7/TePGVCBB2GSqove8yKV1Rk0EX2Y44eKXtDfog+0rqHqcAN61cx/FGGmw4LNTY0aGm4vsy&#10;GAXy/rZJ/VDeDq9fx1XanYfPOR6UWj7OL1sQnmb/H/5rn7SCJEng90w4An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NOXMYAAADcAAAADwAAAAAAAAAAAAAAAACYAgAAZHJz&#10;L2Rvd25yZXYueG1sUEsFBgAAAAAEAAQA9QAAAIsDAAAAAA==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S450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12</w:t>
                        </w:r>
                      </w:p>
                    </w:txbxContent>
                  </v:textbox>
                </v:rect>
                <v:shape id="Text Box 339" o:spid="_x0000_s1154" type="#_x0000_t202" style="position:absolute;left:2498;top:3816;width:1848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mPMQA&#10;AADcAAAADwAAAGRycy9kb3ducmV2LnhtbESPT2vCQBTE74LfYXmCN7NbidKmboIoBU8V7R/o7ZF9&#10;JqHZtyG7Nem3dwsFj8PM/IbZFKNtxZV63zjW8JAoEMSlMw1XGt7fXhaPIHxANtg6Jg2/5KHIp5MN&#10;ZsYNfKLrOVQiQthnqKEOocuk9GVNFn3iOuLoXVxvMUTZV9L0OES4beVSqbW02HBcqLGjXU3l9/nH&#10;avh4vXx9pupY7e2qG9yoJNsnqfV8Nm6fQQQawz383z4YDWm6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jpjzEAAAA3AAAAA8AAAAAAAAAAAAAAAAAmAIAAGRycy9k&#10;b3ducmV2LnhtbFBLBQYAAAAABAAEAPUAAACJAwAAAAA=&#10;" filled="f" stroked="f">
                  <v:textbox>
                    <w:txbxContent>
                      <w:p w:rsidR="00C04D43" w:rsidRDefault="00C04D43" w:rsidP="00C04D43">
                        <w:pPr>
                          <w:rPr>
                            <w:color w:val="808080" w:themeColor="background1" w:themeShade="80"/>
                            <w:sz w:val="16"/>
                          </w:rPr>
                        </w:pPr>
                        <w:r>
                          <w:rPr>
                            <w:color w:val="808080" w:themeColor="background1" w:themeShade="80"/>
                            <w:sz w:val="16"/>
                          </w:rPr>
                          <w:t>Documentos existentes</w:t>
                        </w:r>
                      </w:p>
                    </w:txbxContent>
                  </v:textbox>
                </v:shape>
                <v:rect id="Rectangle 340" o:spid="_x0000_s1155" style="position:absolute;left:1681;top:4943;width:817;height: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11sMUA&#10;AADcAAAADwAAAGRycy9kb3ducmV2LnhtbESPQYvCMBSE78L+h/AWvIhNV6SUahSRFTwIi7oLens0&#10;z7bYvJQm1frvN4LgcZiZb5j5sje1uFHrKssKvqIYBHFudcWFgt/jZpyCcB5ZY22ZFDzIwXLxMZhj&#10;pu2d93Q7+EIECLsMFZTeN5mULi/JoItsQxy8i20N+iDbQuoW7wFuajmJ40QarDgslNjQuqT8euiM&#10;Avn4SVLfXc7r79NmlDa77q+PO6WGn/1qBsJT79/hV3urFUynC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vXWwxQAAANwAAAAPAAAAAAAAAAAAAAAAAJgCAABkcnMv&#10;ZG93bnJldi54bWxQSwUGAAAAAAQABAD1AAAAigMAAAAA&#10;" strokecolor="black [3213]">
                  <v:textbox>
                    <w:txbxContent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E901 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Artigo X</w:t>
                        </w:r>
                      </w:p>
                      <w:p w:rsidR="00C04D43" w:rsidRDefault="00C04D43" w:rsidP="00C04D43">
                        <w:pPr>
                          <w:spacing w:after="0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sz w:val="14"/>
                          </w:rPr>
                          <w:t>Qtd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15</w:t>
                        </w:r>
                      </w:p>
                    </w:txbxContent>
                  </v:textbox>
                </v:rect>
                <v:group id="Group 341" o:spid="_x0000_s1156" style="position:absolute;left:2682;top:4181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<v:shape id="AutoShape 342" o:spid="_x0000_s1157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1MNcMAAADcAAAADwAAAGRycy9kb3ducmV2LnhtbERPTUvDQBC9C/6HZYTe7Cal1DZ2W0SQ&#10;RnqQVtHrmB2TaHY27K5N+u87B8Hj432vt6Pr1IlCbD0byKcZKOLK25ZrA2+vT7dLUDEhW+w8k4Ez&#10;Rdhurq/WWFg/8IFOx1QrCeFYoIEmpb7QOlYNOYxT3xML9+WDwyQw1NoGHCTcdXqWZQvtsGVpaLCn&#10;x4aqn+Ovk96U28+X/Lssn99XQ5h93O1W3d6Yyc34cA8q0Zj+xX/u0hqYz2WtnJEjoD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9TDXDAAAA3AAAAA8AAAAAAAAAAAAA&#10;AAAAoQIAAGRycy9kb3ducmV2LnhtbFBLBQYAAAAABAAEAPkAAACRAwAAAAA=&#10;" strokecolor="red" strokeweight=".25pt">
                    <v:stroke dashstyle="dash"/>
                  </v:shape>
                  <v:shape id="AutoShape 343" o:spid="_x0000_s1158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JrLcUAAADcAAAADwAAAGRycy9kb3ducmV2LnhtbESP3WoCMRSE7wu+QzgFb4pmtSK6GkUK&#10;gtRCqT/3h81xN3Rzsk2iu769KRR6OczMN8xy3dla3MgH41jBaJiBIC6cNlwqOB23gxmIEJE11o5J&#10;wZ0CrFe9pyXm2rX8RbdDLEWCcMhRQRVjk0sZiooshqFriJN3cd5iTNKXUntsE9zWcpxlU2nRcFqo&#10;sKG3iorvw9Uq2Lz+eH8ujbl+frSnl31hZu/zu1L9526zABGpi//hv/ZOK5hM5vB7Jh0BuX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9JrLcUAAADcAAAADwAAAAAAAAAA&#10;AAAAAAChAgAAZHJzL2Rvd25yZXYueG1sUEsFBgAAAAAEAAQA+QAAAJMDAAAAAA==&#10;" strokecolor="red" strokeweight=".25pt">
                    <v:stroke dashstyle="dash"/>
                  </v:shape>
                </v:group>
                <v:group id="Group 344" o:spid="_x0000_s1159" style="position:absolute;left:3590;top:4243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<v:shape id="AutoShape 345" o:spid="_x0000_s1160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5zdcUAAADcAAAADwAAAGRycy9kb3ducmV2LnhtbESPS2vCQBSF9wX/w3CF7uok0odGRymF&#10;0ogLqYpur5lrkjZzJ8xMTfz3TqHQ5eE8Ps582ZtGXMj52rKCdJSAIC6srrlUsN+9P0xA+ICssbFM&#10;Cq7kYbkY3M0x07bjT7psQyniCPsMFVQhtJmUvqjIoB/Zljh6Z+sMhihdKbXDLo6bRo6T5FkarDkS&#10;KmzpraLie/tjIjek+rRJv/J8dZh2bnx8+Zg2a6Xuh/3rDESgPvyH/9q5VvD4lMLvmX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55zdcUAAADcAAAADwAAAAAAAAAA&#10;AAAAAAChAgAAZHJzL2Rvd25yZXYueG1sUEsFBgAAAAAEAAQA+QAAAJMDAAAAAA==&#10;" strokecolor="red" strokeweight=".25pt">
                    <v:stroke dashstyle="dash"/>
                  </v:shape>
                  <v:shape id="AutoShape 346" o:spid="_x0000_s1161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9vgcYAAADcAAAADwAAAGRycy9kb3ducmV2LnhtbESP3WoCMRSE7wu+QzhCb4pma63oahQp&#10;FEorSP25P2yOu8HNyTaJ7vr2jVDo5TAz3zCLVWdrcSUfjGMFz8MMBHHhtOFSwWH/PpiCCBFZY+2Y&#10;FNwowGrZe1hgrl3L33TdxVIkCIccFVQxNrmUoajIYhi6hjh5J+ctxiR9KbXHNsFtLUdZNpEWDaeF&#10;Cht6q6g47y5Wwfrlx/tjacxlu2kPT1+FmX7Obko99rv1HESkLv6H/9ofWsH4dQT3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vb4HGAAAA3AAAAA8AAAAAAAAA&#10;AAAAAAAAoQIAAGRycy9kb3ducmV2LnhtbFBLBQYAAAAABAAEAPkAAACUAwAAAAA=&#10;" strokecolor="red" strokeweight=".25pt">
                    <v:stroke dashstyle="dash"/>
                  </v:shape>
                </v:group>
                <v:group id="Group 347" o:spid="_x0000_s1162" style="position:absolute;left:4555;top:4243;width:648;height:581" coordorigin="6541,11036" coordsize="648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<v:shape id="AutoShape 348" o:spid="_x0000_s1163" type="#_x0000_t32" style="position:absolute;left:6541;top:11036;width:648;height:5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nQ7cUAAADcAAAADwAAAGRycy9kb3ducmV2LnhtbESPX2vCMBTF3wf7DuEOfJtpxensjDIE&#10;sbIHUYe+3jV3bbfmpiSZrd9+EQZ7PJw/P8582ZtGXMj52rKCdJiAIC6srrlU8H5cPz6D8AFZY2OZ&#10;FFzJw3JxfzfHTNuO93Q5hFLEEfYZKqhCaDMpfVGRQT+0LXH0Pq0zGKJ0pdQOuzhuGjlKkok0WHMk&#10;VNjSqqLi+/BjIjek+mOXfuX59jTr3Og83cyaN6UGD/3rC4hAffgP/7VzrWD8NIbbmXg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+nQ7cUAAADcAAAADwAAAAAAAAAA&#10;AAAAAAChAgAAZHJzL2Rvd25yZXYueG1sUEsFBgAAAAAEAAQA+QAAAJMDAAAAAA==&#10;" strokecolor="red" strokeweight=".25pt">
                    <v:stroke dashstyle="dash"/>
                  </v:shape>
                  <v:shape id="AutoShape 349" o:spid="_x0000_s1164" type="#_x0000_t32" style="position:absolute;left:6541;top:11036;width:648;height: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b39cUAAADcAAAADwAAAGRycy9kb3ducmV2LnhtbESPW2sCMRSE3wv+h3CEvhTN9qLoahQp&#10;FEotiLf3w+a4G9ycbJPorv++EQp9HGbmG2a+7GwtruSDcazgeZiBIC6cNlwqOOw/BhMQISJrrB2T&#10;ghsFWC56D3PMtWt5S9ddLEWCcMhRQRVjk0sZiooshqFriJN3ct5iTNKXUntsE9zW8iXLxtKi4bRQ&#10;YUPvFRXn3cUqWL3+eH8sjblsvtvD07owk6/pTanHfreagYjUxf/wX/tTK3gbjeB+Jh0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0b39cUAAADcAAAADwAAAAAAAAAA&#10;AAAAAAChAgAAZHJzL2Rvd25yZXYueG1sUEsFBgAAAAAEAAQA+QAAAJMDAAAAAA==&#10;" strokecolor="red" strokeweight=".25pt">
                    <v:stroke dashstyle="dash"/>
                  </v:shape>
                </v:group>
              </v:group>
            </w:pict>
          </mc:Fallback>
        </mc:AlternateContent>
      </w:r>
      <w:r>
        <w:rPr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1189990</wp:posOffset>
                </wp:positionV>
                <wp:extent cx="652780" cy="982980"/>
                <wp:effectExtent l="53340" t="8890" r="8255" b="46355"/>
                <wp:wrapNone/>
                <wp:docPr id="425" name="Conexão recta unidireccional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2780" cy="982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xão recta unidireccional 425" o:spid="_x0000_s1026" type="#_x0000_t32" style="position:absolute;margin-left:178.95pt;margin-top:93.7pt;width:51.4pt;height:77.4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">
                <v:stroke endarrow="block"/>
              </v:shape>
            </w:pict>
          </mc:Fallback>
        </mc:AlternateContent>
      </w: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rPr>
          <w:sz w:val="24"/>
        </w:rPr>
      </w:pPr>
    </w:p>
    <w:p w:rsidR="00C04D43" w:rsidRDefault="00C04D43" w:rsidP="00C04D43">
      <w:pPr>
        <w:jc w:val="left"/>
        <w:rPr>
          <w:rFonts w:eastAsia="MS Mincho"/>
        </w:rPr>
      </w:pPr>
    </w:p>
    <w:p w:rsidR="00C04D43" w:rsidRDefault="00C04D43" w:rsidP="00C04D43">
      <w:pPr>
        <w:jc w:val="left"/>
        <w:rPr>
          <w:rFonts w:eastAsia="MS Mincho"/>
        </w:rPr>
      </w:pPr>
    </w:p>
    <w:p w:rsidR="00C04D43" w:rsidRPr="00C04D43" w:rsidRDefault="00C04D43" w:rsidP="00C04D43">
      <w:pPr>
        <w:jc w:val="left"/>
        <w:rPr>
          <w:rFonts w:eastAsia="MS Mincho"/>
        </w:rPr>
      </w:pPr>
    </w:p>
    <w:sectPr w:rsidR="00C04D43" w:rsidRPr="00C04D43" w:rsidSect="009E4431">
      <w:headerReference w:type="even" r:id="rId12"/>
      <w:headerReference w:type="default" r:id="rId13"/>
      <w:footerReference w:type="default" r:id="rId14"/>
      <w:pgSz w:w="11906" w:h="16838"/>
      <w:pgMar w:top="1440" w:right="1440" w:bottom="1440" w:left="1440" w:header="708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CC" w:rsidRDefault="00F304CC" w:rsidP="00325B0B">
      <w:pPr>
        <w:spacing w:after="0" w:line="240" w:lineRule="auto"/>
      </w:pPr>
      <w:r>
        <w:separator/>
      </w:r>
    </w:p>
  </w:endnote>
  <w:endnote w:type="continuationSeparator" w:id="0">
    <w:p w:rsidR="00F304CC" w:rsidRDefault="00F304CC" w:rsidP="0032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4F" w:rsidRPr="00535BC8" w:rsidRDefault="00BB614F" w:rsidP="00B142A6">
    <w:pPr>
      <w:pStyle w:val="Rodap"/>
      <w:rPr>
        <w:rFonts w:ascii="Verdana" w:hAnsi="Verdana" w:cs="Tahoma"/>
        <w:color w:val="A6A6A6"/>
        <w:sz w:val="14"/>
      </w:rPr>
    </w:pPr>
    <w:r>
      <w:rPr>
        <w:noProof/>
        <w:lang w:eastAsia="pt-PT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9D0A026" wp14:editId="539CBF0D">
              <wp:simplePos x="0" y="0"/>
              <wp:positionH relativeFrom="column">
                <wp:posOffset>-7620</wp:posOffset>
              </wp:positionH>
              <wp:positionV relativeFrom="paragraph">
                <wp:posOffset>56514</wp:posOffset>
              </wp:positionV>
              <wp:extent cx="5736590" cy="0"/>
              <wp:effectExtent l="0" t="0" r="1651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65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ysClr val="windowText" lastClr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6pt;margin-top:4.45pt;width:451.7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" strokecolor="windowText"/>
          </w:pict>
        </mc:Fallback>
      </mc:AlternateContent>
    </w:r>
  </w:p>
  <w:p w:rsidR="00BB614F" w:rsidRPr="00535BC8" w:rsidRDefault="00BB614F" w:rsidP="00B142A6">
    <w:pPr>
      <w:pStyle w:val="Rodap"/>
      <w:rPr>
        <w:rFonts w:cs="Tahoma"/>
        <w:color w:val="000000"/>
        <w:sz w:val="14"/>
        <w:szCs w:val="14"/>
      </w:rPr>
    </w:pPr>
    <w:r w:rsidRPr="00535BC8">
      <w:rPr>
        <w:rFonts w:cs="Tahoma"/>
        <w:color w:val="000000"/>
        <w:sz w:val="14"/>
        <w:szCs w:val="14"/>
      </w:rPr>
      <w:t>T.I. Tecnologia Informática, S.A.</w:t>
    </w:r>
  </w:p>
  <w:p w:rsidR="00BB614F" w:rsidRPr="00535BC8" w:rsidRDefault="00BB614F" w:rsidP="00B142A6">
    <w:pPr>
      <w:pStyle w:val="Rodap"/>
      <w:rPr>
        <w:rFonts w:cs="Tahoma"/>
        <w:color w:val="000000"/>
        <w:sz w:val="14"/>
        <w:szCs w:val="14"/>
      </w:rPr>
    </w:pPr>
    <w:r w:rsidRPr="00535BC8">
      <w:rPr>
        <w:rFonts w:cs="Tahoma"/>
        <w:color w:val="000000"/>
        <w:sz w:val="14"/>
        <w:szCs w:val="14"/>
      </w:rPr>
      <w:t xml:space="preserve">Rua I, nº1, 1º, Pólo Tecnológico de Lisboa, Telheiras, 1600-546 Lisboa | </w:t>
    </w:r>
    <w:proofErr w:type="gramStart"/>
    <w:r w:rsidRPr="00535BC8">
      <w:rPr>
        <w:rFonts w:cs="Tahoma"/>
        <w:color w:val="000000"/>
        <w:sz w:val="14"/>
        <w:szCs w:val="14"/>
      </w:rPr>
      <w:t>T.</w:t>
    </w:r>
    <w:proofErr w:type="gramEnd"/>
    <w:r w:rsidRPr="00535BC8">
      <w:rPr>
        <w:rFonts w:cs="Tahoma"/>
        <w:color w:val="000000"/>
        <w:sz w:val="14"/>
        <w:szCs w:val="14"/>
      </w:rPr>
      <w:t xml:space="preserve">: +351 217 107 220 | F. +351 217 107 239 | </w:t>
    </w:r>
    <w:hyperlink r:id="rId1" w:history="1">
      <w:r w:rsidRPr="00535BC8">
        <w:rPr>
          <w:rStyle w:val="Hiperligao"/>
          <w:rFonts w:cs="Tahoma"/>
          <w:color w:val="000000"/>
          <w:sz w:val="14"/>
          <w:szCs w:val="14"/>
        </w:rPr>
        <w:t>www.artsoft.pt</w:t>
      </w:r>
    </w:hyperlink>
  </w:p>
  <w:p w:rsidR="00BB614F" w:rsidRPr="00535BC8" w:rsidRDefault="00BB614F" w:rsidP="009E4431">
    <w:pPr>
      <w:pStyle w:val="Rodap"/>
      <w:spacing w:before="120"/>
      <w:rPr>
        <w:rFonts w:cs="Tahoma"/>
        <w:i/>
        <w:color w:val="000000"/>
        <w:sz w:val="14"/>
        <w:szCs w:val="14"/>
      </w:rPr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3F5A2945" wp14:editId="00EE03DA">
          <wp:simplePos x="0" y="0"/>
          <wp:positionH relativeFrom="column">
            <wp:posOffset>4918075</wp:posOffset>
          </wp:positionH>
          <wp:positionV relativeFrom="paragraph">
            <wp:posOffset>31750</wp:posOffset>
          </wp:positionV>
          <wp:extent cx="828040" cy="400050"/>
          <wp:effectExtent l="0" t="0" r="0" b="0"/>
          <wp:wrapNone/>
          <wp:docPr id="1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5BC8">
      <w:rPr>
        <w:rFonts w:cs="Tahoma"/>
        <w:i/>
        <w:color w:val="000000"/>
        <w:sz w:val="14"/>
        <w:szCs w:val="14"/>
      </w:rPr>
      <w:t>DT-descricaodetalhada-0612.2</w:t>
    </w:r>
  </w:p>
  <w:p w:rsidR="00BB614F" w:rsidRDefault="00BB614F" w:rsidP="009E4431">
    <w:pPr>
      <w:pStyle w:val="Rodap"/>
      <w:jc w:val="center"/>
    </w:pPr>
    <w:r w:rsidRPr="00D513BA">
      <w:rPr>
        <w:b/>
        <w:szCs w:val="24"/>
      </w:rPr>
      <w:fldChar w:fldCharType="begin"/>
    </w:r>
    <w:r w:rsidRPr="00D513BA">
      <w:rPr>
        <w:b/>
        <w:sz w:val="18"/>
      </w:rPr>
      <w:instrText>PAGE</w:instrText>
    </w:r>
    <w:r w:rsidRPr="00D513BA">
      <w:rPr>
        <w:b/>
        <w:szCs w:val="24"/>
      </w:rPr>
      <w:fldChar w:fldCharType="separate"/>
    </w:r>
    <w:r w:rsidR="00761A33">
      <w:rPr>
        <w:b/>
        <w:noProof/>
        <w:sz w:val="18"/>
      </w:rPr>
      <w:t>5</w:t>
    </w:r>
    <w:r w:rsidRPr="00D513BA">
      <w:rPr>
        <w:b/>
        <w:szCs w:val="24"/>
      </w:rPr>
      <w:fldChar w:fldCharType="end"/>
    </w:r>
  </w:p>
  <w:p w:rsidR="00BB614F" w:rsidRDefault="00BB614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CC" w:rsidRDefault="00F304CC" w:rsidP="00325B0B">
      <w:pPr>
        <w:spacing w:after="0" w:line="240" w:lineRule="auto"/>
      </w:pPr>
      <w:r>
        <w:separator/>
      </w:r>
    </w:p>
  </w:footnote>
  <w:footnote w:type="continuationSeparator" w:id="0">
    <w:p w:rsidR="00F304CC" w:rsidRDefault="00F304CC" w:rsidP="00325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4F" w:rsidRDefault="00F304C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867492" o:spid="_x0000_s2055" type="#_x0000_t136" style="position:absolute;left:0;text-align:left;margin-left:0;margin-top:0;width:397.65pt;height:238.6pt;rotation:315;z-index:-251657216;mso-position-horizontal:center;mso-position-horizontal-relative:margin;mso-position-vertical:center;mso-position-vertical-relative:margin" o:allowincell="f" fillcolor="#7f7f7f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4F" w:rsidRPr="004D252D" w:rsidRDefault="00BB614F" w:rsidP="000063AE">
    <w:pPr>
      <w:pStyle w:val="Rodap"/>
      <w:rPr>
        <w:rFonts w:ascii="Verdana" w:hAnsi="Verdana"/>
      </w:rPr>
    </w:pPr>
    <w:r>
      <w:rPr>
        <w:rFonts w:ascii="Verdana" w:hAnsi="Verdana"/>
        <w:noProof/>
        <w:lang w:eastAsia="pt-PT"/>
      </w:rPr>
      <w:drawing>
        <wp:inline distT="0" distB="0" distL="0" distR="0" wp14:anchorId="2CB423C4" wp14:editId="15CCDD3D">
          <wp:extent cx="1819275" cy="457200"/>
          <wp:effectExtent l="0" t="0" r="0" b="0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56" t="36951" r="12138" b="37830"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Manual </w:t>
    </w:r>
    <w:r w:rsidR="0003340E">
      <w:t xml:space="preserve">movimentação </w:t>
    </w:r>
    <w:proofErr w:type="gramStart"/>
    <w:r w:rsidR="0003340E">
      <w:t>stock</w:t>
    </w:r>
    <w:proofErr w:type="gramEnd"/>
    <w:r w:rsidR="0003340E">
      <w:t xml:space="preserve"> </w:t>
    </w:r>
    <w:proofErr w:type="spellStart"/>
    <w:r w:rsidR="0003340E">
      <w:t>pda</w:t>
    </w:r>
    <w:proofErr w:type="spellEnd"/>
    <w:r>
      <w:t xml:space="preserve"> | </w:t>
    </w:r>
    <w:r w:rsidR="0003340E">
      <w:t>ARTSOFTMOBILE</w:t>
    </w:r>
    <w:r w:rsidRPr="004D252D">
      <w:rPr>
        <w:rFonts w:ascii="Verdana" w:hAnsi="Verdana"/>
      </w:rPr>
      <w:tab/>
    </w:r>
    <w:r w:rsidRPr="004D252D">
      <w:rPr>
        <w:rFonts w:ascii="Verdana" w:hAnsi="Verdana"/>
      </w:rPr>
      <w:tab/>
    </w:r>
  </w:p>
  <w:p w:rsidR="00BB614F" w:rsidRPr="001566C4" w:rsidRDefault="00BB614F">
    <w:pPr>
      <w:pStyle w:val="Cabealho"/>
      <w:rPr>
        <w:lang w:val="en-US"/>
      </w:rPr>
    </w:pPr>
    <w:r>
      <w:rPr>
        <w:noProof/>
        <w:lang w:eastAsia="pt-PT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6DB0876D" wp14:editId="28485424">
              <wp:simplePos x="0" y="0"/>
              <wp:positionH relativeFrom="column">
                <wp:posOffset>20955</wp:posOffset>
              </wp:positionH>
              <wp:positionV relativeFrom="paragraph">
                <wp:posOffset>33019</wp:posOffset>
              </wp:positionV>
              <wp:extent cx="5736590" cy="0"/>
              <wp:effectExtent l="0" t="0" r="16510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65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ysClr val="windowText" lastClr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65pt;margin-top:2.6pt;width:451.7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" strokecolor="windowTex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E4DB4A"/>
    <w:lvl w:ilvl="0">
      <w:numFmt w:val="bullet"/>
      <w:lvlText w:val="*"/>
      <w:lvlJc w:val="left"/>
    </w:lvl>
  </w:abstractNum>
  <w:abstractNum w:abstractNumId="1">
    <w:nsid w:val="00AB49AE"/>
    <w:multiLevelType w:val="multilevel"/>
    <w:tmpl w:val="A0D0D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A607C"/>
    <w:multiLevelType w:val="hybridMultilevel"/>
    <w:tmpl w:val="87F8B416"/>
    <w:lvl w:ilvl="0" w:tplc="08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0A191D7D"/>
    <w:multiLevelType w:val="hybridMultilevel"/>
    <w:tmpl w:val="F1F03C06"/>
    <w:lvl w:ilvl="0" w:tplc="F26EEF96">
      <w:start w:val="3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C490A"/>
    <w:multiLevelType w:val="hybridMultilevel"/>
    <w:tmpl w:val="5ABAECD8"/>
    <w:lvl w:ilvl="0" w:tplc="BF4C7FFC">
      <w:start w:val="1"/>
      <w:numFmt w:val="lowerLetter"/>
      <w:lvlText w:val="%1)"/>
      <w:lvlJc w:val="left"/>
      <w:pPr>
        <w:ind w:left="1512" w:hanging="360"/>
      </w:pPr>
      <w:rPr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2232" w:hanging="360"/>
      </w:pPr>
    </w:lvl>
    <w:lvl w:ilvl="2" w:tplc="0816001B" w:tentative="1">
      <w:start w:val="1"/>
      <w:numFmt w:val="lowerRoman"/>
      <w:lvlText w:val="%3."/>
      <w:lvlJc w:val="right"/>
      <w:pPr>
        <w:ind w:left="2952" w:hanging="180"/>
      </w:pPr>
    </w:lvl>
    <w:lvl w:ilvl="3" w:tplc="0816000F" w:tentative="1">
      <w:start w:val="1"/>
      <w:numFmt w:val="decimal"/>
      <w:lvlText w:val="%4."/>
      <w:lvlJc w:val="left"/>
      <w:pPr>
        <w:ind w:left="3672" w:hanging="360"/>
      </w:pPr>
    </w:lvl>
    <w:lvl w:ilvl="4" w:tplc="08160019" w:tentative="1">
      <w:start w:val="1"/>
      <w:numFmt w:val="lowerLetter"/>
      <w:lvlText w:val="%5."/>
      <w:lvlJc w:val="left"/>
      <w:pPr>
        <w:ind w:left="4392" w:hanging="360"/>
      </w:pPr>
    </w:lvl>
    <w:lvl w:ilvl="5" w:tplc="0816001B" w:tentative="1">
      <w:start w:val="1"/>
      <w:numFmt w:val="lowerRoman"/>
      <w:lvlText w:val="%6."/>
      <w:lvlJc w:val="right"/>
      <w:pPr>
        <w:ind w:left="5112" w:hanging="180"/>
      </w:pPr>
    </w:lvl>
    <w:lvl w:ilvl="6" w:tplc="0816000F" w:tentative="1">
      <w:start w:val="1"/>
      <w:numFmt w:val="decimal"/>
      <w:lvlText w:val="%7."/>
      <w:lvlJc w:val="left"/>
      <w:pPr>
        <w:ind w:left="5832" w:hanging="360"/>
      </w:pPr>
    </w:lvl>
    <w:lvl w:ilvl="7" w:tplc="08160019" w:tentative="1">
      <w:start w:val="1"/>
      <w:numFmt w:val="lowerLetter"/>
      <w:lvlText w:val="%8."/>
      <w:lvlJc w:val="left"/>
      <w:pPr>
        <w:ind w:left="6552" w:hanging="360"/>
      </w:pPr>
    </w:lvl>
    <w:lvl w:ilvl="8" w:tplc="0816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10181720"/>
    <w:multiLevelType w:val="multilevel"/>
    <w:tmpl w:val="CC765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7E7A75"/>
    <w:multiLevelType w:val="hybridMultilevel"/>
    <w:tmpl w:val="B42225C0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443DAB"/>
    <w:multiLevelType w:val="multilevel"/>
    <w:tmpl w:val="FCFE6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5E7005"/>
    <w:multiLevelType w:val="multilevel"/>
    <w:tmpl w:val="95402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491864"/>
    <w:multiLevelType w:val="multilevel"/>
    <w:tmpl w:val="DF4875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20A6750"/>
    <w:multiLevelType w:val="hybridMultilevel"/>
    <w:tmpl w:val="1BF295B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D4887"/>
    <w:multiLevelType w:val="hybridMultilevel"/>
    <w:tmpl w:val="AEB4BF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042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2" w:tplc="0816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1B144F"/>
    <w:multiLevelType w:val="hybridMultilevel"/>
    <w:tmpl w:val="B95CB38C"/>
    <w:lvl w:ilvl="0" w:tplc="7A0454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A811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B8B3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8613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B2A4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EE0B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385F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0AB5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2E42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076385D"/>
    <w:multiLevelType w:val="hybridMultilevel"/>
    <w:tmpl w:val="113450D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B060B"/>
    <w:multiLevelType w:val="hybridMultilevel"/>
    <w:tmpl w:val="002613BE"/>
    <w:lvl w:ilvl="0" w:tplc="0816000F">
      <w:start w:val="1"/>
      <w:numFmt w:val="decimal"/>
      <w:lvlText w:val="%1."/>
      <w:lvlJc w:val="left"/>
      <w:pPr>
        <w:ind w:left="644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629F1"/>
    <w:multiLevelType w:val="hybridMultilevel"/>
    <w:tmpl w:val="7242E65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E1E09"/>
    <w:multiLevelType w:val="multilevel"/>
    <w:tmpl w:val="EDF0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613CBD"/>
    <w:multiLevelType w:val="hybridMultilevel"/>
    <w:tmpl w:val="949ED55C"/>
    <w:lvl w:ilvl="0" w:tplc="B770CB7E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B4E6C"/>
    <w:multiLevelType w:val="hybridMultilevel"/>
    <w:tmpl w:val="E6447122"/>
    <w:lvl w:ilvl="0" w:tplc="92C654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8017E"/>
    <w:multiLevelType w:val="hybridMultilevel"/>
    <w:tmpl w:val="8AC8A4DE"/>
    <w:lvl w:ilvl="0" w:tplc="68E480BA">
      <w:start w:val="1"/>
      <w:numFmt w:val="lowerLetter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002E50"/>
    <w:multiLevelType w:val="hybridMultilevel"/>
    <w:tmpl w:val="D5A23B5E"/>
    <w:lvl w:ilvl="0" w:tplc="E55A5BE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165FE"/>
    <w:multiLevelType w:val="hybridMultilevel"/>
    <w:tmpl w:val="C1A682D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156" w:hanging="360"/>
      </w:pPr>
    </w:lvl>
    <w:lvl w:ilvl="2" w:tplc="0816001B" w:tentative="1">
      <w:start w:val="1"/>
      <w:numFmt w:val="lowerRoman"/>
      <w:lvlText w:val="%3."/>
      <w:lvlJc w:val="right"/>
      <w:pPr>
        <w:ind w:left="1876" w:hanging="180"/>
      </w:pPr>
    </w:lvl>
    <w:lvl w:ilvl="3" w:tplc="0816000F" w:tentative="1">
      <w:start w:val="1"/>
      <w:numFmt w:val="decimal"/>
      <w:lvlText w:val="%4."/>
      <w:lvlJc w:val="left"/>
      <w:pPr>
        <w:ind w:left="2596" w:hanging="360"/>
      </w:pPr>
    </w:lvl>
    <w:lvl w:ilvl="4" w:tplc="08160019" w:tentative="1">
      <w:start w:val="1"/>
      <w:numFmt w:val="lowerLetter"/>
      <w:lvlText w:val="%5."/>
      <w:lvlJc w:val="left"/>
      <w:pPr>
        <w:ind w:left="3316" w:hanging="360"/>
      </w:pPr>
    </w:lvl>
    <w:lvl w:ilvl="5" w:tplc="0816001B" w:tentative="1">
      <w:start w:val="1"/>
      <w:numFmt w:val="lowerRoman"/>
      <w:lvlText w:val="%6."/>
      <w:lvlJc w:val="right"/>
      <w:pPr>
        <w:ind w:left="4036" w:hanging="180"/>
      </w:pPr>
    </w:lvl>
    <w:lvl w:ilvl="6" w:tplc="0816000F" w:tentative="1">
      <w:start w:val="1"/>
      <w:numFmt w:val="decimal"/>
      <w:lvlText w:val="%7."/>
      <w:lvlJc w:val="left"/>
      <w:pPr>
        <w:ind w:left="4756" w:hanging="360"/>
      </w:pPr>
    </w:lvl>
    <w:lvl w:ilvl="7" w:tplc="08160019" w:tentative="1">
      <w:start w:val="1"/>
      <w:numFmt w:val="lowerLetter"/>
      <w:lvlText w:val="%8."/>
      <w:lvlJc w:val="left"/>
      <w:pPr>
        <w:ind w:left="5476" w:hanging="360"/>
      </w:pPr>
    </w:lvl>
    <w:lvl w:ilvl="8" w:tplc="081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5CFC6802"/>
    <w:multiLevelType w:val="hybridMultilevel"/>
    <w:tmpl w:val="E1CA883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A41B9"/>
    <w:multiLevelType w:val="hybridMultilevel"/>
    <w:tmpl w:val="D6E25C7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917781"/>
    <w:multiLevelType w:val="hybridMultilevel"/>
    <w:tmpl w:val="CD26A02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B222F5"/>
    <w:multiLevelType w:val="hybridMultilevel"/>
    <w:tmpl w:val="949ED55C"/>
    <w:lvl w:ilvl="0" w:tplc="B770CB7E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D24489"/>
    <w:multiLevelType w:val="hybridMultilevel"/>
    <w:tmpl w:val="84BED9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6C144C"/>
    <w:multiLevelType w:val="hybridMultilevel"/>
    <w:tmpl w:val="C296694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2">
    <w:abstractNumId w:val="11"/>
  </w:num>
  <w:num w:numId="3">
    <w:abstractNumId w:val="1"/>
  </w:num>
  <w:num w:numId="4">
    <w:abstractNumId w:val="5"/>
  </w:num>
  <w:num w:numId="5">
    <w:abstractNumId w:val="16"/>
  </w:num>
  <w:num w:numId="6">
    <w:abstractNumId w:val="8"/>
  </w:num>
  <w:num w:numId="7">
    <w:abstractNumId w:val="7"/>
  </w:num>
  <w:num w:numId="8">
    <w:abstractNumId w:val="26"/>
  </w:num>
  <w:num w:numId="9">
    <w:abstractNumId w:val="14"/>
  </w:num>
  <w:num w:numId="10">
    <w:abstractNumId w:val="21"/>
  </w:num>
  <w:num w:numId="11">
    <w:abstractNumId w:val="9"/>
  </w:num>
  <w:num w:numId="12">
    <w:abstractNumId w:val="18"/>
  </w:num>
  <w:num w:numId="13">
    <w:abstractNumId w:val="12"/>
  </w:num>
  <w:num w:numId="14">
    <w:abstractNumId w:val="6"/>
  </w:num>
  <w:num w:numId="15">
    <w:abstractNumId w:val="24"/>
  </w:num>
  <w:num w:numId="16">
    <w:abstractNumId w:val="20"/>
  </w:num>
  <w:num w:numId="17">
    <w:abstractNumId w:val="19"/>
  </w:num>
  <w:num w:numId="18">
    <w:abstractNumId w:val="2"/>
  </w:num>
  <w:num w:numId="19">
    <w:abstractNumId w:val="4"/>
  </w:num>
  <w:num w:numId="20">
    <w:abstractNumId w:val="25"/>
  </w:num>
  <w:num w:numId="21">
    <w:abstractNumId w:val="15"/>
  </w:num>
  <w:num w:numId="22">
    <w:abstractNumId w:val="17"/>
  </w:num>
  <w:num w:numId="23">
    <w:abstractNumId w:val="13"/>
  </w:num>
  <w:num w:numId="24">
    <w:abstractNumId w:val="22"/>
  </w:num>
  <w:num w:numId="25">
    <w:abstractNumId w:val="3"/>
  </w:num>
  <w:num w:numId="26">
    <w:abstractNumId w:val="23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01"/>
    <w:rsid w:val="00000650"/>
    <w:rsid w:val="00001690"/>
    <w:rsid w:val="00001755"/>
    <w:rsid w:val="00003C31"/>
    <w:rsid w:val="00003D52"/>
    <w:rsid w:val="000063AE"/>
    <w:rsid w:val="0000711D"/>
    <w:rsid w:val="00007985"/>
    <w:rsid w:val="00007C6E"/>
    <w:rsid w:val="00011289"/>
    <w:rsid w:val="00013A03"/>
    <w:rsid w:val="00017B0E"/>
    <w:rsid w:val="00022CE5"/>
    <w:rsid w:val="00023065"/>
    <w:rsid w:val="000230F9"/>
    <w:rsid w:val="000240A6"/>
    <w:rsid w:val="0002508F"/>
    <w:rsid w:val="00026F08"/>
    <w:rsid w:val="0003117F"/>
    <w:rsid w:val="0003340E"/>
    <w:rsid w:val="00033D93"/>
    <w:rsid w:val="00036396"/>
    <w:rsid w:val="00037772"/>
    <w:rsid w:val="00037B10"/>
    <w:rsid w:val="00041645"/>
    <w:rsid w:val="000425AA"/>
    <w:rsid w:val="000437F2"/>
    <w:rsid w:val="00044A35"/>
    <w:rsid w:val="000450E2"/>
    <w:rsid w:val="00050D8B"/>
    <w:rsid w:val="000513B0"/>
    <w:rsid w:val="00051451"/>
    <w:rsid w:val="0005317B"/>
    <w:rsid w:val="00053D56"/>
    <w:rsid w:val="00054815"/>
    <w:rsid w:val="00062123"/>
    <w:rsid w:val="000626A1"/>
    <w:rsid w:val="000638A6"/>
    <w:rsid w:val="00063C96"/>
    <w:rsid w:val="0006483E"/>
    <w:rsid w:val="00065AFC"/>
    <w:rsid w:val="00066534"/>
    <w:rsid w:val="000668FD"/>
    <w:rsid w:val="00074934"/>
    <w:rsid w:val="00076FB2"/>
    <w:rsid w:val="000810F1"/>
    <w:rsid w:val="000826B4"/>
    <w:rsid w:val="000829D7"/>
    <w:rsid w:val="0008450E"/>
    <w:rsid w:val="000845FC"/>
    <w:rsid w:val="000854AB"/>
    <w:rsid w:val="000871BD"/>
    <w:rsid w:val="0008750D"/>
    <w:rsid w:val="00090273"/>
    <w:rsid w:val="000902F3"/>
    <w:rsid w:val="000912C2"/>
    <w:rsid w:val="00093192"/>
    <w:rsid w:val="000932B1"/>
    <w:rsid w:val="0009469C"/>
    <w:rsid w:val="00094C3D"/>
    <w:rsid w:val="00094EC7"/>
    <w:rsid w:val="000A01D2"/>
    <w:rsid w:val="000A3BDB"/>
    <w:rsid w:val="000A63A2"/>
    <w:rsid w:val="000B2364"/>
    <w:rsid w:val="000B2B64"/>
    <w:rsid w:val="000B32D8"/>
    <w:rsid w:val="000B426D"/>
    <w:rsid w:val="000B6920"/>
    <w:rsid w:val="000B7906"/>
    <w:rsid w:val="000C0391"/>
    <w:rsid w:val="000C2EF8"/>
    <w:rsid w:val="000C338E"/>
    <w:rsid w:val="000C533C"/>
    <w:rsid w:val="000C6AE3"/>
    <w:rsid w:val="000C7C7F"/>
    <w:rsid w:val="000C7D45"/>
    <w:rsid w:val="000C7F7D"/>
    <w:rsid w:val="000D085C"/>
    <w:rsid w:val="000D375C"/>
    <w:rsid w:val="000D4FE2"/>
    <w:rsid w:val="000D5D81"/>
    <w:rsid w:val="000D747D"/>
    <w:rsid w:val="000E049D"/>
    <w:rsid w:val="000E0A7E"/>
    <w:rsid w:val="000E547A"/>
    <w:rsid w:val="000E5A9C"/>
    <w:rsid w:val="000F0FF8"/>
    <w:rsid w:val="000F2CE8"/>
    <w:rsid w:val="000F2D1E"/>
    <w:rsid w:val="000F3F15"/>
    <w:rsid w:val="000F567F"/>
    <w:rsid w:val="000F6D4E"/>
    <w:rsid w:val="000F72CD"/>
    <w:rsid w:val="001000D5"/>
    <w:rsid w:val="0010102C"/>
    <w:rsid w:val="00102943"/>
    <w:rsid w:val="00102FA5"/>
    <w:rsid w:val="00103E0E"/>
    <w:rsid w:val="001045CA"/>
    <w:rsid w:val="001077DA"/>
    <w:rsid w:val="001105C0"/>
    <w:rsid w:val="0011080C"/>
    <w:rsid w:val="00111E36"/>
    <w:rsid w:val="001124BC"/>
    <w:rsid w:val="00113ECF"/>
    <w:rsid w:val="001155FC"/>
    <w:rsid w:val="0011571B"/>
    <w:rsid w:val="00120136"/>
    <w:rsid w:val="001201E9"/>
    <w:rsid w:val="00121252"/>
    <w:rsid w:val="00123081"/>
    <w:rsid w:val="00124FBC"/>
    <w:rsid w:val="0012568D"/>
    <w:rsid w:val="00125744"/>
    <w:rsid w:val="00127E90"/>
    <w:rsid w:val="00130936"/>
    <w:rsid w:val="00134BEA"/>
    <w:rsid w:val="001353F1"/>
    <w:rsid w:val="001355DE"/>
    <w:rsid w:val="0013599B"/>
    <w:rsid w:val="00135EAE"/>
    <w:rsid w:val="00135FB7"/>
    <w:rsid w:val="0013762C"/>
    <w:rsid w:val="001404A9"/>
    <w:rsid w:val="00143468"/>
    <w:rsid w:val="001443ED"/>
    <w:rsid w:val="00145A06"/>
    <w:rsid w:val="00145A74"/>
    <w:rsid w:val="00145C8F"/>
    <w:rsid w:val="00146045"/>
    <w:rsid w:val="0015046A"/>
    <w:rsid w:val="001505B2"/>
    <w:rsid w:val="00150BE7"/>
    <w:rsid w:val="00153963"/>
    <w:rsid w:val="001542A9"/>
    <w:rsid w:val="00154C8B"/>
    <w:rsid w:val="001550F0"/>
    <w:rsid w:val="00155C48"/>
    <w:rsid w:val="001566C4"/>
    <w:rsid w:val="0015756C"/>
    <w:rsid w:val="00162EBC"/>
    <w:rsid w:val="001638A6"/>
    <w:rsid w:val="00167002"/>
    <w:rsid w:val="00171133"/>
    <w:rsid w:val="001737EA"/>
    <w:rsid w:val="001757B9"/>
    <w:rsid w:val="001776ED"/>
    <w:rsid w:val="001801A6"/>
    <w:rsid w:val="001808F3"/>
    <w:rsid w:val="0018260E"/>
    <w:rsid w:val="00184B8D"/>
    <w:rsid w:val="0018553C"/>
    <w:rsid w:val="00185601"/>
    <w:rsid w:val="00185AF6"/>
    <w:rsid w:val="00187049"/>
    <w:rsid w:val="00190399"/>
    <w:rsid w:val="001908D9"/>
    <w:rsid w:val="00191CD0"/>
    <w:rsid w:val="00192153"/>
    <w:rsid w:val="0019421B"/>
    <w:rsid w:val="001947B3"/>
    <w:rsid w:val="00197540"/>
    <w:rsid w:val="001A0BB0"/>
    <w:rsid w:val="001A3304"/>
    <w:rsid w:val="001A4D31"/>
    <w:rsid w:val="001A74B2"/>
    <w:rsid w:val="001A773A"/>
    <w:rsid w:val="001A7D1C"/>
    <w:rsid w:val="001B1CB2"/>
    <w:rsid w:val="001B30D1"/>
    <w:rsid w:val="001B383D"/>
    <w:rsid w:val="001B4AFF"/>
    <w:rsid w:val="001B4C93"/>
    <w:rsid w:val="001B5859"/>
    <w:rsid w:val="001C5945"/>
    <w:rsid w:val="001C5AC4"/>
    <w:rsid w:val="001D0A0F"/>
    <w:rsid w:val="001D0BA2"/>
    <w:rsid w:val="001D0D33"/>
    <w:rsid w:val="001D19A4"/>
    <w:rsid w:val="001D2023"/>
    <w:rsid w:val="001D2732"/>
    <w:rsid w:val="001D6A68"/>
    <w:rsid w:val="001E28BD"/>
    <w:rsid w:val="001E3E53"/>
    <w:rsid w:val="001E500F"/>
    <w:rsid w:val="001E5E50"/>
    <w:rsid w:val="001F1629"/>
    <w:rsid w:val="001F187E"/>
    <w:rsid w:val="001F18F0"/>
    <w:rsid w:val="001F4220"/>
    <w:rsid w:val="001F498A"/>
    <w:rsid w:val="001F4DF9"/>
    <w:rsid w:val="001F5B9C"/>
    <w:rsid w:val="0020153B"/>
    <w:rsid w:val="0020184C"/>
    <w:rsid w:val="00201EA4"/>
    <w:rsid w:val="00201F05"/>
    <w:rsid w:val="00203F9E"/>
    <w:rsid w:val="0020571D"/>
    <w:rsid w:val="0021226C"/>
    <w:rsid w:val="002134C4"/>
    <w:rsid w:val="00213D1A"/>
    <w:rsid w:val="00214608"/>
    <w:rsid w:val="002176FA"/>
    <w:rsid w:val="0021775B"/>
    <w:rsid w:val="00217D74"/>
    <w:rsid w:val="00220356"/>
    <w:rsid w:val="00221596"/>
    <w:rsid w:val="00222461"/>
    <w:rsid w:val="00222740"/>
    <w:rsid w:val="00223B2E"/>
    <w:rsid w:val="00224589"/>
    <w:rsid w:val="00230F63"/>
    <w:rsid w:val="002318CC"/>
    <w:rsid w:val="0023240F"/>
    <w:rsid w:val="002331BF"/>
    <w:rsid w:val="00235C8C"/>
    <w:rsid w:val="0023683E"/>
    <w:rsid w:val="00236A38"/>
    <w:rsid w:val="002402DA"/>
    <w:rsid w:val="002405A2"/>
    <w:rsid w:val="00244951"/>
    <w:rsid w:val="00244CF0"/>
    <w:rsid w:val="002522D1"/>
    <w:rsid w:val="00252471"/>
    <w:rsid w:val="002538B9"/>
    <w:rsid w:val="0025467A"/>
    <w:rsid w:val="00254821"/>
    <w:rsid w:val="002554C4"/>
    <w:rsid w:val="00255977"/>
    <w:rsid w:val="00257E0E"/>
    <w:rsid w:val="00260CCA"/>
    <w:rsid w:val="00260D6E"/>
    <w:rsid w:val="00264095"/>
    <w:rsid w:val="00270987"/>
    <w:rsid w:val="002709CE"/>
    <w:rsid w:val="00272020"/>
    <w:rsid w:val="00272CD5"/>
    <w:rsid w:val="002730E1"/>
    <w:rsid w:val="002736EA"/>
    <w:rsid w:val="00273ACD"/>
    <w:rsid w:val="00274B81"/>
    <w:rsid w:val="00280707"/>
    <w:rsid w:val="00280D11"/>
    <w:rsid w:val="00281037"/>
    <w:rsid w:val="00281785"/>
    <w:rsid w:val="0028341E"/>
    <w:rsid w:val="00284585"/>
    <w:rsid w:val="00284A5D"/>
    <w:rsid w:val="00285330"/>
    <w:rsid w:val="00286C2B"/>
    <w:rsid w:val="00286E05"/>
    <w:rsid w:val="002879EA"/>
    <w:rsid w:val="00292D20"/>
    <w:rsid w:val="002977AA"/>
    <w:rsid w:val="002A09A4"/>
    <w:rsid w:val="002A378D"/>
    <w:rsid w:val="002A5EDA"/>
    <w:rsid w:val="002A62C3"/>
    <w:rsid w:val="002A6A0E"/>
    <w:rsid w:val="002B2804"/>
    <w:rsid w:val="002B4887"/>
    <w:rsid w:val="002B768E"/>
    <w:rsid w:val="002C02DD"/>
    <w:rsid w:val="002C12DB"/>
    <w:rsid w:val="002C13BC"/>
    <w:rsid w:val="002C25E1"/>
    <w:rsid w:val="002C2E95"/>
    <w:rsid w:val="002C321E"/>
    <w:rsid w:val="002C3424"/>
    <w:rsid w:val="002C450B"/>
    <w:rsid w:val="002D11FA"/>
    <w:rsid w:val="002D1F42"/>
    <w:rsid w:val="002D3DEF"/>
    <w:rsid w:val="002D4427"/>
    <w:rsid w:val="002D59A1"/>
    <w:rsid w:val="002E1BB5"/>
    <w:rsid w:val="002E3CBF"/>
    <w:rsid w:val="002E491C"/>
    <w:rsid w:val="002E6679"/>
    <w:rsid w:val="002E6D45"/>
    <w:rsid w:val="002F1BF5"/>
    <w:rsid w:val="002F1D5B"/>
    <w:rsid w:val="002F720C"/>
    <w:rsid w:val="002F7E97"/>
    <w:rsid w:val="00304990"/>
    <w:rsid w:val="00305396"/>
    <w:rsid w:val="003053CE"/>
    <w:rsid w:val="0030557A"/>
    <w:rsid w:val="00307102"/>
    <w:rsid w:val="00307315"/>
    <w:rsid w:val="00311FAB"/>
    <w:rsid w:val="00312D00"/>
    <w:rsid w:val="00314539"/>
    <w:rsid w:val="00317757"/>
    <w:rsid w:val="00323006"/>
    <w:rsid w:val="00323474"/>
    <w:rsid w:val="00324BE8"/>
    <w:rsid w:val="0032569D"/>
    <w:rsid w:val="00325B0B"/>
    <w:rsid w:val="00327A12"/>
    <w:rsid w:val="0033146F"/>
    <w:rsid w:val="00331FB0"/>
    <w:rsid w:val="003321B9"/>
    <w:rsid w:val="00333AC9"/>
    <w:rsid w:val="00333FC8"/>
    <w:rsid w:val="00335216"/>
    <w:rsid w:val="003353C7"/>
    <w:rsid w:val="00340233"/>
    <w:rsid w:val="00340C0D"/>
    <w:rsid w:val="00340D2D"/>
    <w:rsid w:val="0034211B"/>
    <w:rsid w:val="00342F73"/>
    <w:rsid w:val="0034371D"/>
    <w:rsid w:val="00344159"/>
    <w:rsid w:val="00345041"/>
    <w:rsid w:val="00350152"/>
    <w:rsid w:val="003516BC"/>
    <w:rsid w:val="00353093"/>
    <w:rsid w:val="003537F1"/>
    <w:rsid w:val="003542F9"/>
    <w:rsid w:val="003572F6"/>
    <w:rsid w:val="00363AAE"/>
    <w:rsid w:val="00363AF3"/>
    <w:rsid w:val="00366D3F"/>
    <w:rsid w:val="00372A9C"/>
    <w:rsid w:val="00372CA8"/>
    <w:rsid w:val="00373B05"/>
    <w:rsid w:val="00374AC9"/>
    <w:rsid w:val="00375411"/>
    <w:rsid w:val="00376C92"/>
    <w:rsid w:val="00381079"/>
    <w:rsid w:val="0038144B"/>
    <w:rsid w:val="003817BD"/>
    <w:rsid w:val="00381AC2"/>
    <w:rsid w:val="00384AE7"/>
    <w:rsid w:val="003855D9"/>
    <w:rsid w:val="00391B26"/>
    <w:rsid w:val="00391DBB"/>
    <w:rsid w:val="00391F80"/>
    <w:rsid w:val="00392747"/>
    <w:rsid w:val="00392757"/>
    <w:rsid w:val="00394057"/>
    <w:rsid w:val="00395563"/>
    <w:rsid w:val="003959CC"/>
    <w:rsid w:val="00396A6B"/>
    <w:rsid w:val="003A0181"/>
    <w:rsid w:val="003A12D9"/>
    <w:rsid w:val="003A2074"/>
    <w:rsid w:val="003A21AF"/>
    <w:rsid w:val="003A2E26"/>
    <w:rsid w:val="003A2E38"/>
    <w:rsid w:val="003A414A"/>
    <w:rsid w:val="003A7929"/>
    <w:rsid w:val="003A7AEA"/>
    <w:rsid w:val="003A7F0A"/>
    <w:rsid w:val="003B0221"/>
    <w:rsid w:val="003B1048"/>
    <w:rsid w:val="003B42F5"/>
    <w:rsid w:val="003B4AC0"/>
    <w:rsid w:val="003B4CDE"/>
    <w:rsid w:val="003B5B9E"/>
    <w:rsid w:val="003B7A33"/>
    <w:rsid w:val="003C001B"/>
    <w:rsid w:val="003C1EFF"/>
    <w:rsid w:val="003C2CAA"/>
    <w:rsid w:val="003C35EE"/>
    <w:rsid w:val="003C5B7F"/>
    <w:rsid w:val="003C653B"/>
    <w:rsid w:val="003D0CD5"/>
    <w:rsid w:val="003D121D"/>
    <w:rsid w:val="003D1575"/>
    <w:rsid w:val="003D22B1"/>
    <w:rsid w:val="003D2E3E"/>
    <w:rsid w:val="003D5D69"/>
    <w:rsid w:val="003D7C62"/>
    <w:rsid w:val="003E0306"/>
    <w:rsid w:val="003E1162"/>
    <w:rsid w:val="003E346B"/>
    <w:rsid w:val="003E3ADF"/>
    <w:rsid w:val="003E556B"/>
    <w:rsid w:val="003E5AFD"/>
    <w:rsid w:val="003E5D65"/>
    <w:rsid w:val="003E5E33"/>
    <w:rsid w:val="003E692C"/>
    <w:rsid w:val="003E70F0"/>
    <w:rsid w:val="003E7E6C"/>
    <w:rsid w:val="003E7F93"/>
    <w:rsid w:val="003F16A0"/>
    <w:rsid w:val="003F4B29"/>
    <w:rsid w:val="003F6695"/>
    <w:rsid w:val="003F7257"/>
    <w:rsid w:val="004017C6"/>
    <w:rsid w:val="004033D2"/>
    <w:rsid w:val="00407447"/>
    <w:rsid w:val="00407492"/>
    <w:rsid w:val="00407801"/>
    <w:rsid w:val="0041224D"/>
    <w:rsid w:val="00414273"/>
    <w:rsid w:val="004161C8"/>
    <w:rsid w:val="00417418"/>
    <w:rsid w:val="00420E1E"/>
    <w:rsid w:val="00421387"/>
    <w:rsid w:val="00421B97"/>
    <w:rsid w:val="00421CED"/>
    <w:rsid w:val="004243FD"/>
    <w:rsid w:val="004262E7"/>
    <w:rsid w:val="00426583"/>
    <w:rsid w:val="0043166F"/>
    <w:rsid w:val="00431BE6"/>
    <w:rsid w:val="0043417F"/>
    <w:rsid w:val="00440F3F"/>
    <w:rsid w:val="0044135B"/>
    <w:rsid w:val="00442772"/>
    <w:rsid w:val="00443E0A"/>
    <w:rsid w:val="00445F6A"/>
    <w:rsid w:val="00446266"/>
    <w:rsid w:val="00446A0D"/>
    <w:rsid w:val="00446FE7"/>
    <w:rsid w:val="00452FCB"/>
    <w:rsid w:val="00453290"/>
    <w:rsid w:val="00453A23"/>
    <w:rsid w:val="004560CD"/>
    <w:rsid w:val="00457617"/>
    <w:rsid w:val="00461833"/>
    <w:rsid w:val="0046227A"/>
    <w:rsid w:val="00464EC1"/>
    <w:rsid w:val="004652C8"/>
    <w:rsid w:val="004670A0"/>
    <w:rsid w:val="0047212B"/>
    <w:rsid w:val="00474447"/>
    <w:rsid w:val="004836D3"/>
    <w:rsid w:val="004853B9"/>
    <w:rsid w:val="00485D2E"/>
    <w:rsid w:val="0049005D"/>
    <w:rsid w:val="00491EA4"/>
    <w:rsid w:val="00494436"/>
    <w:rsid w:val="00494EF2"/>
    <w:rsid w:val="004974C0"/>
    <w:rsid w:val="00497D90"/>
    <w:rsid w:val="004A11DC"/>
    <w:rsid w:val="004A246F"/>
    <w:rsid w:val="004A29E0"/>
    <w:rsid w:val="004A2A69"/>
    <w:rsid w:val="004A7ADD"/>
    <w:rsid w:val="004B0079"/>
    <w:rsid w:val="004B1119"/>
    <w:rsid w:val="004B4093"/>
    <w:rsid w:val="004B52EE"/>
    <w:rsid w:val="004B63AE"/>
    <w:rsid w:val="004B7E34"/>
    <w:rsid w:val="004C1628"/>
    <w:rsid w:val="004C1B7D"/>
    <w:rsid w:val="004C37BD"/>
    <w:rsid w:val="004C4ED7"/>
    <w:rsid w:val="004C57A3"/>
    <w:rsid w:val="004C59D1"/>
    <w:rsid w:val="004C70CA"/>
    <w:rsid w:val="004D165D"/>
    <w:rsid w:val="004D225B"/>
    <w:rsid w:val="004D23E1"/>
    <w:rsid w:val="004D252D"/>
    <w:rsid w:val="004D3434"/>
    <w:rsid w:val="004E00E1"/>
    <w:rsid w:val="004E3626"/>
    <w:rsid w:val="004E3798"/>
    <w:rsid w:val="004E3D9A"/>
    <w:rsid w:val="004E4466"/>
    <w:rsid w:val="004E4D44"/>
    <w:rsid w:val="004E557F"/>
    <w:rsid w:val="004E5A5B"/>
    <w:rsid w:val="004E766E"/>
    <w:rsid w:val="004F06D7"/>
    <w:rsid w:val="004F0F7E"/>
    <w:rsid w:val="004F7986"/>
    <w:rsid w:val="005010B4"/>
    <w:rsid w:val="0050424D"/>
    <w:rsid w:val="00505115"/>
    <w:rsid w:val="00506916"/>
    <w:rsid w:val="00512A68"/>
    <w:rsid w:val="0051379F"/>
    <w:rsid w:val="00515826"/>
    <w:rsid w:val="00515D1A"/>
    <w:rsid w:val="00515D4D"/>
    <w:rsid w:val="0051762D"/>
    <w:rsid w:val="00517EAA"/>
    <w:rsid w:val="0052041C"/>
    <w:rsid w:val="00520951"/>
    <w:rsid w:val="00522606"/>
    <w:rsid w:val="00523BBE"/>
    <w:rsid w:val="00524843"/>
    <w:rsid w:val="00525210"/>
    <w:rsid w:val="00525CAE"/>
    <w:rsid w:val="0052608E"/>
    <w:rsid w:val="005279DD"/>
    <w:rsid w:val="00527E47"/>
    <w:rsid w:val="00530D88"/>
    <w:rsid w:val="00530F93"/>
    <w:rsid w:val="00531E9E"/>
    <w:rsid w:val="00532224"/>
    <w:rsid w:val="00533E5D"/>
    <w:rsid w:val="00534090"/>
    <w:rsid w:val="005350CF"/>
    <w:rsid w:val="00535BC8"/>
    <w:rsid w:val="00536A3E"/>
    <w:rsid w:val="0054029C"/>
    <w:rsid w:val="005407C7"/>
    <w:rsid w:val="00541374"/>
    <w:rsid w:val="00541499"/>
    <w:rsid w:val="00541C20"/>
    <w:rsid w:val="00541CA0"/>
    <w:rsid w:val="00542AAC"/>
    <w:rsid w:val="00542BA5"/>
    <w:rsid w:val="00542F7D"/>
    <w:rsid w:val="00544389"/>
    <w:rsid w:val="00544927"/>
    <w:rsid w:val="00546258"/>
    <w:rsid w:val="00546327"/>
    <w:rsid w:val="0054655C"/>
    <w:rsid w:val="00550467"/>
    <w:rsid w:val="005524EA"/>
    <w:rsid w:val="00552883"/>
    <w:rsid w:val="00555A56"/>
    <w:rsid w:val="005616F8"/>
    <w:rsid w:val="00561926"/>
    <w:rsid w:val="0056482D"/>
    <w:rsid w:val="0056768E"/>
    <w:rsid w:val="0057012B"/>
    <w:rsid w:val="005709E0"/>
    <w:rsid w:val="00572245"/>
    <w:rsid w:val="00573474"/>
    <w:rsid w:val="0057413D"/>
    <w:rsid w:val="0057657D"/>
    <w:rsid w:val="005768FD"/>
    <w:rsid w:val="00580FD9"/>
    <w:rsid w:val="00582422"/>
    <w:rsid w:val="00582DEA"/>
    <w:rsid w:val="005832CF"/>
    <w:rsid w:val="00583520"/>
    <w:rsid w:val="00595730"/>
    <w:rsid w:val="005A039F"/>
    <w:rsid w:val="005A1196"/>
    <w:rsid w:val="005A2E3A"/>
    <w:rsid w:val="005A44B3"/>
    <w:rsid w:val="005A50B1"/>
    <w:rsid w:val="005A656B"/>
    <w:rsid w:val="005A668E"/>
    <w:rsid w:val="005A7479"/>
    <w:rsid w:val="005A7815"/>
    <w:rsid w:val="005B0172"/>
    <w:rsid w:val="005B062F"/>
    <w:rsid w:val="005B120F"/>
    <w:rsid w:val="005B1FB0"/>
    <w:rsid w:val="005B2429"/>
    <w:rsid w:val="005B2E18"/>
    <w:rsid w:val="005C053B"/>
    <w:rsid w:val="005C0743"/>
    <w:rsid w:val="005C0F9C"/>
    <w:rsid w:val="005C3B4F"/>
    <w:rsid w:val="005C4270"/>
    <w:rsid w:val="005C7DEF"/>
    <w:rsid w:val="005D1B6F"/>
    <w:rsid w:val="005D2194"/>
    <w:rsid w:val="005D25E6"/>
    <w:rsid w:val="005D41A4"/>
    <w:rsid w:val="005D54C5"/>
    <w:rsid w:val="005D5C9B"/>
    <w:rsid w:val="005D6B81"/>
    <w:rsid w:val="005D74E5"/>
    <w:rsid w:val="005D7A12"/>
    <w:rsid w:val="005E0642"/>
    <w:rsid w:val="005E0818"/>
    <w:rsid w:val="005E1A07"/>
    <w:rsid w:val="005E1D2E"/>
    <w:rsid w:val="005E2DAC"/>
    <w:rsid w:val="005E3541"/>
    <w:rsid w:val="005E4835"/>
    <w:rsid w:val="005E677D"/>
    <w:rsid w:val="005E6854"/>
    <w:rsid w:val="005E77B3"/>
    <w:rsid w:val="005F0F34"/>
    <w:rsid w:val="005F111D"/>
    <w:rsid w:val="005F3A85"/>
    <w:rsid w:val="005F5370"/>
    <w:rsid w:val="005F6E51"/>
    <w:rsid w:val="005F75EE"/>
    <w:rsid w:val="005F7B68"/>
    <w:rsid w:val="006004BE"/>
    <w:rsid w:val="0060307A"/>
    <w:rsid w:val="00603354"/>
    <w:rsid w:val="00605275"/>
    <w:rsid w:val="00607017"/>
    <w:rsid w:val="006072F5"/>
    <w:rsid w:val="006078AA"/>
    <w:rsid w:val="00610314"/>
    <w:rsid w:val="00610B6D"/>
    <w:rsid w:val="006114A4"/>
    <w:rsid w:val="00611FEA"/>
    <w:rsid w:val="006128A0"/>
    <w:rsid w:val="00613F3D"/>
    <w:rsid w:val="0061466B"/>
    <w:rsid w:val="00614D75"/>
    <w:rsid w:val="00615027"/>
    <w:rsid w:val="0062004F"/>
    <w:rsid w:val="006204C7"/>
    <w:rsid w:val="006206BB"/>
    <w:rsid w:val="00622163"/>
    <w:rsid w:val="00622609"/>
    <w:rsid w:val="006237C5"/>
    <w:rsid w:val="006259D6"/>
    <w:rsid w:val="0062624D"/>
    <w:rsid w:val="0062636C"/>
    <w:rsid w:val="00627BF9"/>
    <w:rsid w:val="00632912"/>
    <w:rsid w:val="006332B0"/>
    <w:rsid w:val="00637081"/>
    <w:rsid w:val="006371C4"/>
    <w:rsid w:val="006402B8"/>
    <w:rsid w:val="00641926"/>
    <w:rsid w:val="00642588"/>
    <w:rsid w:val="00642E38"/>
    <w:rsid w:val="00643BAB"/>
    <w:rsid w:val="00650371"/>
    <w:rsid w:val="0065244F"/>
    <w:rsid w:val="00653A45"/>
    <w:rsid w:val="006558E9"/>
    <w:rsid w:val="00656274"/>
    <w:rsid w:val="00657955"/>
    <w:rsid w:val="00660172"/>
    <w:rsid w:val="00663362"/>
    <w:rsid w:val="0066346C"/>
    <w:rsid w:val="0066405D"/>
    <w:rsid w:val="006640CE"/>
    <w:rsid w:val="006644D5"/>
    <w:rsid w:val="006664CD"/>
    <w:rsid w:val="00670D15"/>
    <w:rsid w:val="00670F12"/>
    <w:rsid w:val="00671369"/>
    <w:rsid w:val="006724D3"/>
    <w:rsid w:val="0067301C"/>
    <w:rsid w:val="00673721"/>
    <w:rsid w:val="0067469D"/>
    <w:rsid w:val="00674F8B"/>
    <w:rsid w:val="00675526"/>
    <w:rsid w:val="0067602B"/>
    <w:rsid w:val="00681E56"/>
    <w:rsid w:val="0068210B"/>
    <w:rsid w:val="00684434"/>
    <w:rsid w:val="00684C79"/>
    <w:rsid w:val="00684E20"/>
    <w:rsid w:val="00686536"/>
    <w:rsid w:val="006906A4"/>
    <w:rsid w:val="00690766"/>
    <w:rsid w:val="006910CF"/>
    <w:rsid w:val="006915F9"/>
    <w:rsid w:val="006919E7"/>
    <w:rsid w:val="006955C4"/>
    <w:rsid w:val="00696A56"/>
    <w:rsid w:val="00696CF7"/>
    <w:rsid w:val="006974FC"/>
    <w:rsid w:val="00697D97"/>
    <w:rsid w:val="006A0A11"/>
    <w:rsid w:val="006A257E"/>
    <w:rsid w:val="006A2B4C"/>
    <w:rsid w:val="006A4D82"/>
    <w:rsid w:val="006A4E86"/>
    <w:rsid w:val="006A4FA1"/>
    <w:rsid w:val="006A5358"/>
    <w:rsid w:val="006A732E"/>
    <w:rsid w:val="006B15EC"/>
    <w:rsid w:val="006B3351"/>
    <w:rsid w:val="006B36C7"/>
    <w:rsid w:val="006B3BA7"/>
    <w:rsid w:val="006B7A81"/>
    <w:rsid w:val="006B7F67"/>
    <w:rsid w:val="006C03B3"/>
    <w:rsid w:val="006C0CF8"/>
    <w:rsid w:val="006C10AA"/>
    <w:rsid w:val="006C10E3"/>
    <w:rsid w:val="006C18FA"/>
    <w:rsid w:val="006C5141"/>
    <w:rsid w:val="006D2102"/>
    <w:rsid w:val="006D601D"/>
    <w:rsid w:val="006D6B32"/>
    <w:rsid w:val="006D787C"/>
    <w:rsid w:val="006E0A73"/>
    <w:rsid w:val="006E0F2B"/>
    <w:rsid w:val="006E1CDD"/>
    <w:rsid w:val="006E319B"/>
    <w:rsid w:val="006E5113"/>
    <w:rsid w:val="006E52D4"/>
    <w:rsid w:val="006E5F87"/>
    <w:rsid w:val="006F1E90"/>
    <w:rsid w:val="006F205C"/>
    <w:rsid w:val="006F5A75"/>
    <w:rsid w:val="0070000A"/>
    <w:rsid w:val="00702059"/>
    <w:rsid w:val="007045DA"/>
    <w:rsid w:val="007120C2"/>
    <w:rsid w:val="0071506A"/>
    <w:rsid w:val="00715922"/>
    <w:rsid w:val="00720569"/>
    <w:rsid w:val="00720667"/>
    <w:rsid w:val="00722E0E"/>
    <w:rsid w:val="00725096"/>
    <w:rsid w:val="00726517"/>
    <w:rsid w:val="00731197"/>
    <w:rsid w:val="00733BCD"/>
    <w:rsid w:val="00734AF1"/>
    <w:rsid w:val="00737684"/>
    <w:rsid w:val="0074088C"/>
    <w:rsid w:val="00743F87"/>
    <w:rsid w:val="00744146"/>
    <w:rsid w:val="00746BA1"/>
    <w:rsid w:val="00747CE6"/>
    <w:rsid w:val="0075194E"/>
    <w:rsid w:val="00752B83"/>
    <w:rsid w:val="007539EF"/>
    <w:rsid w:val="00753AA3"/>
    <w:rsid w:val="007541A8"/>
    <w:rsid w:val="00754B97"/>
    <w:rsid w:val="007609E3"/>
    <w:rsid w:val="00761A33"/>
    <w:rsid w:val="00766675"/>
    <w:rsid w:val="00766BDA"/>
    <w:rsid w:val="00767F19"/>
    <w:rsid w:val="00771343"/>
    <w:rsid w:val="00771AEF"/>
    <w:rsid w:val="007735F8"/>
    <w:rsid w:val="00775600"/>
    <w:rsid w:val="00777297"/>
    <w:rsid w:val="007778E1"/>
    <w:rsid w:val="00782253"/>
    <w:rsid w:val="00783C4E"/>
    <w:rsid w:val="00783EFA"/>
    <w:rsid w:val="007866D9"/>
    <w:rsid w:val="00791D69"/>
    <w:rsid w:val="0079264A"/>
    <w:rsid w:val="007A0062"/>
    <w:rsid w:val="007A05EE"/>
    <w:rsid w:val="007A0AD2"/>
    <w:rsid w:val="007A139D"/>
    <w:rsid w:val="007A3F15"/>
    <w:rsid w:val="007A67BB"/>
    <w:rsid w:val="007A706D"/>
    <w:rsid w:val="007B04E6"/>
    <w:rsid w:val="007B0F91"/>
    <w:rsid w:val="007B1909"/>
    <w:rsid w:val="007B1E87"/>
    <w:rsid w:val="007B1F0F"/>
    <w:rsid w:val="007B3084"/>
    <w:rsid w:val="007B35AD"/>
    <w:rsid w:val="007B5096"/>
    <w:rsid w:val="007B54B5"/>
    <w:rsid w:val="007B5CD0"/>
    <w:rsid w:val="007C3200"/>
    <w:rsid w:val="007C47CF"/>
    <w:rsid w:val="007C4861"/>
    <w:rsid w:val="007C5BC5"/>
    <w:rsid w:val="007C673C"/>
    <w:rsid w:val="007C7564"/>
    <w:rsid w:val="007D0E32"/>
    <w:rsid w:val="007D2BDE"/>
    <w:rsid w:val="007D3C3D"/>
    <w:rsid w:val="007D5CA2"/>
    <w:rsid w:val="007D5E6C"/>
    <w:rsid w:val="007D6640"/>
    <w:rsid w:val="007E009C"/>
    <w:rsid w:val="007E0B09"/>
    <w:rsid w:val="007E32F4"/>
    <w:rsid w:val="007E5D5E"/>
    <w:rsid w:val="007E76FA"/>
    <w:rsid w:val="007E7AB8"/>
    <w:rsid w:val="007F00E6"/>
    <w:rsid w:val="007F12B6"/>
    <w:rsid w:val="007F2073"/>
    <w:rsid w:val="007F2AE9"/>
    <w:rsid w:val="007F3CC6"/>
    <w:rsid w:val="007F572B"/>
    <w:rsid w:val="007F5800"/>
    <w:rsid w:val="007F6CDA"/>
    <w:rsid w:val="007F6E67"/>
    <w:rsid w:val="007F7F25"/>
    <w:rsid w:val="008003A2"/>
    <w:rsid w:val="00800880"/>
    <w:rsid w:val="00801E2C"/>
    <w:rsid w:val="008029F5"/>
    <w:rsid w:val="00802AEE"/>
    <w:rsid w:val="00802C6E"/>
    <w:rsid w:val="00803384"/>
    <w:rsid w:val="00804D50"/>
    <w:rsid w:val="00804F7A"/>
    <w:rsid w:val="00811EDE"/>
    <w:rsid w:val="0081498E"/>
    <w:rsid w:val="00814CA0"/>
    <w:rsid w:val="00814F32"/>
    <w:rsid w:val="00817DC2"/>
    <w:rsid w:val="008204D1"/>
    <w:rsid w:val="00820554"/>
    <w:rsid w:val="00820A59"/>
    <w:rsid w:val="0082131E"/>
    <w:rsid w:val="00822163"/>
    <w:rsid w:val="00822FC4"/>
    <w:rsid w:val="0082507B"/>
    <w:rsid w:val="00825994"/>
    <w:rsid w:val="00826705"/>
    <w:rsid w:val="00827D9E"/>
    <w:rsid w:val="008324CA"/>
    <w:rsid w:val="00834D8C"/>
    <w:rsid w:val="008357AF"/>
    <w:rsid w:val="00835BF7"/>
    <w:rsid w:val="008369F9"/>
    <w:rsid w:val="00836F9F"/>
    <w:rsid w:val="00837A09"/>
    <w:rsid w:val="00837CA3"/>
    <w:rsid w:val="00840968"/>
    <w:rsid w:val="0084410E"/>
    <w:rsid w:val="00847001"/>
    <w:rsid w:val="008476DE"/>
    <w:rsid w:val="008504EB"/>
    <w:rsid w:val="00851DA6"/>
    <w:rsid w:val="008528FC"/>
    <w:rsid w:val="00852E99"/>
    <w:rsid w:val="0085386D"/>
    <w:rsid w:val="008561FA"/>
    <w:rsid w:val="00856330"/>
    <w:rsid w:val="00857831"/>
    <w:rsid w:val="008628D0"/>
    <w:rsid w:val="008630DF"/>
    <w:rsid w:val="00864053"/>
    <w:rsid w:val="00864C64"/>
    <w:rsid w:val="00865F28"/>
    <w:rsid w:val="008670B1"/>
    <w:rsid w:val="0086759E"/>
    <w:rsid w:val="00871462"/>
    <w:rsid w:val="008742B2"/>
    <w:rsid w:val="00875C1B"/>
    <w:rsid w:val="00875EDC"/>
    <w:rsid w:val="008761D9"/>
    <w:rsid w:val="00876832"/>
    <w:rsid w:val="00881569"/>
    <w:rsid w:val="0088553B"/>
    <w:rsid w:val="00891918"/>
    <w:rsid w:val="00893787"/>
    <w:rsid w:val="00894153"/>
    <w:rsid w:val="00894596"/>
    <w:rsid w:val="00897AAD"/>
    <w:rsid w:val="008A0104"/>
    <w:rsid w:val="008A09A6"/>
    <w:rsid w:val="008A116E"/>
    <w:rsid w:val="008A21DF"/>
    <w:rsid w:val="008A2A46"/>
    <w:rsid w:val="008A5B9E"/>
    <w:rsid w:val="008A5E61"/>
    <w:rsid w:val="008A7B15"/>
    <w:rsid w:val="008B15B8"/>
    <w:rsid w:val="008B1ADB"/>
    <w:rsid w:val="008B6A8A"/>
    <w:rsid w:val="008B73AD"/>
    <w:rsid w:val="008B797B"/>
    <w:rsid w:val="008B7A99"/>
    <w:rsid w:val="008C05D0"/>
    <w:rsid w:val="008C27A1"/>
    <w:rsid w:val="008C3DD5"/>
    <w:rsid w:val="008C66EB"/>
    <w:rsid w:val="008D3720"/>
    <w:rsid w:val="008D4D2F"/>
    <w:rsid w:val="008D756B"/>
    <w:rsid w:val="008E1CE9"/>
    <w:rsid w:val="008E220D"/>
    <w:rsid w:val="008E222F"/>
    <w:rsid w:val="008E34E7"/>
    <w:rsid w:val="008E351E"/>
    <w:rsid w:val="008E3954"/>
    <w:rsid w:val="008E4539"/>
    <w:rsid w:val="008E6EFE"/>
    <w:rsid w:val="008E76AE"/>
    <w:rsid w:val="008F15E6"/>
    <w:rsid w:val="008F2EFE"/>
    <w:rsid w:val="008F4C05"/>
    <w:rsid w:val="008F7A08"/>
    <w:rsid w:val="00903884"/>
    <w:rsid w:val="00906895"/>
    <w:rsid w:val="009074D2"/>
    <w:rsid w:val="00907CEF"/>
    <w:rsid w:val="00914D57"/>
    <w:rsid w:val="00915ED8"/>
    <w:rsid w:val="00916DCD"/>
    <w:rsid w:val="009178D4"/>
    <w:rsid w:val="00920B5E"/>
    <w:rsid w:val="00920BCB"/>
    <w:rsid w:val="00920CFA"/>
    <w:rsid w:val="0092164E"/>
    <w:rsid w:val="00921A58"/>
    <w:rsid w:val="00923387"/>
    <w:rsid w:val="00923522"/>
    <w:rsid w:val="00924581"/>
    <w:rsid w:val="0092480E"/>
    <w:rsid w:val="009255C1"/>
    <w:rsid w:val="00925903"/>
    <w:rsid w:val="009267E7"/>
    <w:rsid w:val="00926B7C"/>
    <w:rsid w:val="009272C3"/>
    <w:rsid w:val="00930492"/>
    <w:rsid w:val="00931CA3"/>
    <w:rsid w:val="00932719"/>
    <w:rsid w:val="00933C47"/>
    <w:rsid w:val="00934962"/>
    <w:rsid w:val="0093672E"/>
    <w:rsid w:val="009368D4"/>
    <w:rsid w:val="00936A35"/>
    <w:rsid w:val="00937CF5"/>
    <w:rsid w:val="00943319"/>
    <w:rsid w:val="009433BC"/>
    <w:rsid w:val="00943CC8"/>
    <w:rsid w:val="0094671C"/>
    <w:rsid w:val="00951874"/>
    <w:rsid w:val="00953E96"/>
    <w:rsid w:val="00955B32"/>
    <w:rsid w:val="00955E6D"/>
    <w:rsid w:val="0095799D"/>
    <w:rsid w:val="00961A5B"/>
    <w:rsid w:val="00962544"/>
    <w:rsid w:val="00964D50"/>
    <w:rsid w:val="00967F3E"/>
    <w:rsid w:val="009703F1"/>
    <w:rsid w:val="009704A3"/>
    <w:rsid w:val="009721D9"/>
    <w:rsid w:val="00974611"/>
    <w:rsid w:val="0097490B"/>
    <w:rsid w:val="00980024"/>
    <w:rsid w:val="00981F30"/>
    <w:rsid w:val="00983466"/>
    <w:rsid w:val="00984CA6"/>
    <w:rsid w:val="00984D10"/>
    <w:rsid w:val="00985B89"/>
    <w:rsid w:val="00995595"/>
    <w:rsid w:val="0099564B"/>
    <w:rsid w:val="009964EA"/>
    <w:rsid w:val="00996925"/>
    <w:rsid w:val="009A1A46"/>
    <w:rsid w:val="009A2976"/>
    <w:rsid w:val="009A3030"/>
    <w:rsid w:val="009A4258"/>
    <w:rsid w:val="009A4BA0"/>
    <w:rsid w:val="009A5DCF"/>
    <w:rsid w:val="009B021E"/>
    <w:rsid w:val="009B176B"/>
    <w:rsid w:val="009B2698"/>
    <w:rsid w:val="009B2FF2"/>
    <w:rsid w:val="009B6EED"/>
    <w:rsid w:val="009B7019"/>
    <w:rsid w:val="009B747F"/>
    <w:rsid w:val="009C126C"/>
    <w:rsid w:val="009C3295"/>
    <w:rsid w:val="009C3C7B"/>
    <w:rsid w:val="009C3E0A"/>
    <w:rsid w:val="009C50C6"/>
    <w:rsid w:val="009C5315"/>
    <w:rsid w:val="009C72A0"/>
    <w:rsid w:val="009D0598"/>
    <w:rsid w:val="009D1BAF"/>
    <w:rsid w:val="009D2856"/>
    <w:rsid w:val="009D4324"/>
    <w:rsid w:val="009D4476"/>
    <w:rsid w:val="009D46FD"/>
    <w:rsid w:val="009E03C6"/>
    <w:rsid w:val="009E08E8"/>
    <w:rsid w:val="009E0B12"/>
    <w:rsid w:val="009E23DF"/>
    <w:rsid w:val="009E2E7C"/>
    <w:rsid w:val="009E4431"/>
    <w:rsid w:val="009E4910"/>
    <w:rsid w:val="009E57CC"/>
    <w:rsid w:val="009E7092"/>
    <w:rsid w:val="009F0C8B"/>
    <w:rsid w:val="009F1D30"/>
    <w:rsid w:val="009F2C5F"/>
    <w:rsid w:val="009F2E1D"/>
    <w:rsid w:val="009F30A7"/>
    <w:rsid w:val="009F58D1"/>
    <w:rsid w:val="00A01691"/>
    <w:rsid w:val="00A01DE1"/>
    <w:rsid w:val="00A04B54"/>
    <w:rsid w:val="00A05D07"/>
    <w:rsid w:val="00A063CE"/>
    <w:rsid w:val="00A1114E"/>
    <w:rsid w:val="00A1171A"/>
    <w:rsid w:val="00A14607"/>
    <w:rsid w:val="00A154EB"/>
    <w:rsid w:val="00A166C6"/>
    <w:rsid w:val="00A22EAD"/>
    <w:rsid w:val="00A241DB"/>
    <w:rsid w:val="00A258F1"/>
    <w:rsid w:val="00A2699B"/>
    <w:rsid w:val="00A2710B"/>
    <w:rsid w:val="00A27B24"/>
    <w:rsid w:val="00A32069"/>
    <w:rsid w:val="00A33736"/>
    <w:rsid w:val="00A3516E"/>
    <w:rsid w:val="00A36200"/>
    <w:rsid w:val="00A40F59"/>
    <w:rsid w:val="00A4111E"/>
    <w:rsid w:val="00A417D6"/>
    <w:rsid w:val="00A431D0"/>
    <w:rsid w:val="00A437AF"/>
    <w:rsid w:val="00A45A5D"/>
    <w:rsid w:val="00A45B22"/>
    <w:rsid w:val="00A45B43"/>
    <w:rsid w:val="00A4649D"/>
    <w:rsid w:val="00A50CAD"/>
    <w:rsid w:val="00A511BE"/>
    <w:rsid w:val="00A52611"/>
    <w:rsid w:val="00A54D3D"/>
    <w:rsid w:val="00A5540E"/>
    <w:rsid w:val="00A57837"/>
    <w:rsid w:val="00A57A1F"/>
    <w:rsid w:val="00A57F44"/>
    <w:rsid w:val="00A610A6"/>
    <w:rsid w:val="00A62EFD"/>
    <w:rsid w:val="00A67A41"/>
    <w:rsid w:val="00A74048"/>
    <w:rsid w:val="00A7739C"/>
    <w:rsid w:val="00A77AD8"/>
    <w:rsid w:val="00A80648"/>
    <w:rsid w:val="00A82CC1"/>
    <w:rsid w:val="00A83F9B"/>
    <w:rsid w:val="00A842E6"/>
    <w:rsid w:val="00A8457C"/>
    <w:rsid w:val="00A84FF9"/>
    <w:rsid w:val="00A87684"/>
    <w:rsid w:val="00A877E4"/>
    <w:rsid w:val="00A87D4E"/>
    <w:rsid w:val="00A87F21"/>
    <w:rsid w:val="00A90047"/>
    <w:rsid w:val="00A9023F"/>
    <w:rsid w:val="00A91903"/>
    <w:rsid w:val="00A91AEA"/>
    <w:rsid w:val="00A96123"/>
    <w:rsid w:val="00A96FAD"/>
    <w:rsid w:val="00A97521"/>
    <w:rsid w:val="00AA0441"/>
    <w:rsid w:val="00AA0C57"/>
    <w:rsid w:val="00AA14B5"/>
    <w:rsid w:val="00AA14D7"/>
    <w:rsid w:val="00AA3A28"/>
    <w:rsid w:val="00AA6959"/>
    <w:rsid w:val="00AA7771"/>
    <w:rsid w:val="00AA7FDE"/>
    <w:rsid w:val="00AB13BE"/>
    <w:rsid w:val="00AB1E59"/>
    <w:rsid w:val="00AB4B1F"/>
    <w:rsid w:val="00AC21E4"/>
    <w:rsid w:val="00AC5B24"/>
    <w:rsid w:val="00AC6225"/>
    <w:rsid w:val="00AC767B"/>
    <w:rsid w:val="00AC7C81"/>
    <w:rsid w:val="00AD1158"/>
    <w:rsid w:val="00AD1381"/>
    <w:rsid w:val="00AD22EC"/>
    <w:rsid w:val="00AD51E2"/>
    <w:rsid w:val="00AD7FCF"/>
    <w:rsid w:val="00AE237C"/>
    <w:rsid w:val="00AE65CE"/>
    <w:rsid w:val="00AE6FB4"/>
    <w:rsid w:val="00AF0559"/>
    <w:rsid w:val="00AF408F"/>
    <w:rsid w:val="00AF4ACB"/>
    <w:rsid w:val="00AF509D"/>
    <w:rsid w:val="00AF58CD"/>
    <w:rsid w:val="00B00895"/>
    <w:rsid w:val="00B02BC3"/>
    <w:rsid w:val="00B03C86"/>
    <w:rsid w:val="00B03CDE"/>
    <w:rsid w:val="00B06C5B"/>
    <w:rsid w:val="00B119C5"/>
    <w:rsid w:val="00B129DD"/>
    <w:rsid w:val="00B142A6"/>
    <w:rsid w:val="00B143AD"/>
    <w:rsid w:val="00B15D57"/>
    <w:rsid w:val="00B1603D"/>
    <w:rsid w:val="00B16563"/>
    <w:rsid w:val="00B17EB9"/>
    <w:rsid w:val="00B200AA"/>
    <w:rsid w:val="00B21164"/>
    <w:rsid w:val="00B21906"/>
    <w:rsid w:val="00B22BA6"/>
    <w:rsid w:val="00B24A6A"/>
    <w:rsid w:val="00B2573C"/>
    <w:rsid w:val="00B257FE"/>
    <w:rsid w:val="00B26727"/>
    <w:rsid w:val="00B26C9E"/>
    <w:rsid w:val="00B304F1"/>
    <w:rsid w:val="00B32142"/>
    <w:rsid w:val="00B3536A"/>
    <w:rsid w:val="00B35FD9"/>
    <w:rsid w:val="00B414FC"/>
    <w:rsid w:val="00B424A1"/>
    <w:rsid w:val="00B44738"/>
    <w:rsid w:val="00B457DE"/>
    <w:rsid w:val="00B542FC"/>
    <w:rsid w:val="00B54F3D"/>
    <w:rsid w:val="00B5674B"/>
    <w:rsid w:val="00B61207"/>
    <w:rsid w:val="00B62D11"/>
    <w:rsid w:val="00B64149"/>
    <w:rsid w:val="00B6481B"/>
    <w:rsid w:val="00B6536D"/>
    <w:rsid w:val="00B7054A"/>
    <w:rsid w:val="00B70A78"/>
    <w:rsid w:val="00B7274A"/>
    <w:rsid w:val="00B75965"/>
    <w:rsid w:val="00B76DAC"/>
    <w:rsid w:val="00B81161"/>
    <w:rsid w:val="00B81549"/>
    <w:rsid w:val="00B84B0A"/>
    <w:rsid w:val="00B84F42"/>
    <w:rsid w:val="00B8542A"/>
    <w:rsid w:val="00B86267"/>
    <w:rsid w:val="00B93E5F"/>
    <w:rsid w:val="00BA0575"/>
    <w:rsid w:val="00BA4A1E"/>
    <w:rsid w:val="00BA4BA0"/>
    <w:rsid w:val="00BA5139"/>
    <w:rsid w:val="00BA6246"/>
    <w:rsid w:val="00BA70EB"/>
    <w:rsid w:val="00BB0CAD"/>
    <w:rsid w:val="00BB0FBF"/>
    <w:rsid w:val="00BB3A65"/>
    <w:rsid w:val="00BB45A3"/>
    <w:rsid w:val="00BB501E"/>
    <w:rsid w:val="00BB614F"/>
    <w:rsid w:val="00BC040E"/>
    <w:rsid w:val="00BC2C94"/>
    <w:rsid w:val="00BC4B9D"/>
    <w:rsid w:val="00BC688C"/>
    <w:rsid w:val="00BC7685"/>
    <w:rsid w:val="00BC7821"/>
    <w:rsid w:val="00BD0D48"/>
    <w:rsid w:val="00BD1558"/>
    <w:rsid w:val="00BD2C78"/>
    <w:rsid w:val="00BD52BA"/>
    <w:rsid w:val="00BD6219"/>
    <w:rsid w:val="00BE0896"/>
    <w:rsid w:val="00BE08FB"/>
    <w:rsid w:val="00BE09CB"/>
    <w:rsid w:val="00BE1F89"/>
    <w:rsid w:val="00BE26BD"/>
    <w:rsid w:val="00BE3B6F"/>
    <w:rsid w:val="00BE3E7B"/>
    <w:rsid w:val="00BE5039"/>
    <w:rsid w:val="00BE5866"/>
    <w:rsid w:val="00BE7F5D"/>
    <w:rsid w:val="00BF02FC"/>
    <w:rsid w:val="00BF1C6E"/>
    <w:rsid w:val="00BF239D"/>
    <w:rsid w:val="00BF2AC8"/>
    <w:rsid w:val="00BF3722"/>
    <w:rsid w:val="00BF3C47"/>
    <w:rsid w:val="00BF3CB7"/>
    <w:rsid w:val="00BF419C"/>
    <w:rsid w:val="00BF5726"/>
    <w:rsid w:val="00BF6821"/>
    <w:rsid w:val="00BF7961"/>
    <w:rsid w:val="00C00947"/>
    <w:rsid w:val="00C0142D"/>
    <w:rsid w:val="00C022E5"/>
    <w:rsid w:val="00C02DAF"/>
    <w:rsid w:val="00C04D43"/>
    <w:rsid w:val="00C0786E"/>
    <w:rsid w:val="00C120CA"/>
    <w:rsid w:val="00C155DA"/>
    <w:rsid w:val="00C15A87"/>
    <w:rsid w:val="00C221A1"/>
    <w:rsid w:val="00C24BE0"/>
    <w:rsid w:val="00C25E4F"/>
    <w:rsid w:val="00C272EE"/>
    <w:rsid w:val="00C31EEF"/>
    <w:rsid w:val="00C3213E"/>
    <w:rsid w:val="00C3292F"/>
    <w:rsid w:val="00C33982"/>
    <w:rsid w:val="00C33C76"/>
    <w:rsid w:val="00C36999"/>
    <w:rsid w:val="00C40567"/>
    <w:rsid w:val="00C41F6B"/>
    <w:rsid w:val="00C42072"/>
    <w:rsid w:val="00C4387E"/>
    <w:rsid w:val="00C45871"/>
    <w:rsid w:val="00C45A8E"/>
    <w:rsid w:val="00C53B69"/>
    <w:rsid w:val="00C54227"/>
    <w:rsid w:val="00C5488B"/>
    <w:rsid w:val="00C5605D"/>
    <w:rsid w:val="00C57AB1"/>
    <w:rsid w:val="00C6035C"/>
    <w:rsid w:val="00C61E02"/>
    <w:rsid w:val="00C64194"/>
    <w:rsid w:val="00C661A8"/>
    <w:rsid w:val="00C679EA"/>
    <w:rsid w:val="00C71971"/>
    <w:rsid w:val="00C720C0"/>
    <w:rsid w:val="00C72E9C"/>
    <w:rsid w:val="00C7329F"/>
    <w:rsid w:val="00C7565A"/>
    <w:rsid w:val="00C7591B"/>
    <w:rsid w:val="00C76352"/>
    <w:rsid w:val="00C76E4F"/>
    <w:rsid w:val="00C77374"/>
    <w:rsid w:val="00C77440"/>
    <w:rsid w:val="00C800A7"/>
    <w:rsid w:val="00C81879"/>
    <w:rsid w:val="00C82975"/>
    <w:rsid w:val="00C8350C"/>
    <w:rsid w:val="00C83A97"/>
    <w:rsid w:val="00C84E8E"/>
    <w:rsid w:val="00C87C44"/>
    <w:rsid w:val="00C9037A"/>
    <w:rsid w:val="00C9133E"/>
    <w:rsid w:val="00C92B90"/>
    <w:rsid w:val="00C93BE8"/>
    <w:rsid w:val="00C94C1C"/>
    <w:rsid w:val="00C94C63"/>
    <w:rsid w:val="00C95381"/>
    <w:rsid w:val="00C954EC"/>
    <w:rsid w:val="00C95837"/>
    <w:rsid w:val="00C96B2F"/>
    <w:rsid w:val="00C96CAD"/>
    <w:rsid w:val="00CA0EEE"/>
    <w:rsid w:val="00CA1820"/>
    <w:rsid w:val="00CA361C"/>
    <w:rsid w:val="00CA3928"/>
    <w:rsid w:val="00CA403C"/>
    <w:rsid w:val="00CA75BA"/>
    <w:rsid w:val="00CA7D52"/>
    <w:rsid w:val="00CA7D75"/>
    <w:rsid w:val="00CB150A"/>
    <w:rsid w:val="00CB50D9"/>
    <w:rsid w:val="00CC0A8C"/>
    <w:rsid w:val="00CC33B2"/>
    <w:rsid w:val="00CC4457"/>
    <w:rsid w:val="00CC51E6"/>
    <w:rsid w:val="00CC5CDC"/>
    <w:rsid w:val="00CC6CE0"/>
    <w:rsid w:val="00CC7287"/>
    <w:rsid w:val="00CD1DBF"/>
    <w:rsid w:val="00CD238B"/>
    <w:rsid w:val="00CD2C10"/>
    <w:rsid w:val="00CD41A3"/>
    <w:rsid w:val="00CD71E7"/>
    <w:rsid w:val="00CD7254"/>
    <w:rsid w:val="00CE0B64"/>
    <w:rsid w:val="00CE1036"/>
    <w:rsid w:val="00CE4526"/>
    <w:rsid w:val="00CE4587"/>
    <w:rsid w:val="00CE613E"/>
    <w:rsid w:val="00CE7F90"/>
    <w:rsid w:val="00CF3C95"/>
    <w:rsid w:val="00CF3D0F"/>
    <w:rsid w:val="00D00524"/>
    <w:rsid w:val="00D01E1D"/>
    <w:rsid w:val="00D025B5"/>
    <w:rsid w:val="00D05BBE"/>
    <w:rsid w:val="00D07A55"/>
    <w:rsid w:val="00D07E3C"/>
    <w:rsid w:val="00D10182"/>
    <w:rsid w:val="00D13B06"/>
    <w:rsid w:val="00D16CA5"/>
    <w:rsid w:val="00D1778E"/>
    <w:rsid w:val="00D2234B"/>
    <w:rsid w:val="00D23DD0"/>
    <w:rsid w:val="00D23EFE"/>
    <w:rsid w:val="00D24928"/>
    <w:rsid w:val="00D24B82"/>
    <w:rsid w:val="00D270C8"/>
    <w:rsid w:val="00D302A7"/>
    <w:rsid w:val="00D310BE"/>
    <w:rsid w:val="00D31D3C"/>
    <w:rsid w:val="00D32C8C"/>
    <w:rsid w:val="00D37D5A"/>
    <w:rsid w:val="00D4204D"/>
    <w:rsid w:val="00D4299D"/>
    <w:rsid w:val="00D43A31"/>
    <w:rsid w:val="00D44F38"/>
    <w:rsid w:val="00D4530E"/>
    <w:rsid w:val="00D45EB0"/>
    <w:rsid w:val="00D46065"/>
    <w:rsid w:val="00D46B7B"/>
    <w:rsid w:val="00D46DEF"/>
    <w:rsid w:val="00D475BF"/>
    <w:rsid w:val="00D513BA"/>
    <w:rsid w:val="00D516C6"/>
    <w:rsid w:val="00D517AD"/>
    <w:rsid w:val="00D524DA"/>
    <w:rsid w:val="00D539C0"/>
    <w:rsid w:val="00D53F0E"/>
    <w:rsid w:val="00D57C17"/>
    <w:rsid w:val="00D61A63"/>
    <w:rsid w:val="00D61AC0"/>
    <w:rsid w:val="00D62E14"/>
    <w:rsid w:val="00D63216"/>
    <w:rsid w:val="00D66F7E"/>
    <w:rsid w:val="00D71473"/>
    <w:rsid w:val="00D719C4"/>
    <w:rsid w:val="00D73F58"/>
    <w:rsid w:val="00D749ED"/>
    <w:rsid w:val="00D76D40"/>
    <w:rsid w:val="00D81C1C"/>
    <w:rsid w:val="00D84358"/>
    <w:rsid w:val="00D85C40"/>
    <w:rsid w:val="00D90749"/>
    <w:rsid w:val="00D918F2"/>
    <w:rsid w:val="00D94FDB"/>
    <w:rsid w:val="00D958DB"/>
    <w:rsid w:val="00D96148"/>
    <w:rsid w:val="00D96FFD"/>
    <w:rsid w:val="00DA0830"/>
    <w:rsid w:val="00DA0E54"/>
    <w:rsid w:val="00DA15AE"/>
    <w:rsid w:val="00DA266A"/>
    <w:rsid w:val="00DA3DBD"/>
    <w:rsid w:val="00DA3F14"/>
    <w:rsid w:val="00DA40EE"/>
    <w:rsid w:val="00DA416F"/>
    <w:rsid w:val="00DA6AC3"/>
    <w:rsid w:val="00DB4A1D"/>
    <w:rsid w:val="00DB4AB0"/>
    <w:rsid w:val="00DB533C"/>
    <w:rsid w:val="00DC1625"/>
    <w:rsid w:val="00DC460F"/>
    <w:rsid w:val="00DC758B"/>
    <w:rsid w:val="00DD2825"/>
    <w:rsid w:val="00DD3623"/>
    <w:rsid w:val="00DD4A99"/>
    <w:rsid w:val="00DE2626"/>
    <w:rsid w:val="00DE28A9"/>
    <w:rsid w:val="00DE4FA4"/>
    <w:rsid w:val="00DE7181"/>
    <w:rsid w:val="00DF03E1"/>
    <w:rsid w:val="00DF15D8"/>
    <w:rsid w:val="00DF3B51"/>
    <w:rsid w:val="00DF3FDF"/>
    <w:rsid w:val="00DF6AEA"/>
    <w:rsid w:val="00DF6DE7"/>
    <w:rsid w:val="00E049D5"/>
    <w:rsid w:val="00E10F1F"/>
    <w:rsid w:val="00E1158B"/>
    <w:rsid w:val="00E11C52"/>
    <w:rsid w:val="00E14143"/>
    <w:rsid w:val="00E15DE1"/>
    <w:rsid w:val="00E163E1"/>
    <w:rsid w:val="00E16991"/>
    <w:rsid w:val="00E21BDA"/>
    <w:rsid w:val="00E2238B"/>
    <w:rsid w:val="00E226EB"/>
    <w:rsid w:val="00E22DB7"/>
    <w:rsid w:val="00E238A0"/>
    <w:rsid w:val="00E23F39"/>
    <w:rsid w:val="00E24DA2"/>
    <w:rsid w:val="00E25D72"/>
    <w:rsid w:val="00E2653C"/>
    <w:rsid w:val="00E279BF"/>
    <w:rsid w:val="00E3064B"/>
    <w:rsid w:val="00E3221C"/>
    <w:rsid w:val="00E3288C"/>
    <w:rsid w:val="00E32AD1"/>
    <w:rsid w:val="00E330F8"/>
    <w:rsid w:val="00E33B94"/>
    <w:rsid w:val="00E35AE7"/>
    <w:rsid w:val="00E36A32"/>
    <w:rsid w:val="00E36C4D"/>
    <w:rsid w:val="00E410ED"/>
    <w:rsid w:val="00E4148B"/>
    <w:rsid w:val="00E419F9"/>
    <w:rsid w:val="00E42D36"/>
    <w:rsid w:val="00E43511"/>
    <w:rsid w:val="00E442AA"/>
    <w:rsid w:val="00E449CD"/>
    <w:rsid w:val="00E4525D"/>
    <w:rsid w:val="00E45676"/>
    <w:rsid w:val="00E472C8"/>
    <w:rsid w:val="00E47929"/>
    <w:rsid w:val="00E51F17"/>
    <w:rsid w:val="00E54FCF"/>
    <w:rsid w:val="00E55F65"/>
    <w:rsid w:val="00E611E6"/>
    <w:rsid w:val="00E61556"/>
    <w:rsid w:val="00E61AF6"/>
    <w:rsid w:val="00E621B2"/>
    <w:rsid w:val="00E66C3E"/>
    <w:rsid w:val="00E67373"/>
    <w:rsid w:val="00E70E32"/>
    <w:rsid w:val="00E7538F"/>
    <w:rsid w:val="00E80A74"/>
    <w:rsid w:val="00E836DB"/>
    <w:rsid w:val="00E85563"/>
    <w:rsid w:val="00E85EA5"/>
    <w:rsid w:val="00E87BF1"/>
    <w:rsid w:val="00E91447"/>
    <w:rsid w:val="00E97DBA"/>
    <w:rsid w:val="00EA0767"/>
    <w:rsid w:val="00EA0B5E"/>
    <w:rsid w:val="00EA0CDC"/>
    <w:rsid w:val="00EA2FB5"/>
    <w:rsid w:val="00EA4014"/>
    <w:rsid w:val="00EA5AA7"/>
    <w:rsid w:val="00EA64B9"/>
    <w:rsid w:val="00EA7F64"/>
    <w:rsid w:val="00EB306C"/>
    <w:rsid w:val="00EB52DC"/>
    <w:rsid w:val="00EC0162"/>
    <w:rsid w:val="00EC29F6"/>
    <w:rsid w:val="00EC5019"/>
    <w:rsid w:val="00EC5D37"/>
    <w:rsid w:val="00EC5F0F"/>
    <w:rsid w:val="00EC67E8"/>
    <w:rsid w:val="00ED0C31"/>
    <w:rsid w:val="00ED540C"/>
    <w:rsid w:val="00ED5AAB"/>
    <w:rsid w:val="00ED7777"/>
    <w:rsid w:val="00EE21AF"/>
    <w:rsid w:val="00EE21D0"/>
    <w:rsid w:val="00EE4C4F"/>
    <w:rsid w:val="00EE5076"/>
    <w:rsid w:val="00EE6E2E"/>
    <w:rsid w:val="00EF04BE"/>
    <w:rsid w:val="00EF3DEF"/>
    <w:rsid w:val="00EF40DF"/>
    <w:rsid w:val="00EF4FAD"/>
    <w:rsid w:val="00EF599F"/>
    <w:rsid w:val="00F006E4"/>
    <w:rsid w:val="00F00736"/>
    <w:rsid w:val="00F00DBF"/>
    <w:rsid w:val="00F01D45"/>
    <w:rsid w:val="00F01E6D"/>
    <w:rsid w:val="00F05E43"/>
    <w:rsid w:val="00F11C8B"/>
    <w:rsid w:val="00F14FD4"/>
    <w:rsid w:val="00F15CEC"/>
    <w:rsid w:val="00F20547"/>
    <w:rsid w:val="00F20C5A"/>
    <w:rsid w:val="00F2100C"/>
    <w:rsid w:val="00F215A7"/>
    <w:rsid w:val="00F2182D"/>
    <w:rsid w:val="00F229F8"/>
    <w:rsid w:val="00F23F6C"/>
    <w:rsid w:val="00F23FF8"/>
    <w:rsid w:val="00F304CC"/>
    <w:rsid w:val="00F32804"/>
    <w:rsid w:val="00F33C68"/>
    <w:rsid w:val="00F34C79"/>
    <w:rsid w:val="00F363ED"/>
    <w:rsid w:val="00F3640A"/>
    <w:rsid w:val="00F37750"/>
    <w:rsid w:val="00F37E72"/>
    <w:rsid w:val="00F40792"/>
    <w:rsid w:val="00F42697"/>
    <w:rsid w:val="00F449DC"/>
    <w:rsid w:val="00F51EC2"/>
    <w:rsid w:val="00F52630"/>
    <w:rsid w:val="00F528A4"/>
    <w:rsid w:val="00F5584D"/>
    <w:rsid w:val="00F57269"/>
    <w:rsid w:val="00F57D1D"/>
    <w:rsid w:val="00F613D6"/>
    <w:rsid w:val="00F62946"/>
    <w:rsid w:val="00F640C2"/>
    <w:rsid w:val="00F65416"/>
    <w:rsid w:val="00F663DE"/>
    <w:rsid w:val="00F67037"/>
    <w:rsid w:val="00F701C6"/>
    <w:rsid w:val="00F71723"/>
    <w:rsid w:val="00F718CA"/>
    <w:rsid w:val="00F725D1"/>
    <w:rsid w:val="00F72E65"/>
    <w:rsid w:val="00F73016"/>
    <w:rsid w:val="00F7522C"/>
    <w:rsid w:val="00F75390"/>
    <w:rsid w:val="00F76305"/>
    <w:rsid w:val="00F76459"/>
    <w:rsid w:val="00F76533"/>
    <w:rsid w:val="00F777B9"/>
    <w:rsid w:val="00F77DA2"/>
    <w:rsid w:val="00F82505"/>
    <w:rsid w:val="00F836A9"/>
    <w:rsid w:val="00F83C6C"/>
    <w:rsid w:val="00F84E93"/>
    <w:rsid w:val="00F87B8E"/>
    <w:rsid w:val="00F91E7D"/>
    <w:rsid w:val="00F94268"/>
    <w:rsid w:val="00F968EB"/>
    <w:rsid w:val="00F96FCA"/>
    <w:rsid w:val="00F970DD"/>
    <w:rsid w:val="00F97F68"/>
    <w:rsid w:val="00FA1E97"/>
    <w:rsid w:val="00FA4636"/>
    <w:rsid w:val="00FA5336"/>
    <w:rsid w:val="00FA6A03"/>
    <w:rsid w:val="00FA7899"/>
    <w:rsid w:val="00FB0860"/>
    <w:rsid w:val="00FB0AFC"/>
    <w:rsid w:val="00FB10E9"/>
    <w:rsid w:val="00FB4CA0"/>
    <w:rsid w:val="00FB4F45"/>
    <w:rsid w:val="00FB527E"/>
    <w:rsid w:val="00FB5D7F"/>
    <w:rsid w:val="00FB6668"/>
    <w:rsid w:val="00FB7FE7"/>
    <w:rsid w:val="00FC1DB4"/>
    <w:rsid w:val="00FC1E48"/>
    <w:rsid w:val="00FC3FD8"/>
    <w:rsid w:val="00FC6773"/>
    <w:rsid w:val="00FD08B5"/>
    <w:rsid w:val="00FD4B99"/>
    <w:rsid w:val="00FD6083"/>
    <w:rsid w:val="00FD63B2"/>
    <w:rsid w:val="00FD7C08"/>
    <w:rsid w:val="00FE07AF"/>
    <w:rsid w:val="00FE1C12"/>
    <w:rsid w:val="00FE2851"/>
    <w:rsid w:val="00FE7202"/>
    <w:rsid w:val="00FE7AA3"/>
    <w:rsid w:val="00FF01FB"/>
    <w:rsid w:val="00FF058C"/>
    <w:rsid w:val="00FF339D"/>
    <w:rsid w:val="00FF5BF2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FB4"/>
    <w:pPr>
      <w:spacing w:after="200" w:line="276" w:lineRule="auto"/>
      <w:jc w:val="both"/>
    </w:pPr>
    <w:rPr>
      <w:rFonts w:ascii="Trebuchet MS" w:hAnsi="Trebuchet MS"/>
      <w:lang w:eastAsia="en-US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897A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897AA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22246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68443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F20C5A"/>
    <w:rPr>
      <w:sz w:val="22"/>
      <w:szCs w:val="22"/>
      <w:lang w:eastAsia="en-US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F20C5A"/>
  </w:style>
  <w:style w:type="paragraph" w:styleId="Textodebalo">
    <w:name w:val="Balloon Text"/>
    <w:basedOn w:val="Normal"/>
    <w:link w:val="TextodebaloCarcter"/>
    <w:uiPriority w:val="99"/>
    <w:semiHidden/>
    <w:unhideWhenUsed/>
    <w:rsid w:val="00F2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F20C5A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link w:val="Cabealho1"/>
    <w:uiPriority w:val="9"/>
    <w:rsid w:val="00897A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abealho2Carcter">
    <w:name w:val="Cabeçalho 2 Carácter"/>
    <w:link w:val="Cabealho2"/>
    <w:uiPriority w:val="9"/>
    <w:rsid w:val="00897AA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Cabealho">
    <w:name w:val="header"/>
    <w:basedOn w:val="Normal"/>
    <w:link w:val="CabealhoCarcter"/>
    <w:unhideWhenUsed/>
    <w:rsid w:val="00325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325B0B"/>
  </w:style>
  <w:style w:type="paragraph" w:styleId="Rodap">
    <w:name w:val="footer"/>
    <w:basedOn w:val="Normal"/>
    <w:link w:val="RodapCarcter"/>
    <w:uiPriority w:val="99"/>
    <w:unhideWhenUsed/>
    <w:rsid w:val="00325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25B0B"/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F37E72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F37E72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qFormat/>
    <w:rsid w:val="00F37E72"/>
    <w:pPr>
      <w:spacing w:after="100"/>
      <w:ind w:left="220"/>
    </w:pPr>
  </w:style>
  <w:style w:type="character" w:styleId="Hiperligao">
    <w:name w:val="Hyperlink"/>
    <w:uiPriority w:val="99"/>
    <w:unhideWhenUsed/>
    <w:rsid w:val="00F37E72"/>
    <w:rPr>
      <w:color w:val="0000FF"/>
      <w:u w:val="single"/>
    </w:rPr>
  </w:style>
  <w:style w:type="paragraph" w:styleId="HTMLpr-formatado">
    <w:name w:val="HTML Preformatted"/>
    <w:basedOn w:val="Normal"/>
    <w:link w:val="HTMLpr-formatadoCarcter"/>
    <w:uiPriority w:val="99"/>
    <w:unhideWhenUsed/>
    <w:rsid w:val="005D2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pr-formatadoCarcter">
    <w:name w:val="HTML pré-formatado Carácter"/>
    <w:link w:val="HTMLpr-formatado"/>
    <w:uiPriority w:val="99"/>
    <w:rsid w:val="005D2194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CdigoHTML">
    <w:name w:val="HTML Code"/>
    <w:uiPriority w:val="99"/>
    <w:semiHidden/>
    <w:unhideWhenUsed/>
    <w:rsid w:val="005D2194"/>
    <w:rPr>
      <w:rFonts w:ascii="Courier New" w:eastAsia="Times New Roman" w:hAnsi="Courier New" w:cs="Courier New"/>
      <w:sz w:val="20"/>
      <w:szCs w:val="20"/>
    </w:rPr>
  </w:style>
  <w:style w:type="character" w:customStyle="1" w:styleId="Cabealho3Carcter">
    <w:name w:val="Cabeçalho 3 Carácter"/>
    <w:link w:val="Cabealho3"/>
    <w:uiPriority w:val="9"/>
    <w:rsid w:val="00222461"/>
    <w:rPr>
      <w:rFonts w:ascii="Cambria" w:eastAsia="Times New Roman" w:hAnsi="Cambria" w:cs="Times New Roman"/>
      <w:b/>
      <w:bCs/>
      <w:color w:val="4F81BD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222461"/>
    <w:pPr>
      <w:spacing w:after="100"/>
      <w:ind w:left="440"/>
    </w:pPr>
  </w:style>
  <w:style w:type="table" w:styleId="Tabelacomgrelha">
    <w:name w:val="Table Grid"/>
    <w:basedOn w:val="Tabelanormal"/>
    <w:uiPriority w:val="59"/>
    <w:rsid w:val="005D5C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elanormal"/>
    <w:uiPriority w:val="60"/>
    <w:rsid w:val="005D5C9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Mdio11">
    <w:name w:val="Sombreado Médio 11"/>
    <w:basedOn w:val="Tabelanormal"/>
    <w:uiPriority w:val="63"/>
    <w:rsid w:val="005D5C9B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2-Cor5">
    <w:name w:val="Medium Shading 2 Accent 5"/>
    <w:basedOn w:val="Tabelanormal"/>
    <w:uiPriority w:val="64"/>
    <w:rsid w:val="005D5C9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elhaMdia2-Cor1">
    <w:name w:val="Medium Grid 2 Accent 1"/>
    <w:basedOn w:val="Tabelanormal"/>
    <w:uiPriority w:val="68"/>
    <w:rsid w:val="005D5C9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SombreadoMdio1-Cor11">
    <w:name w:val="Sombreado Médio 1 - Cor 11"/>
    <w:basedOn w:val="Tabelanormal"/>
    <w:uiPriority w:val="63"/>
    <w:rsid w:val="005D5C9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dia2-Cor1">
    <w:name w:val="Medium List 2 Accent 1"/>
    <w:basedOn w:val="Tabelanormal"/>
    <w:uiPriority w:val="66"/>
    <w:rsid w:val="005D5C9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abealho4Carcter">
    <w:name w:val="Cabeçalho 4 Carácter"/>
    <w:link w:val="Cabealho4"/>
    <w:uiPriority w:val="9"/>
    <w:semiHidden/>
    <w:rsid w:val="00684434"/>
    <w:rPr>
      <w:rFonts w:ascii="Cambria" w:eastAsia="Times New Roman" w:hAnsi="Cambria" w:cs="Times New Roman"/>
      <w:b/>
      <w:bCs/>
      <w:i/>
      <w:iCs/>
      <w:color w:val="4F81BD"/>
    </w:rPr>
  </w:style>
  <w:style w:type="character" w:styleId="Hiperligaovisitada">
    <w:name w:val="FollowedHyperlink"/>
    <w:uiPriority w:val="99"/>
    <w:semiHidden/>
    <w:unhideWhenUsed/>
    <w:rsid w:val="009D4324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57657D"/>
    <w:pPr>
      <w:ind w:left="720"/>
      <w:contextualSpacing/>
    </w:pPr>
  </w:style>
  <w:style w:type="paragraph" w:styleId="ndice4">
    <w:name w:val="toc 4"/>
    <w:basedOn w:val="Normal"/>
    <w:next w:val="Normal"/>
    <w:autoRedefine/>
    <w:uiPriority w:val="39"/>
    <w:unhideWhenUsed/>
    <w:rsid w:val="009B7019"/>
    <w:pPr>
      <w:spacing w:after="100"/>
      <w:ind w:left="660"/>
    </w:pPr>
  </w:style>
  <w:style w:type="paragraph" w:styleId="ndice5">
    <w:name w:val="toc 5"/>
    <w:basedOn w:val="Normal"/>
    <w:next w:val="Normal"/>
    <w:autoRedefine/>
    <w:uiPriority w:val="39"/>
    <w:unhideWhenUsed/>
    <w:rsid w:val="009B7019"/>
    <w:pPr>
      <w:spacing w:after="100"/>
      <w:ind w:left="880"/>
    </w:pPr>
  </w:style>
  <w:style w:type="paragraph" w:styleId="ndice6">
    <w:name w:val="toc 6"/>
    <w:basedOn w:val="Normal"/>
    <w:next w:val="Normal"/>
    <w:autoRedefine/>
    <w:uiPriority w:val="39"/>
    <w:unhideWhenUsed/>
    <w:rsid w:val="009B7019"/>
    <w:pPr>
      <w:spacing w:after="100"/>
      <w:ind w:left="1100"/>
    </w:pPr>
  </w:style>
  <w:style w:type="paragraph" w:styleId="ndice7">
    <w:name w:val="toc 7"/>
    <w:basedOn w:val="Normal"/>
    <w:next w:val="Normal"/>
    <w:autoRedefine/>
    <w:uiPriority w:val="39"/>
    <w:unhideWhenUsed/>
    <w:rsid w:val="009B7019"/>
    <w:pPr>
      <w:spacing w:after="100"/>
      <w:ind w:left="1320"/>
    </w:pPr>
  </w:style>
  <w:style w:type="paragraph" w:styleId="ndice8">
    <w:name w:val="toc 8"/>
    <w:basedOn w:val="Normal"/>
    <w:next w:val="Normal"/>
    <w:autoRedefine/>
    <w:uiPriority w:val="39"/>
    <w:unhideWhenUsed/>
    <w:rsid w:val="009B7019"/>
    <w:pPr>
      <w:spacing w:after="100"/>
      <w:ind w:left="1540"/>
    </w:pPr>
  </w:style>
  <w:style w:type="paragraph" w:styleId="ndice9">
    <w:name w:val="toc 9"/>
    <w:basedOn w:val="Normal"/>
    <w:next w:val="Normal"/>
    <w:autoRedefine/>
    <w:uiPriority w:val="39"/>
    <w:unhideWhenUsed/>
    <w:rsid w:val="009B7019"/>
    <w:pPr>
      <w:spacing w:after="100"/>
      <w:ind w:left="1760"/>
    </w:pPr>
  </w:style>
  <w:style w:type="character" w:customStyle="1" w:styleId="estilo3">
    <w:name w:val="estilo3"/>
    <w:basedOn w:val="Tipodeletrapredefinidodopargrafo"/>
    <w:rsid w:val="00A04B54"/>
  </w:style>
  <w:style w:type="table" w:customStyle="1" w:styleId="SombreadoMdio2-Cor11">
    <w:name w:val="Sombreado Médio 2 - Cor 11"/>
    <w:basedOn w:val="Tabelanormal"/>
    <w:uiPriority w:val="64"/>
    <w:rsid w:val="00AF40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elhaMdia3-Cor1">
    <w:name w:val="Medium Grid 3 Accent 1"/>
    <w:basedOn w:val="Tabelanormal"/>
    <w:uiPriority w:val="69"/>
    <w:rsid w:val="00BA624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NormalWeb">
    <w:name w:val="Normal (Web)"/>
    <w:basedOn w:val="Normal"/>
    <w:uiPriority w:val="99"/>
    <w:semiHidden/>
    <w:unhideWhenUsed/>
    <w:rsid w:val="006402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rtnpxblubld">
    <w:name w:val="frtnpxblubld"/>
    <w:basedOn w:val="Tipodeletrapredefinidodopargrafo"/>
    <w:rsid w:val="006402B8"/>
  </w:style>
  <w:style w:type="paragraph" w:customStyle="1" w:styleId="twlvpxblk">
    <w:name w:val="twlvpxblk"/>
    <w:basedOn w:val="Normal"/>
    <w:rsid w:val="006402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uiPriority w:val="22"/>
    <w:qFormat/>
    <w:rsid w:val="006402B8"/>
    <w:rPr>
      <w:b/>
      <w:bCs/>
    </w:rPr>
  </w:style>
  <w:style w:type="character" w:customStyle="1" w:styleId="tit">
    <w:name w:val="tit"/>
    <w:basedOn w:val="Tipodeletrapredefinidodopargrafo"/>
    <w:rsid w:val="009272C3"/>
  </w:style>
  <w:style w:type="paragraph" w:styleId="Legenda">
    <w:name w:val="caption"/>
    <w:basedOn w:val="Normal"/>
    <w:next w:val="Normal"/>
    <w:uiPriority w:val="35"/>
    <w:unhideWhenUsed/>
    <w:qFormat/>
    <w:rsid w:val="00D46065"/>
    <w:pPr>
      <w:spacing w:line="240" w:lineRule="auto"/>
    </w:pPr>
    <w:rPr>
      <w:b/>
      <w:bCs/>
      <w:color w:val="4F81BD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4C1B7D"/>
    <w:pPr>
      <w:spacing w:after="0"/>
    </w:pPr>
  </w:style>
  <w:style w:type="paragraph" w:customStyle="1" w:styleId="TtuloPrincipal">
    <w:name w:val="Título Principal"/>
    <w:basedOn w:val="Normal"/>
    <w:link w:val="TtuloPrincipalCarcter"/>
    <w:qFormat/>
    <w:rsid w:val="000B6920"/>
    <w:rPr>
      <w:b/>
      <w:sz w:val="32"/>
    </w:rPr>
  </w:style>
  <w:style w:type="paragraph" w:customStyle="1" w:styleId="Sub-ttulo">
    <w:name w:val="Sub-título"/>
    <w:basedOn w:val="Normal"/>
    <w:link w:val="Sub-ttuloCarcter"/>
    <w:qFormat/>
    <w:rsid w:val="00BF7961"/>
    <w:rPr>
      <w:b/>
      <w:i/>
      <w:sz w:val="28"/>
      <w:u w:val="single"/>
    </w:rPr>
  </w:style>
  <w:style w:type="character" w:customStyle="1" w:styleId="TtuloPrincipalCarcter">
    <w:name w:val="Título Principal Carácter"/>
    <w:link w:val="TtuloPrincipal"/>
    <w:rsid w:val="000B6920"/>
    <w:rPr>
      <w:rFonts w:ascii="Trebuchet MS" w:hAnsi="Trebuchet MS"/>
      <w:b/>
      <w:sz w:val="32"/>
    </w:rPr>
  </w:style>
  <w:style w:type="character" w:customStyle="1" w:styleId="Sub-ttuloCarcter">
    <w:name w:val="Sub-título Carácter"/>
    <w:link w:val="Sub-ttulo"/>
    <w:rsid w:val="00BF7961"/>
    <w:rPr>
      <w:rFonts w:ascii="Trebuchet MS" w:hAnsi="Trebuchet MS"/>
      <w:b/>
      <w:i/>
      <w:sz w:val="28"/>
      <w:u w:val="single"/>
      <w:lang w:eastAsia="en-US"/>
    </w:rPr>
  </w:style>
  <w:style w:type="paragraph" w:styleId="Subttulo">
    <w:name w:val="Subtitle"/>
    <w:basedOn w:val="Normal"/>
    <w:next w:val="Normal"/>
    <w:link w:val="SubttuloCarcter"/>
    <w:qFormat/>
    <w:rsid w:val="00BF7961"/>
    <w:pPr>
      <w:spacing w:after="60" w:line="240" w:lineRule="auto"/>
      <w:outlineLvl w:val="1"/>
    </w:pPr>
    <w:rPr>
      <w:rFonts w:cs="Arial"/>
      <w:b/>
      <w:lang w:eastAsia="pt-PT"/>
    </w:rPr>
  </w:style>
  <w:style w:type="character" w:customStyle="1" w:styleId="SubttuloCarcter">
    <w:name w:val="Subtítulo Carácter"/>
    <w:link w:val="Subttulo"/>
    <w:rsid w:val="00BF7961"/>
    <w:rPr>
      <w:rFonts w:ascii="Trebuchet MS" w:hAnsi="Trebuchet MS" w:cs="Arial"/>
      <w:b/>
    </w:rPr>
  </w:style>
  <w:style w:type="paragraph" w:styleId="Ttulo">
    <w:name w:val="Title"/>
    <w:basedOn w:val="Normal"/>
    <w:next w:val="Normal"/>
    <w:link w:val="TtuloCarcter"/>
    <w:qFormat/>
    <w:rsid w:val="00BF7961"/>
    <w:pPr>
      <w:spacing w:before="240" w:after="60" w:line="240" w:lineRule="auto"/>
      <w:outlineLvl w:val="0"/>
    </w:pPr>
    <w:rPr>
      <w:b/>
      <w:bCs/>
      <w:kern w:val="28"/>
      <w:sz w:val="32"/>
      <w:lang w:eastAsia="pt-PT"/>
    </w:rPr>
  </w:style>
  <w:style w:type="character" w:customStyle="1" w:styleId="TtuloCarcter">
    <w:name w:val="Título Carácter"/>
    <w:link w:val="Ttulo"/>
    <w:rsid w:val="00BF7961"/>
    <w:rPr>
      <w:rFonts w:ascii="Trebuchet MS" w:hAnsi="Trebuchet MS"/>
      <w:b/>
      <w:bCs/>
      <w:kern w:val="28"/>
      <w:sz w:val="32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3F16A0"/>
    <w:pPr>
      <w:spacing w:after="0" w:line="240" w:lineRule="auto"/>
    </w:pPr>
  </w:style>
  <w:style w:type="character" w:customStyle="1" w:styleId="TextodenotaderodapCarcter">
    <w:name w:val="Texto de nota de rodapé Carácter"/>
    <w:link w:val="Textodenotaderodap"/>
    <w:uiPriority w:val="99"/>
    <w:semiHidden/>
    <w:rsid w:val="003F16A0"/>
    <w:rPr>
      <w:sz w:val="20"/>
      <w:szCs w:val="20"/>
    </w:rPr>
  </w:style>
  <w:style w:type="character" w:styleId="Refdenotaderodap">
    <w:name w:val="footnote reference"/>
    <w:semiHidden/>
    <w:rsid w:val="003F16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FB4"/>
    <w:pPr>
      <w:spacing w:after="200" w:line="276" w:lineRule="auto"/>
      <w:jc w:val="both"/>
    </w:pPr>
    <w:rPr>
      <w:rFonts w:ascii="Trebuchet MS" w:hAnsi="Trebuchet MS"/>
      <w:lang w:eastAsia="en-US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897A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897AA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22246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68443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F20C5A"/>
    <w:rPr>
      <w:sz w:val="22"/>
      <w:szCs w:val="22"/>
      <w:lang w:eastAsia="en-US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F20C5A"/>
  </w:style>
  <w:style w:type="paragraph" w:styleId="Textodebalo">
    <w:name w:val="Balloon Text"/>
    <w:basedOn w:val="Normal"/>
    <w:link w:val="TextodebaloCarcter"/>
    <w:uiPriority w:val="99"/>
    <w:semiHidden/>
    <w:unhideWhenUsed/>
    <w:rsid w:val="00F2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F20C5A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link w:val="Cabealho1"/>
    <w:uiPriority w:val="9"/>
    <w:rsid w:val="00897A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abealho2Carcter">
    <w:name w:val="Cabeçalho 2 Carácter"/>
    <w:link w:val="Cabealho2"/>
    <w:uiPriority w:val="9"/>
    <w:rsid w:val="00897AA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Cabealho">
    <w:name w:val="header"/>
    <w:basedOn w:val="Normal"/>
    <w:link w:val="CabealhoCarcter"/>
    <w:unhideWhenUsed/>
    <w:rsid w:val="00325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325B0B"/>
  </w:style>
  <w:style w:type="paragraph" w:styleId="Rodap">
    <w:name w:val="footer"/>
    <w:basedOn w:val="Normal"/>
    <w:link w:val="RodapCarcter"/>
    <w:uiPriority w:val="99"/>
    <w:unhideWhenUsed/>
    <w:rsid w:val="00325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25B0B"/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F37E72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F37E72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qFormat/>
    <w:rsid w:val="00F37E72"/>
    <w:pPr>
      <w:spacing w:after="100"/>
      <w:ind w:left="220"/>
    </w:pPr>
  </w:style>
  <w:style w:type="character" w:styleId="Hiperligao">
    <w:name w:val="Hyperlink"/>
    <w:uiPriority w:val="99"/>
    <w:unhideWhenUsed/>
    <w:rsid w:val="00F37E72"/>
    <w:rPr>
      <w:color w:val="0000FF"/>
      <w:u w:val="single"/>
    </w:rPr>
  </w:style>
  <w:style w:type="paragraph" w:styleId="HTMLpr-formatado">
    <w:name w:val="HTML Preformatted"/>
    <w:basedOn w:val="Normal"/>
    <w:link w:val="HTMLpr-formatadoCarcter"/>
    <w:uiPriority w:val="99"/>
    <w:unhideWhenUsed/>
    <w:rsid w:val="005D2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pr-formatadoCarcter">
    <w:name w:val="HTML pré-formatado Carácter"/>
    <w:link w:val="HTMLpr-formatado"/>
    <w:uiPriority w:val="99"/>
    <w:rsid w:val="005D2194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CdigoHTML">
    <w:name w:val="HTML Code"/>
    <w:uiPriority w:val="99"/>
    <w:semiHidden/>
    <w:unhideWhenUsed/>
    <w:rsid w:val="005D2194"/>
    <w:rPr>
      <w:rFonts w:ascii="Courier New" w:eastAsia="Times New Roman" w:hAnsi="Courier New" w:cs="Courier New"/>
      <w:sz w:val="20"/>
      <w:szCs w:val="20"/>
    </w:rPr>
  </w:style>
  <w:style w:type="character" w:customStyle="1" w:styleId="Cabealho3Carcter">
    <w:name w:val="Cabeçalho 3 Carácter"/>
    <w:link w:val="Cabealho3"/>
    <w:uiPriority w:val="9"/>
    <w:rsid w:val="00222461"/>
    <w:rPr>
      <w:rFonts w:ascii="Cambria" w:eastAsia="Times New Roman" w:hAnsi="Cambria" w:cs="Times New Roman"/>
      <w:b/>
      <w:bCs/>
      <w:color w:val="4F81BD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222461"/>
    <w:pPr>
      <w:spacing w:after="100"/>
      <w:ind w:left="440"/>
    </w:pPr>
  </w:style>
  <w:style w:type="table" w:styleId="Tabelacomgrelha">
    <w:name w:val="Table Grid"/>
    <w:basedOn w:val="Tabelanormal"/>
    <w:uiPriority w:val="59"/>
    <w:rsid w:val="005D5C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elanormal"/>
    <w:uiPriority w:val="60"/>
    <w:rsid w:val="005D5C9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Mdio11">
    <w:name w:val="Sombreado Médio 11"/>
    <w:basedOn w:val="Tabelanormal"/>
    <w:uiPriority w:val="63"/>
    <w:rsid w:val="005D5C9B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dio2-Cor5">
    <w:name w:val="Medium Shading 2 Accent 5"/>
    <w:basedOn w:val="Tabelanormal"/>
    <w:uiPriority w:val="64"/>
    <w:rsid w:val="005D5C9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elhaMdia2-Cor1">
    <w:name w:val="Medium Grid 2 Accent 1"/>
    <w:basedOn w:val="Tabelanormal"/>
    <w:uiPriority w:val="68"/>
    <w:rsid w:val="005D5C9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SombreadoMdio1-Cor11">
    <w:name w:val="Sombreado Médio 1 - Cor 11"/>
    <w:basedOn w:val="Tabelanormal"/>
    <w:uiPriority w:val="63"/>
    <w:rsid w:val="005D5C9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dia2-Cor1">
    <w:name w:val="Medium List 2 Accent 1"/>
    <w:basedOn w:val="Tabelanormal"/>
    <w:uiPriority w:val="66"/>
    <w:rsid w:val="005D5C9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abealho4Carcter">
    <w:name w:val="Cabeçalho 4 Carácter"/>
    <w:link w:val="Cabealho4"/>
    <w:uiPriority w:val="9"/>
    <w:semiHidden/>
    <w:rsid w:val="00684434"/>
    <w:rPr>
      <w:rFonts w:ascii="Cambria" w:eastAsia="Times New Roman" w:hAnsi="Cambria" w:cs="Times New Roman"/>
      <w:b/>
      <w:bCs/>
      <w:i/>
      <w:iCs/>
      <w:color w:val="4F81BD"/>
    </w:rPr>
  </w:style>
  <w:style w:type="character" w:styleId="Hiperligaovisitada">
    <w:name w:val="FollowedHyperlink"/>
    <w:uiPriority w:val="99"/>
    <w:semiHidden/>
    <w:unhideWhenUsed/>
    <w:rsid w:val="009D4324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57657D"/>
    <w:pPr>
      <w:ind w:left="720"/>
      <w:contextualSpacing/>
    </w:pPr>
  </w:style>
  <w:style w:type="paragraph" w:styleId="ndice4">
    <w:name w:val="toc 4"/>
    <w:basedOn w:val="Normal"/>
    <w:next w:val="Normal"/>
    <w:autoRedefine/>
    <w:uiPriority w:val="39"/>
    <w:unhideWhenUsed/>
    <w:rsid w:val="009B7019"/>
    <w:pPr>
      <w:spacing w:after="100"/>
      <w:ind w:left="660"/>
    </w:pPr>
  </w:style>
  <w:style w:type="paragraph" w:styleId="ndice5">
    <w:name w:val="toc 5"/>
    <w:basedOn w:val="Normal"/>
    <w:next w:val="Normal"/>
    <w:autoRedefine/>
    <w:uiPriority w:val="39"/>
    <w:unhideWhenUsed/>
    <w:rsid w:val="009B7019"/>
    <w:pPr>
      <w:spacing w:after="100"/>
      <w:ind w:left="880"/>
    </w:pPr>
  </w:style>
  <w:style w:type="paragraph" w:styleId="ndice6">
    <w:name w:val="toc 6"/>
    <w:basedOn w:val="Normal"/>
    <w:next w:val="Normal"/>
    <w:autoRedefine/>
    <w:uiPriority w:val="39"/>
    <w:unhideWhenUsed/>
    <w:rsid w:val="009B7019"/>
    <w:pPr>
      <w:spacing w:after="100"/>
      <w:ind w:left="1100"/>
    </w:pPr>
  </w:style>
  <w:style w:type="paragraph" w:styleId="ndice7">
    <w:name w:val="toc 7"/>
    <w:basedOn w:val="Normal"/>
    <w:next w:val="Normal"/>
    <w:autoRedefine/>
    <w:uiPriority w:val="39"/>
    <w:unhideWhenUsed/>
    <w:rsid w:val="009B7019"/>
    <w:pPr>
      <w:spacing w:after="100"/>
      <w:ind w:left="1320"/>
    </w:pPr>
  </w:style>
  <w:style w:type="paragraph" w:styleId="ndice8">
    <w:name w:val="toc 8"/>
    <w:basedOn w:val="Normal"/>
    <w:next w:val="Normal"/>
    <w:autoRedefine/>
    <w:uiPriority w:val="39"/>
    <w:unhideWhenUsed/>
    <w:rsid w:val="009B7019"/>
    <w:pPr>
      <w:spacing w:after="100"/>
      <w:ind w:left="1540"/>
    </w:pPr>
  </w:style>
  <w:style w:type="paragraph" w:styleId="ndice9">
    <w:name w:val="toc 9"/>
    <w:basedOn w:val="Normal"/>
    <w:next w:val="Normal"/>
    <w:autoRedefine/>
    <w:uiPriority w:val="39"/>
    <w:unhideWhenUsed/>
    <w:rsid w:val="009B7019"/>
    <w:pPr>
      <w:spacing w:after="100"/>
      <w:ind w:left="1760"/>
    </w:pPr>
  </w:style>
  <w:style w:type="character" w:customStyle="1" w:styleId="estilo3">
    <w:name w:val="estilo3"/>
    <w:basedOn w:val="Tipodeletrapredefinidodopargrafo"/>
    <w:rsid w:val="00A04B54"/>
  </w:style>
  <w:style w:type="table" w:customStyle="1" w:styleId="SombreadoMdio2-Cor11">
    <w:name w:val="Sombreado Médio 2 - Cor 11"/>
    <w:basedOn w:val="Tabelanormal"/>
    <w:uiPriority w:val="64"/>
    <w:rsid w:val="00AF40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elhaMdia3-Cor1">
    <w:name w:val="Medium Grid 3 Accent 1"/>
    <w:basedOn w:val="Tabelanormal"/>
    <w:uiPriority w:val="69"/>
    <w:rsid w:val="00BA624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NormalWeb">
    <w:name w:val="Normal (Web)"/>
    <w:basedOn w:val="Normal"/>
    <w:uiPriority w:val="99"/>
    <w:semiHidden/>
    <w:unhideWhenUsed/>
    <w:rsid w:val="006402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rtnpxblubld">
    <w:name w:val="frtnpxblubld"/>
    <w:basedOn w:val="Tipodeletrapredefinidodopargrafo"/>
    <w:rsid w:val="006402B8"/>
  </w:style>
  <w:style w:type="paragraph" w:customStyle="1" w:styleId="twlvpxblk">
    <w:name w:val="twlvpxblk"/>
    <w:basedOn w:val="Normal"/>
    <w:rsid w:val="006402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uiPriority w:val="22"/>
    <w:qFormat/>
    <w:rsid w:val="006402B8"/>
    <w:rPr>
      <w:b/>
      <w:bCs/>
    </w:rPr>
  </w:style>
  <w:style w:type="character" w:customStyle="1" w:styleId="tit">
    <w:name w:val="tit"/>
    <w:basedOn w:val="Tipodeletrapredefinidodopargrafo"/>
    <w:rsid w:val="009272C3"/>
  </w:style>
  <w:style w:type="paragraph" w:styleId="Legenda">
    <w:name w:val="caption"/>
    <w:basedOn w:val="Normal"/>
    <w:next w:val="Normal"/>
    <w:uiPriority w:val="35"/>
    <w:unhideWhenUsed/>
    <w:qFormat/>
    <w:rsid w:val="00D46065"/>
    <w:pPr>
      <w:spacing w:line="240" w:lineRule="auto"/>
    </w:pPr>
    <w:rPr>
      <w:b/>
      <w:bCs/>
      <w:color w:val="4F81BD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4C1B7D"/>
    <w:pPr>
      <w:spacing w:after="0"/>
    </w:pPr>
  </w:style>
  <w:style w:type="paragraph" w:customStyle="1" w:styleId="TtuloPrincipal">
    <w:name w:val="Título Principal"/>
    <w:basedOn w:val="Normal"/>
    <w:link w:val="TtuloPrincipalCarcter"/>
    <w:qFormat/>
    <w:rsid w:val="000B6920"/>
    <w:rPr>
      <w:b/>
      <w:sz w:val="32"/>
    </w:rPr>
  </w:style>
  <w:style w:type="paragraph" w:customStyle="1" w:styleId="Sub-ttulo">
    <w:name w:val="Sub-título"/>
    <w:basedOn w:val="Normal"/>
    <w:link w:val="Sub-ttuloCarcter"/>
    <w:qFormat/>
    <w:rsid w:val="00BF7961"/>
    <w:rPr>
      <w:b/>
      <w:i/>
      <w:sz w:val="28"/>
      <w:u w:val="single"/>
    </w:rPr>
  </w:style>
  <w:style w:type="character" w:customStyle="1" w:styleId="TtuloPrincipalCarcter">
    <w:name w:val="Título Principal Carácter"/>
    <w:link w:val="TtuloPrincipal"/>
    <w:rsid w:val="000B6920"/>
    <w:rPr>
      <w:rFonts w:ascii="Trebuchet MS" w:hAnsi="Trebuchet MS"/>
      <w:b/>
      <w:sz w:val="32"/>
    </w:rPr>
  </w:style>
  <w:style w:type="character" w:customStyle="1" w:styleId="Sub-ttuloCarcter">
    <w:name w:val="Sub-título Carácter"/>
    <w:link w:val="Sub-ttulo"/>
    <w:rsid w:val="00BF7961"/>
    <w:rPr>
      <w:rFonts w:ascii="Trebuchet MS" w:hAnsi="Trebuchet MS"/>
      <w:b/>
      <w:i/>
      <w:sz w:val="28"/>
      <w:u w:val="single"/>
      <w:lang w:eastAsia="en-US"/>
    </w:rPr>
  </w:style>
  <w:style w:type="paragraph" w:styleId="Subttulo">
    <w:name w:val="Subtitle"/>
    <w:basedOn w:val="Normal"/>
    <w:next w:val="Normal"/>
    <w:link w:val="SubttuloCarcter"/>
    <w:qFormat/>
    <w:rsid w:val="00BF7961"/>
    <w:pPr>
      <w:spacing w:after="60" w:line="240" w:lineRule="auto"/>
      <w:outlineLvl w:val="1"/>
    </w:pPr>
    <w:rPr>
      <w:rFonts w:cs="Arial"/>
      <w:b/>
      <w:lang w:eastAsia="pt-PT"/>
    </w:rPr>
  </w:style>
  <w:style w:type="character" w:customStyle="1" w:styleId="SubttuloCarcter">
    <w:name w:val="Subtítulo Carácter"/>
    <w:link w:val="Subttulo"/>
    <w:rsid w:val="00BF7961"/>
    <w:rPr>
      <w:rFonts w:ascii="Trebuchet MS" w:hAnsi="Trebuchet MS" w:cs="Arial"/>
      <w:b/>
    </w:rPr>
  </w:style>
  <w:style w:type="paragraph" w:styleId="Ttulo">
    <w:name w:val="Title"/>
    <w:basedOn w:val="Normal"/>
    <w:next w:val="Normal"/>
    <w:link w:val="TtuloCarcter"/>
    <w:qFormat/>
    <w:rsid w:val="00BF7961"/>
    <w:pPr>
      <w:spacing w:before="240" w:after="60" w:line="240" w:lineRule="auto"/>
      <w:outlineLvl w:val="0"/>
    </w:pPr>
    <w:rPr>
      <w:b/>
      <w:bCs/>
      <w:kern w:val="28"/>
      <w:sz w:val="32"/>
      <w:lang w:eastAsia="pt-PT"/>
    </w:rPr>
  </w:style>
  <w:style w:type="character" w:customStyle="1" w:styleId="TtuloCarcter">
    <w:name w:val="Título Carácter"/>
    <w:link w:val="Ttulo"/>
    <w:rsid w:val="00BF7961"/>
    <w:rPr>
      <w:rFonts w:ascii="Trebuchet MS" w:hAnsi="Trebuchet MS"/>
      <w:b/>
      <w:bCs/>
      <w:kern w:val="28"/>
      <w:sz w:val="32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3F16A0"/>
    <w:pPr>
      <w:spacing w:after="0" w:line="240" w:lineRule="auto"/>
    </w:pPr>
  </w:style>
  <w:style w:type="character" w:customStyle="1" w:styleId="TextodenotaderodapCarcter">
    <w:name w:val="Texto de nota de rodapé Carácter"/>
    <w:link w:val="Textodenotaderodap"/>
    <w:uiPriority w:val="99"/>
    <w:semiHidden/>
    <w:rsid w:val="003F16A0"/>
    <w:rPr>
      <w:sz w:val="20"/>
      <w:szCs w:val="20"/>
    </w:rPr>
  </w:style>
  <w:style w:type="character" w:styleId="Refdenotaderodap">
    <w:name w:val="footnote reference"/>
    <w:semiHidden/>
    <w:rsid w:val="003F16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www.artsoft.p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\Documentos\PDA\Riberalves\DocumentacaoArtSOFT2012_V3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E702F4A-7A63-4AF2-B583-8F5C2C6F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DocumentacaoArtSOFT2012_V3.dot</Template>
  <TotalTime>556</TotalTime>
  <Pages>11</Pages>
  <Words>1172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Dossiers</vt:lpstr>
    </vt:vector>
  </TitlesOfParts>
  <Company>HP</Company>
  <LinksUpToDate>false</LinksUpToDate>
  <CharactersWithSpaces>7491</CharactersWithSpaces>
  <SharedDoc>false</SharedDoc>
  <HLinks>
    <vt:vector size="36" baseType="variant">
      <vt:variant>
        <vt:i4>1114170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_Toc328402122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_Toc328402121</vt:lpwstr>
      </vt:variant>
      <vt:variant>
        <vt:i4>1114170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_Toc328402120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_Toc328402119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_Toc328402118</vt:lpwstr>
      </vt:variant>
      <vt:variant>
        <vt:i4>7995501</vt:i4>
      </vt:variant>
      <vt:variant>
        <vt:i4>0</vt:i4>
      </vt:variant>
      <vt:variant>
        <vt:i4>0</vt:i4>
      </vt:variant>
      <vt:variant>
        <vt:i4>5</vt:i4>
      </vt:variant>
      <vt:variant>
        <vt:lpwstr>http://www.artsoft.pt/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Dossiers</dc:title>
  <dc:subject>Iniciação</dc:subject>
  <dc:creator>Celde Fernandes</dc:creator>
  <cp:lastModifiedBy>Celde Fernandes</cp:lastModifiedBy>
  <cp:revision>74</cp:revision>
  <cp:lastPrinted>2012-06-21T16:34:00Z</cp:lastPrinted>
  <dcterms:created xsi:type="dcterms:W3CDTF">2012-12-11T09:43:00Z</dcterms:created>
  <dcterms:modified xsi:type="dcterms:W3CDTF">2013-02-13T10:10:00Z</dcterms:modified>
</cp:coreProperties>
</file>